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A0F26" w14:textId="1C385F89" w:rsidR="00DF2D26" w:rsidRPr="00DF2D26" w:rsidRDefault="00442E9A" w:rsidP="00DF2D26">
      <w:pPr>
        <w:pStyle w:val="berschrift1"/>
      </w:pPr>
      <w:r>
        <w:t>Verwaltung von Daten</w:t>
      </w:r>
      <w:r w:rsidR="008919E0">
        <w:t xml:space="preserve"> – Teil</w:t>
      </w:r>
      <w:r w:rsidR="00DF2D26">
        <w:t>2</w:t>
      </w:r>
      <w:r w:rsidR="00DF2D26">
        <w:br/>
        <w:t>Entwurf eines relationalen Schemas</w:t>
      </w:r>
    </w:p>
    <w:p w14:paraId="25628EF3" w14:textId="0301A6F4" w:rsidR="00F34CFB" w:rsidRPr="00BC5B3D" w:rsidRDefault="00F34CFB" w:rsidP="00BC5B3D">
      <w:pPr>
        <w:pStyle w:val="berschrift2"/>
        <w:rPr>
          <w:b w:val="0"/>
          <w:bCs/>
        </w:rPr>
      </w:pPr>
      <w:r w:rsidRPr="00BC5B3D">
        <w:rPr>
          <w:bCs/>
        </w:rPr>
        <w:t>Redundanzen und Anomalien</w:t>
      </w:r>
    </w:p>
    <w:p w14:paraId="44A8BD14" w14:textId="77777777" w:rsidR="00E16245" w:rsidRDefault="00E16245" w:rsidP="00E16245">
      <w:r>
        <w:t>Relationale Datenbanken speichern Daten in verschiedenen Tabellen. Im Idealfall werden in einer Tabelle die Daten zusammengefasst, die sich einer Entität oder Beziehung des entsprechenden Ausschnitts der realen Welt zuordnen lassen. In Teil 1 haben Sie gelernt, Daten mithilfe von SQL-Anfragen aus der Datenbank auszulesen. Dabei lassen sich Daten unterschiedlicher Tabellen mithilfe von Primär- und Fremdschlüssel nach Bedarf verknüpfen. Die Aufteilung in verschiedene Tabellen stellt also keinen Nachteil bezüglich der Informationsgewinnung dar. Vielmehr hat sie den Vorteil, dass Daten nicht redundant gespeichert werden müssen und flexibel miteinander in Zusammenhang gebracht werden können. In den Eingangsbetrachtungen von Teil 1 wurde aber auch bereits deutlich, dass die Einteilung der Entitäten und Beziehungen eine Modellierungsentscheidung und keineswegs eindeutig ist. Eine ungünstige Modellierung kann daher zu Tabellen führen, die redundante Daten enthalten oder in Bezug auf die Operationen Einfügen, Ändern und Löschen problematisch sind. Vielleicht werden auch nachträglich Attribute in den Tabellen ergänzt, die zu entsprechenden Schwierigkeiten führen, oder es steht eine Tabellenstruktur zur Verfügung, die noch nicht für eine relationale Datenbank optimiert wurde.</w:t>
      </w:r>
    </w:p>
    <w:p w14:paraId="186A87CD" w14:textId="77777777" w:rsidR="00E16245" w:rsidRDefault="00E16245" w:rsidP="00E16245">
      <w:r>
        <w:t>Im Folgenden sollen die Probleme, die beim Einfügen, Ändern und Löschen von Daten in Tabellen auftreten können, näher untersucht werden. Dadurch erhält man Hinweise, worauf beim Entwurf der Tabellen zu achten ist.</w:t>
      </w:r>
    </w:p>
    <w:p w14:paraId="1075B1BB" w14:textId="04A3FAB3" w:rsidR="00F83A0B" w:rsidRDefault="00F83A0B">
      <w:r>
        <w:t>Im ER-Diagramm des Sportvereins</w:t>
      </w:r>
      <w:r w:rsidR="00987914">
        <w:t xml:space="preserve"> TSV</w:t>
      </w:r>
      <w:r>
        <w:t xml:space="preserve"> Fitstadt war vorgesehen, die Sportstätte als Attribut der Entität Kurse zu modellieren. Wenn wir nun noch weitere Daten zu der Sportstätte, wie die Hallengröße und die Kontaktdaten des Ansprechpartners</w:t>
      </w:r>
      <w:r w:rsidR="00987914">
        <w:rPr>
          <w:rStyle w:val="Funotenzeichen"/>
        </w:rPr>
        <w:footnoteReference w:id="1"/>
      </w:r>
      <w:r>
        <w:t xml:space="preserve"> für die Reservierung von Hallenzeiten speichern möchten, ergibt sich das folgende Tabellenschema</w:t>
      </w:r>
      <w:r w:rsidR="005D313B">
        <w:t xml:space="preserve"> für die Tabelle Kurse</w:t>
      </w:r>
      <w:r>
        <w:t>:</w:t>
      </w:r>
    </w:p>
    <w:tbl>
      <w:tblPr>
        <w:tblStyle w:val="Gitternetztabelle4Akzent1"/>
        <w:tblW w:w="9072" w:type="dxa"/>
        <w:tblInd w:w="-5" w:type="dxa"/>
        <w:tblLayout w:type="fixed"/>
        <w:tblLook w:val="0420" w:firstRow="1" w:lastRow="0" w:firstColumn="0" w:lastColumn="0" w:noHBand="0" w:noVBand="1"/>
      </w:tblPr>
      <w:tblGrid>
        <w:gridCol w:w="710"/>
        <w:gridCol w:w="937"/>
        <w:gridCol w:w="1150"/>
        <w:gridCol w:w="790"/>
        <w:gridCol w:w="972"/>
        <w:gridCol w:w="1125"/>
        <w:gridCol w:w="979"/>
        <w:gridCol w:w="850"/>
        <w:gridCol w:w="709"/>
        <w:gridCol w:w="850"/>
      </w:tblGrid>
      <w:tr w:rsidR="00F83A0B" w:rsidRPr="00F83A0B" w14:paraId="32622B94" w14:textId="77777777" w:rsidTr="00F83A0B">
        <w:trPr>
          <w:cnfStyle w:val="100000000000" w:firstRow="1" w:lastRow="0" w:firstColumn="0" w:lastColumn="0" w:oddVBand="0" w:evenVBand="0" w:oddHBand="0" w:evenHBand="0" w:firstRowFirstColumn="0" w:firstRowLastColumn="0" w:lastRowFirstColumn="0" w:lastRowLastColumn="0"/>
        </w:trPr>
        <w:tc>
          <w:tcPr>
            <w:tcW w:w="710" w:type="dxa"/>
            <w:shd w:val="clear" w:color="auto" w:fill="ED7D31" w:themeFill="accent2"/>
          </w:tcPr>
          <w:p w14:paraId="6E8C3AAB" w14:textId="77777777" w:rsidR="00F83A0B" w:rsidRPr="00F83A0B" w:rsidRDefault="00F83A0B" w:rsidP="008C2DF3">
            <w:pPr>
              <w:spacing w:after="0"/>
              <w:rPr>
                <w:sz w:val="18"/>
                <w:szCs w:val="18"/>
                <w:u w:val="single"/>
              </w:rPr>
            </w:pPr>
            <w:r w:rsidRPr="00F83A0B">
              <w:rPr>
                <w:sz w:val="18"/>
                <w:szCs w:val="18"/>
                <w:u w:val="single"/>
              </w:rPr>
              <w:t>KursID</w:t>
            </w:r>
          </w:p>
        </w:tc>
        <w:tc>
          <w:tcPr>
            <w:tcW w:w="937" w:type="dxa"/>
            <w:shd w:val="clear" w:color="auto" w:fill="4E6B9E"/>
          </w:tcPr>
          <w:p w14:paraId="14B3B7A5" w14:textId="77777777" w:rsidR="00F83A0B" w:rsidRPr="00F83A0B" w:rsidRDefault="00F83A0B" w:rsidP="008C2DF3">
            <w:pPr>
              <w:spacing w:after="0"/>
              <w:rPr>
                <w:sz w:val="18"/>
                <w:szCs w:val="18"/>
              </w:rPr>
            </w:pPr>
            <w:r w:rsidRPr="00F83A0B">
              <w:rPr>
                <w:sz w:val="18"/>
                <w:szCs w:val="18"/>
              </w:rPr>
              <w:t>Sportart</w:t>
            </w:r>
          </w:p>
        </w:tc>
        <w:tc>
          <w:tcPr>
            <w:tcW w:w="1150" w:type="dxa"/>
            <w:shd w:val="clear" w:color="auto" w:fill="4E6B9E"/>
          </w:tcPr>
          <w:p w14:paraId="4D9902CB" w14:textId="77777777" w:rsidR="00F83A0B" w:rsidRPr="00F83A0B" w:rsidRDefault="00F83A0B" w:rsidP="008C2DF3">
            <w:pPr>
              <w:spacing w:after="0"/>
              <w:rPr>
                <w:sz w:val="18"/>
                <w:szCs w:val="18"/>
              </w:rPr>
            </w:pPr>
            <w:r w:rsidRPr="00F83A0B">
              <w:rPr>
                <w:sz w:val="18"/>
                <w:szCs w:val="18"/>
              </w:rPr>
              <w:t>Sportstaette</w:t>
            </w:r>
          </w:p>
        </w:tc>
        <w:tc>
          <w:tcPr>
            <w:tcW w:w="790" w:type="dxa"/>
            <w:shd w:val="clear" w:color="auto" w:fill="4E6B9E"/>
          </w:tcPr>
          <w:p w14:paraId="6831E7DB" w14:textId="4F07E61B" w:rsidR="00F83A0B" w:rsidRPr="00F83A0B" w:rsidRDefault="00F83A0B" w:rsidP="008C2DF3">
            <w:pPr>
              <w:spacing w:after="0"/>
              <w:rPr>
                <w:sz w:val="18"/>
                <w:szCs w:val="18"/>
              </w:rPr>
            </w:pPr>
            <w:r w:rsidRPr="00F83A0B">
              <w:rPr>
                <w:sz w:val="18"/>
                <w:szCs w:val="18"/>
              </w:rPr>
              <w:t>Hallen</w:t>
            </w:r>
            <w:r>
              <w:rPr>
                <w:sz w:val="18"/>
                <w:szCs w:val="18"/>
              </w:rPr>
              <w:t>-</w:t>
            </w:r>
            <w:r w:rsidRPr="00F83A0B">
              <w:rPr>
                <w:sz w:val="18"/>
                <w:szCs w:val="18"/>
              </w:rPr>
              <w:t>groesse</w:t>
            </w:r>
          </w:p>
        </w:tc>
        <w:tc>
          <w:tcPr>
            <w:tcW w:w="972" w:type="dxa"/>
            <w:shd w:val="clear" w:color="auto" w:fill="4E6B9E"/>
          </w:tcPr>
          <w:p w14:paraId="15C56239" w14:textId="1206AC58" w:rsidR="00F83A0B" w:rsidRPr="00F83A0B" w:rsidRDefault="00F83A0B" w:rsidP="008C2DF3">
            <w:pPr>
              <w:spacing w:after="0"/>
              <w:rPr>
                <w:sz w:val="18"/>
                <w:szCs w:val="18"/>
              </w:rPr>
            </w:pPr>
            <w:r w:rsidRPr="00F83A0B">
              <w:rPr>
                <w:sz w:val="18"/>
                <w:szCs w:val="18"/>
              </w:rPr>
              <w:t>Ansprech-partner</w:t>
            </w:r>
          </w:p>
        </w:tc>
        <w:tc>
          <w:tcPr>
            <w:tcW w:w="1125" w:type="dxa"/>
            <w:shd w:val="clear" w:color="auto" w:fill="4E6B9E"/>
          </w:tcPr>
          <w:p w14:paraId="6B7A8705" w14:textId="5F779F33" w:rsidR="00F83A0B" w:rsidRPr="00F83A0B" w:rsidRDefault="00F83A0B" w:rsidP="008C2DF3">
            <w:pPr>
              <w:spacing w:after="0"/>
              <w:rPr>
                <w:sz w:val="18"/>
                <w:szCs w:val="18"/>
              </w:rPr>
            </w:pPr>
            <w:r w:rsidRPr="00F83A0B">
              <w:rPr>
                <w:sz w:val="18"/>
                <w:szCs w:val="18"/>
              </w:rPr>
              <w:t>Telefon</w:t>
            </w:r>
          </w:p>
        </w:tc>
        <w:tc>
          <w:tcPr>
            <w:tcW w:w="979" w:type="dxa"/>
            <w:shd w:val="clear" w:color="auto" w:fill="4E6B9E"/>
          </w:tcPr>
          <w:p w14:paraId="020CF506" w14:textId="31A221E6" w:rsidR="00F83A0B" w:rsidRPr="00F83A0B" w:rsidRDefault="00F83A0B" w:rsidP="008C2DF3">
            <w:pPr>
              <w:spacing w:after="0"/>
              <w:rPr>
                <w:sz w:val="18"/>
                <w:szCs w:val="18"/>
              </w:rPr>
            </w:pPr>
            <w:r w:rsidRPr="00F83A0B">
              <w:rPr>
                <w:sz w:val="18"/>
                <w:szCs w:val="18"/>
              </w:rPr>
              <w:t>Wochen</w:t>
            </w:r>
            <w:r>
              <w:rPr>
                <w:sz w:val="18"/>
                <w:szCs w:val="18"/>
              </w:rPr>
              <w:t>-</w:t>
            </w:r>
            <w:r w:rsidRPr="00F83A0B">
              <w:rPr>
                <w:sz w:val="18"/>
                <w:szCs w:val="18"/>
              </w:rPr>
              <w:t>tag</w:t>
            </w:r>
          </w:p>
        </w:tc>
        <w:tc>
          <w:tcPr>
            <w:tcW w:w="850" w:type="dxa"/>
            <w:shd w:val="clear" w:color="auto" w:fill="4E6B9E"/>
          </w:tcPr>
          <w:p w14:paraId="4620A166" w14:textId="77777777" w:rsidR="00F83A0B" w:rsidRPr="00F83A0B" w:rsidRDefault="00F83A0B" w:rsidP="008C2DF3">
            <w:pPr>
              <w:spacing w:after="0"/>
              <w:rPr>
                <w:sz w:val="18"/>
                <w:szCs w:val="18"/>
              </w:rPr>
            </w:pPr>
            <w:r w:rsidRPr="00F83A0B">
              <w:rPr>
                <w:sz w:val="18"/>
                <w:szCs w:val="18"/>
              </w:rPr>
              <w:t>Uhrzeit</w:t>
            </w:r>
          </w:p>
        </w:tc>
        <w:tc>
          <w:tcPr>
            <w:tcW w:w="709" w:type="dxa"/>
            <w:shd w:val="clear" w:color="auto" w:fill="4E6B9E"/>
          </w:tcPr>
          <w:p w14:paraId="6CDCA510" w14:textId="77777777" w:rsidR="00F83A0B" w:rsidRPr="00F83A0B" w:rsidRDefault="00F83A0B" w:rsidP="008C2DF3">
            <w:pPr>
              <w:spacing w:after="0"/>
              <w:rPr>
                <w:sz w:val="18"/>
                <w:szCs w:val="18"/>
              </w:rPr>
            </w:pPr>
            <w:r w:rsidRPr="00F83A0B">
              <w:rPr>
                <w:sz w:val="18"/>
                <w:szCs w:val="18"/>
              </w:rPr>
              <w:t>Dauer</w:t>
            </w:r>
          </w:p>
        </w:tc>
        <w:tc>
          <w:tcPr>
            <w:tcW w:w="850" w:type="dxa"/>
            <w:shd w:val="clear" w:color="auto" w:fill="FFC000" w:themeFill="accent4"/>
          </w:tcPr>
          <w:p w14:paraId="67B553F1" w14:textId="77777777" w:rsidR="00F83A0B" w:rsidRPr="00F83A0B" w:rsidRDefault="00F83A0B" w:rsidP="008C2DF3">
            <w:pPr>
              <w:spacing w:after="0"/>
              <w:rPr>
                <w:sz w:val="18"/>
                <w:szCs w:val="18"/>
              </w:rPr>
            </w:pPr>
            <w:r w:rsidRPr="00F83A0B">
              <w:rPr>
                <w:sz w:val="18"/>
                <w:szCs w:val="18"/>
              </w:rPr>
              <w:t>Trainer</w:t>
            </w:r>
          </w:p>
        </w:tc>
      </w:tr>
      <w:tr w:rsidR="00CD50EA" w:rsidRPr="00F83A0B" w14:paraId="1C6C80B7" w14:textId="77777777" w:rsidTr="00F83A0B">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7B2E9D3C" w14:textId="77777777" w:rsidR="00CD50EA" w:rsidRPr="00F83A0B" w:rsidRDefault="00CD50EA" w:rsidP="00CD50EA">
            <w:pPr>
              <w:spacing w:after="0"/>
              <w:rPr>
                <w:sz w:val="18"/>
                <w:szCs w:val="18"/>
              </w:rPr>
            </w:pPr>
            <w:r w:rsidRPr="00F83A0B">
              <w:rPr>
                <w:sz w:val="18"/>
                <w:szCs w:val="18"/>
              </w:rPr>
              <w:t>…</w:t>
            </w:r>
          </w:p>
        </w:tc>
        <w:tc>
          <w:tcPr>
            <w:tcW w:w="937" w:type="dxa"/>
          </w:tcPr>
          <w:p w14:paraId="46530A25" w14:textId="77777777" w:rsidR="00CD50EA" w:rsidRPr="00F83A0B" w:rsidRDefault="00CD50EA" w:rsidP="00CD50EA">
            <w:pPr>
              <w:spacing w:after="0"/>
              <w:rPr>
                <w:sz w:val="18"/>
                <w:szCs w:val="18"/>
              </w:rPr>
            </w:pPr>
            <w:r w:rsidRPr="00F83A0B">
              <w:rPr>
                <w:sz w:val="18"/>
                <w:szCs w:val="18"/>
              </w:rPr>
              <w:t>…</w:t>
            </w:r>
          </w:p>
        </w:tc>
        <w:tc>
          <w:tcPr>
            <w:tcW w:w="1150" w:type="dxa"/>
          </w:tcPr>
          <w:p w14:paraId="7AB91750" w14:textId="77777777" w:rsidR="00CD50EA" w:rsidRPr="00F83A0B" w:rsidRDefault="00CD50EA" w:rsidP="00CD50EA">
            <w:pPr>
              <w:spacing w:after="0"/>
              <w:rPr>
                <w:sz w:val="18"/>
                <w:szCs w:val="18"/>
              </w:rPr>
            </w:pPr>
            <w:r w:rsidRPr="00F83A0B">
              <w:rPr>
                <w:sz w:val="18"/>
                <w:szCs w:val="18"/>
              </w:rPr>
              <w:t>…</w:t>
            </w:r>
          </w:p>
        </w:tc>
        <w:tc>
          <w:tcPr>
            <w:tcW w:w="790" w:type="dxa"/>
          </w:tcPr>
          <w:p w14:paraId="46D09F0C" w14:textId="1E7E7A79" w:rsidR="00CD50EA" w:rsidRPr="00F83A0B" w:rsidRDefault="00CD50EA" w:rsidP="00CD50EA">
            <w:pPr>
              <w:spacing w:after="0"/>
              <w:rPr>
                <w:sz w:val="18"/>
                <w:szCs w:val="18"/>
              </w:rPr>
            </w:pPr>
            <w:r w:rsidRPr="007E4F2B">
              <w:rPr>
                <w:sz w:val="18"/>
                <w:szCs w:val="18"/>
              </w:rPr>
              <w:t>…</w:t>
            </w:r>
          </w:p>
        </w:tc>
        <w:tc>
          <w:tcPr>
            <w:tcW w:w="972" w:type="dxa"/>
          </w:tcPr>
          <w:p w14:paraId="0B3EB320" w14:textId="752D3E5C" w:rsidR="00CD50EA" w:rsidRPr="00F83A0B" w:rsidRDefault="00CD50EA" w:rsidP="00CD50EA">
            <w:pPr>
              <w:spacing w:after="0"/>
              <w:rPr>
                <w:sz w:val="18"/>
                <w:szCs w:val="18"/>
              </w:rPr>
            </w:pPr>
            <w:r w:rsidRPr="007E4F2B">
              <w:rPr>
                <w:sz w:val="18"/>
                <w:szCs w:val="18"/>
              </w:rPr>
              <w:t>…</w:t>
            </w:r>
          </w:p>
        </w:tc>
        <w:tc>
          <w:tcPr>
            <w:tcW w:w="1125" w:type="dxa"/>
          </w:tcPr>
          <w:p w14:paraId="073E00AD" w14:textId="63BE376C" w:rsidR="00CD50EA" w:rsidRPr="00F83A0B" w:rsidRDefault="00CD50EA" w:rsidP="00CD50EA">
            <w:pPr>
              <w:spacing w:after="0"/>
              <w:rPr>
                <w:sz w:val="18"/>
                <w:szCs w:val="18"/>
              </w:rPr>
            </w:pPr>
            <w:r w:rsidRPr="007E4F2B">
              <w:rPr>
                <w:sz w:val="18"/>
                <w:szCs w:val="18"/>
              </w:rPr>
              <w:t>…</w:t>
            </w:r>
          </w:p>
        </w:tc>
        <w:tc>
          <w:tcPr>
            <w:tcW w:w="979" w:type="dxa"/>
          </w:tcPr>
          <w:p w14:paraId="29C04B27" w14:textId="569AAF25" w:rsidR="00CD50EA" w:rsidRPr="00F83A0B" w:rsidRDefault="00CD50EA" w:rsidP="00CD50EA">
            <w:pPr>
              <w:spacing w:after="0"/>
              <w:rPr>
                <w:sz w:val="18"/>
                <w:szCs w:val="18"/>
              </w:rPr>
            </w:pPr>
            <w:r w:rsidRPr="00F83A0B">
              <w:rPr>
                <w:sz w:val="18"/>
                <w:szCs w:val="18"/>
              </w:rPr>
              <w:t>…</w:t>
            </w:r>
          </w:p>
        </w:tc>
        <w:tc>
          <w:tcPr>
            <w:tcW w:w="850" w:type="dxa"/>
          </w:tcPr>
          <w:p w14:paraId="510FF102" w14:textId="77777777" w:rsidR="00CD50EA" w:rsidRPr="00F83A0B" w:rsidRDefault="00CD50EA" w:rsidP="00CD50EA">
            <w:pPr>
              <w:spacing w:after="0"/>
              <w:rPr>
                <w:sz w:val="18"/>
                <w:szCs w:val="18"/>
              </w:rPr>
            </w:pPr>
            <w:r w:rsidRPr="00F83A0B">
              <w:rPr>
                <w:sz w:val="18"/>
                <w:szCs w:val="18"/>
              </w:rPr>
              <w:t>…</w:t>
            </w:r>
          </w:p>
        </w:tc>
        <w:tc>
          <w:tcPr>
            <w:tcW w:w="709" w:type="dxa"/>
          </w:tcPr>
          <w:p w14:paraId="6B9DAB65" w14:textId="77777777" w:rsidR="00CD50EA" w:rsidRPr="00F83A0B" w:rsidRDefault="00CD50EA" w:rsidP="00CD50EA">
            <w:pPr>
              <w:spacing w:after="0"/>
              <w:rPr>
                <w:sz w:val="18"/>
                <w:szCs w:val="18"/>
              </w:rPr>
            </w:pPr>
            <w:r w:rsidRPr="00F83A0B">
              <w:rPr>
                <w:sz w:val="18"/>
                <w:szCs w:val="18"/>
              </w:rPr>
              <w:t>…</w:t>
            </w:r>
          </w:p>
        </w:tc>
        <w:tc>
          <w:tcPr>
            <w:tcW w:w="850" w:type="dxa"/>
            <w:shd w:val="clear" w:color="auto" w:fill="FFF2CC" w:themeFill="accent4" w:themeFillTint="33"/>
          </w:tcPr>
          <w:p w14:paraId="1AC54172" w14:textId="77777777" w:rsidR="00CD50EA" w:rsidRPr="00F83A0B" w:rsidRDefault="00CD50EA" w:rsidP="00CD50EA">
            <w:pPr>
              <w:spacing w:after="0"/>
              <w:rPr>
                <w:sz w:val="18"/>
                <w:szCs w:val="18"/>
              </w:rPr>
            </w:pPr>
            <w:r w:rsidRPr="00F83A0B">
              <w:rPr>
                <w:sz w:val="18"/>
                <w:szCs w:val="18"/>
              </w:rPr>
              <w:t>…</w:t>
            </w:r>
          </w:p>
        </w:tc>
      </w:tr>
      <w:tr w:rsidR="00F83A0B" w:rsidRPr="00F83A0B" w14:paraId="38BB8B7E" w14:textId="77777777" w:rsidTr="00F83A0B">
        <w:tc>
          <w:tcPr>
            <w:tcW w:w="710" w:type="dxa"/>
          </w:tcPr>
          <w:p w14:paraId="1FD5289C" w14:textId="45EFB0E7" w:rsidR="00F83A0B" w:rsidRPr="00F83A0B" w:rsidRDefault="005D313B" w:rsidP="008C2DF3">
            <w:pPr>
              <w:spacing w:after="0"/>
              <w:rPr>
                <w:sz w:val="18"/>
                <w:szCs w:val="18"/>
              </w:rPr>
            </w:pPr>
            <w:r>
              <w:rPr>
                <w:sz w:val="18"/>
                <w:szCs w:val="18"/>
              </w:rPr>
              <w:t>TWJ</w:t>
            </w:r>
          </w:p>
        </w:tc>
        <w:tc>
          <w:tcPr>
            <w:tcW w:w="937" w:type="dxa"/>
          </w:tcPr>
          <w:p w14:paraId="4F83A789" w14:textId="2C7A81E1" w:rsidR="00F83A0B" w:rsidRPr="00F83A0B" w:rsidRDefault="00F83A0B" w:rsidP="008C2DF3">
            <w:pPr>
              <w:spacing w:after="0"/>
              <w:rPr>
                <w:sz w:val="18"/>
                <w:szCs w:val="18"/>
              </w:rPr>
            </w:pPr>
            <w:r>
              <w:rPr>
                <w:sz w:val="18"/>
                <w:szCs w:val="18"/>
              </w:rPr>
              <w:t>Turnen</w:t>
            </w:r>
          </w:p>
        </w:tc>
        <w:tc>
          <w:tcPr>
            <w:tcW w:w="1150" w:type="dxa"/>
          </w:tcPr>
          <w:p w14:paraId="08BF1BD3" w14:textId="1770621F" w:rsidR="00F83A0B" w:rsidRPr="00F83A0B" w:rsidRDefault="00F83A0B" w:rsidP="008C2DF3">
            <w:pPr>
              <w:spacing w:after="0"/>
              <w:rPr>
                <w:sz w:val="18"/>
                <w:szCs w:val="18"/>
              </w:rPr>
            </w:pPr>
            <w:r w:rsidRPr="00F83A0B">
              <w:rPr>
                <w:sz w:val="18"/>
                <w:szCs w:val="18"/>
              </w:rPr>
              <w:t>Sporthalle IGS</w:t>
            </w:r>
          </w:p>
        </w:tc>
        <w:tc>
          <w:tcPr>
            <w:tcW w:w="790" w:type="dxa"/>
          </w:tcPr>
          <w:p w14:paraId="269B1418" w14:textId="4ECEC708" w:rsidR="00F83A0B" w:rsidRPr="00F83A0B" w:rsidRDefault="00F83A0B" w:rsidP="008C2DF3">
            <w:pPr>
              <w:spacing w:after="0"/>
              <w:rPr>
                <w:sz w:val="18"/>
                <w:szCs w:val="18"/>
              </w:rPr>
            </w:pPr>
            <w:r w:rsidRPr="00F83A0B">
              <w:rPr>
                <w:sz w:val="18"/>
                <w:szCs w:val="18"/>
              </w:rPr>
              <w:t>300</w:t>
            </w:r>
          </w:p>
        </w:tc>
        <w:tc>
          <w:tcPr>
            <w:tcW w:w="972" w:type="dxa"/>
          </w:tcPr>
          <w:p w14:paraId="265E972A" w14:textId="1CD40A45" w:rsidR="00F83A0B" w:rsidRPr="00F83A0B" w:rsidRDefault="00F83A0B" w:rsidP="008C2DF3">
            <w:pPr>
              <w:spacing w:after="0"/>
              <w:rPr>
                <w:sz w:val="18"/>
                <w:szCs w:val="18"/>
              </w:rPr>
            </w:pPr>
            <w:r w:rsidRPr="00F83A0B">
              <w:rPr>
                <w:sz w:val="18"/>
                <w:szCs w:val="18"/>
              </w:rPr>
              <w:t>Herr Freund</w:t>
            </w:r>
          </w:p>
        </w:tc>
        <w:tc>
          <w:tcPr>
            <w:tcW w:w="1125" w:type="dxa"/>
          </w:tcPr>
          <w:p w14:paraId="15D9F3D0" w14:textId="7C9FDD4C" w:rsidR="00F83A0B" w:rsidRPr="00F83A0B" w:rsidRDefault="00F83A0B" w:rsidP="008C2DF3">
            <w:pPr>
              <w:spacing w:after="0"/>
              <w:rPr>
                <w:sz w:val="18"/>
                <w:szCs w:val="18"/>
              </w:rPr>
            </w:pPr>
            <w:r w:rsidRPr="00F83A0B">
              <w:rPr>
                <w:sz w:val="18"/>
                <w:szCs w:val="18"/>
              </w:rPr>
              <w:t>0151-73451239</w:t>
            </w:r>
          </w:p>
        </w:tc>
        <w:tc>
          <w:tcPr>
            <w:tcW w:w="979" w:type="dxa"/>
          </w:tcPr>
          <w:p w14:paraId="656B25F6" w14:textId="4E26CEEF" w:rsidR="00F83A0B" w:rsidRPr="00F83A0B" w:rsidRDefault="005D313B" w:rsidP="008C2DF3">
            <w:pPr>
              <w:spacing w:after="0"/>
              <w:rPr>
                <w:sz w:val="18"/>
                <w:szCs w:val="18"/>
              </w:rPr>
            </w:pPr>
            <w:r>
              <w:rPr>
                <w:sz w:val="18"/>
                <w:szCs w:val="18"/>
              </w:rPr>
              <w:t>Dienstag</w:t>
            </w:r>
          </w:p>
        </w:tc>
        <w:tc>
          <w:tcPr>
            <w:tcW w:w="850" w:type="dxa"/>
          </w:tcPr>
          <w:p w14:paraId="5A9C3F6F" w14:textId="58FEB398" w:rsidR="00F83A0B" w:rsidRPr="00F83A0B" w:rsidRDefault="005D313B" w:rsidP="008C2DF3">
            <w:pPr>
              <w:spacing w:after="0"/>
              <w:rPr>
                <w:sz w:val="18"/>
                <w:szCs w:val="18"/>
              </w:rPr>
            </w:pPr>
            <w:r>
              <w:rPr>
                <w:sz w:val="18"/>
                <w:szCs w:val="18"/>
              </w:rPr>
              <w:t>16:00</w:t>
            </w:r>
          </w:p>
        </w:tc>
        <w:tc>
          <w:tcPr>
            <w:tcW w:w="709" w:type="dxa"/>
          </w:tcPr>
          <w:p w14:paraId="373A62D6" w14:textId="3938CB6A" w:rsidR="00F83A0B" w:rsidRPr="00F83A0B" w:rsidRDefault="005D313B" w:rsidP="008C2DF3">
            <w:pPr>
              <w:spacing w:after="0"/>
              <w:rPr>
                <w:sz w:val="18"/>
                <w:szCs w:val="18"/>
              </w:rPr>
            </w:pPr>
            <w:r>
              <w:rPr>
                <w:sz w:val="18"/>
                <w:szCs w:val="18"/>
              </w:rPr>
              <w:t>60</w:t>
            </w:r>
          </w:p>
        </w:tc>
        <w:tc>
          <w:tcPr>
            <w:tcW w:w="850" w:type="dxa"/>
          </w:tcPr>
          <w:p w14:paraId="55EE7997" w14:textId="069E7164" w:rsidR="00F83A0B" w:rsidRPr="00F83A0B" w:rsidRDefault="005D313B" w:rsidP="008C2DF3">
            <w:pPr>
              <w:spacing w:after="0"/>
              <w:rPr>
                <w:sz w:val="18"/>
                <w:szCs w:val="18"/>
              </w:rPr>
            </w:pPr>
            <w:r>
              <w:rPr>
                <w:sz w:val="18"/>
                <w:szCs w:val="18"/>
              </w:rPr>
              <w:t>26</w:t>
            </w:r>
          </w:p>
        </w:tc>
      </w:tr>
      <w:tr w:rsidR="00F83A0B" w:rsidRPr="00F83A0B" w14:paraId="5E5C9470" w14:textId="77777777" w:rsidTr="005D313B">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0992BF34" w14:textId="77777777" w:rsidR="00F83A0B" w:rsidRPr="00F83A0B" w:rsidRDefault="00F83A0B" w:rsidP="008C2DF3">
            <w:pPr>
              <w:spacing w:after="0"/>
              <w:rPr>
                <w:sz w:val="18"/>
                <w:szCs w:val="18"/>
              </w:rPr>
            </w:pPr>
            <w:r w:rsidRPr="00F83A0B">
              <w:rPr>
                <w:sz w:val="18"/>
                <w:szCs w:val="18"/>
              </w:rPr>
              <w:t>HHE</w:t>
            </w:r>
          </w:p>
        </w:tc>
        <w:tc>
          <w:tcPr>
            <w:tcW w:w="937" w:type="dxa"/>
          </w:tcPr>
          <w:p w14:paraId="5DBDF5BF" w14:textId="77777777" w:rsidR="00F83A0B" w:rsidRPr="00F83A0B" w:rsidRDefault="00F83A0B" w:rsidP="008C2DF3">
            <w:pPr>
              <w:spacing w:after="0"/>
              <w:rPr>
                <w:sz w:val="18"/>
                <w:szCs w:val="18"/>
              </w:rPr>
            </w:pPr>
            <w:r w:rsidRPr="00F83A0B">
              <w:rPr>
                <w:sz w:val="18"/>
                <w:szCs w:val="18"/>
              </w:rPr>
              <w:t>Handball</w:t>
            </w:r>
          </w:p>
        </w:tc>
        <w:tc>
          <w:tcPr>
            <w:tcW w:w="1150" w:type="dxa"/>
          </w:tcPr>
          <w:p w14:paraId="5B8981A4" w14:textId="77777777" w:rsidR="00F83A0B" w:rsidRPr="00F83A0B" w:rsidRDefault="00F83A0B" w:rsidP="008C2DF3">
            <w:pPr>
              <w:spacing w:after="0"/>
              <w:rPr>
                <w:sz w:val="18"/>
                <w:szCs w:val="18"/>
              </w:rPr>
            </w:pPr>
            <w:r w:rsidRPr="00F83A0B">
              <w:rPr>
                <w:sz w:val="18"/>
                <w:szCs w:val="18"/>
              </w:rPr>
              <w:t>Sporthalle 2</w:t>
            </w:r>
          </w:p>
        </w:tc>
        <w:tc>
          <w:tcPr>
            <w:tcW w:w="790" w:type="dxa"/>
          </w:tcPr>
          <w:p w14:paraId="5CAD9606" w14:textId="0D1C1511" w:rsidR="00F83A0B" w:rsidRPr="00F83A0B" w:rsidRDefault="00F83A0B" w:rsidP="008C2DF3">
            <w:pPr>
              <w:spacing w:after="0"/>
              <w:rPr>
                <w:sz w:val="18"/>
                <w:szCs w:val="18"/>
              </w:rPr>
            </w:pPr>
            <w:r w:rsidRPr="00F83A0B">
              <w:rPr>
                <w:sz w:val="18"/>
                <w:szCs w:val="18"/>
              </w:rPr>
              <w:t>200</w:t>
            </w:r>
          </w:p>
        </w:tc>
        <w:tc>
          <w:tcPr>
            <w:tcW w:w="972" w:type="dxa"/>
          </w:tcPr>
          <w:p w14:paraId="34FDA13D" w14:textId="4B64220E" w:rsidR="00F83A0B" w:rsidRPr="00F83A0B" w:rsidRDefault="00F83A0B" w:rsidP="008C2DF3">
            <w:pPr>
              <w:spacing w:after="0"/>
              <w:rPr>
                <w:sz w:val="18"/>
                <w:szCs w:val="18"/>
              </w:rPr>
            </w:pPr>
            <w:r w:rsidRPr="00F83A0B">
              <w:rPr>
                <w:sz w:val="18"/>
                <w:szCs w:val="18"/>
              </w:rPr>
              <w:t>Frau Holle</w:t>
            </w:r>
          </w:p>
        </w:tc>
        <w:tc>
          <w:tcPr>
            <w:tcW w:w="1125" w:type="dxa"/>
          </w:tcPr>
          <w:p w14:paraId="2A4FF929" w14:textId="027713E3" w:rsidR="00F83A0B" w:rsidRPr="00F83A0B" w:rsidRDefault="00F83A0B" w:rsidP="008C2DF3">
            <w:pPr>
              <w:spacing w:after="0"/>
              <w:rPr>
                <w:sz w:val="18"/>
                <w:szCs w:val="18"/>
              </w:rPr>
            </w:pPr>
            <w:r w:rsidRPr="00F83A0B">
              <w:rPr>
                <w:sz w:val="18"/>
                <w:szCs w:val="18"/>
              </w:rPr>
              <w:t>0162-192837465</w:t>
            </w:r>
          </w:p>
        </w:tc>
        <w:tc>
          <w:tcPr>
            <w:tcW w:w="979" w:type="dxa"/>
          </w:tcPr>
          <w:p w14:paraId="453F67F0" w14:textId="70ACA557" w:rsidR="00F83A0B" w:rsidRPr="00F83A0B" w:rsidRDefault="00F83A0B" w:rsidP="008C2DF3">
            <w:pPr>
              <w:spacing w:after="0"/>
              <w:rPr>
                <w:sz w:val="18"/>
                <w:szCs w:val="18"/>
              </w:rPr>
            </w:pPr>
            <w:r w:rsidRPr="00F83A0B">
              <w:rPr>
                <w:sz w:val="18"/>
                <w:szCs w:val="18"/>
              </w:rPr>
              <w:t>Mittwoch</w:t>
            </w:r>
          </w:p>
        </w:tc>
        <w:tc>
          <w:tcPr>
            <w:tcW w:w="850" w:type="dxa"/>
          </w:tcPr>
          <w:p w14:paraId="2C834997" w14:textId="77777777" w:rsidR="00F83A0B" w:rsidRPr="00F83A0B" w:rsidRDefault="00F83A0B" w:rsidP="008C2DF3">
            <w:pPr>
              <w:spacing w:after="0"/>
              <w:rPr>
                <w:sz w:val="18"/>
                <w:szCs w:val="18"/>
              </w:rPr>
            </w:pPr>
            <w:r w:rsidRPr="00F83A0B">
              <w:rPr>
                <w:sz w:val="18"/>
                <w:szCs w:val="18"/>
              </w:rPr>
              <w:t>17:30</w:t>
            </w:r>
          </w:p>
        </w:tc>
        <w:tc>
          <w:tcPr>
            <w:tcW w:w="709" w:type="dxa"/>
          </w:tcPr>
          <w:p w14:paraId="43AAF2CF" w14:textId="77777777" w:rsidR="00F83A0B" w:rsidRPr="00F83A0B" w:rsidRDefault="00F83A0B" w:rsidP="008C2DF3">
            <w:pPr>
              <w:spacing w:after="0"/>
              <w:rPr>
                <w:sz w:val="18"/>
                <w:szCs w:val="18"/>
              </w:rPr>
            </w:pPr>
            <w:r w:rsidRPr="00F83A0B">
              <w:rPr>
                <w:sz w:val="18"/>
                <w:szCs w:val="18"/>
              </w:rPr>
              <w:t>90</w:t>
            </w:r>
          </w:p>
        </w:tc>
        <w:tc>
          <w:tcPr>
            <w:tcW w:w="850" w:type="dxa"/>
            <w:shd w:val="clear" w:color="auto" w:fill="FFF2CC" w:themeFill="accent4" w:themeFillTint="33"/>
          </w:tcPr>
          <w:p w14:paraId="1031B795" w14:textId="77777777" w:rsidR="00F83A0B" w:rsidRPr="00F83A0B" w:rsidRDefault="00F83A0B" w:rsidP="008C2DF3">
            <w:pPr>
              <w:spacing w:after="0"/>
              <w:rPr>
                <w:sz w:val="18"/>
                <w:szCs w:val="18"/>
              </w:rPr>
            </w:pPr>
            <w:r w:rsidRPr="00F83A0B">
              <w:rPr>
                <w:sz w:val="18"/>
                <w:szCs w:val="18"/>
              </w:rPr>
              <w:t>25</w:t>
            </w:r>
          </w:p>
        </w:tc>
      </w:tr>
      <w:tr w:rsidR="00F83A0B" w:rsidRPr="00FD576A" w14:paraId="2AF8A3FE" w14:textId="77777777" w:rsidTr="005D313B">
        <w:tc>
          <w:tcPr>
            <w:tcW w:w="710" w:type="dxa"/>
            <w:shd w:val="clear" w:color="auto" w:fill="FFFFFF" w:themeFill="background1"/>
          </w:tcPr>
          <w:p w14:paraId="20B76734" w14:textId="77777777" w:rsidR="00F83A0B" w:rsidRPr="00F83A0B" w:rsidRDefault="00F83A0B" w:rsidP="008C2DF3">
            <w:pPr>
              <w:spacing w:after="0"/>
              <w:rPr>
                <w:sz w:val="18"/>
                <w:szCs w:val="18"/>
              </w:rPr>
            </w:pPr>
            <w:r w:rsidRPr="00F83A0B">
              <w:rPr>
                <w:sz w:val="18"/>
                <w:szCs w:val="18"/>
              </w:rPr>
              <w:t>HHJ</w:t>
            </w:r>
          </w:p>
        </w:tc>
        <w:tc>
          <w:tcPr>
            <w:tcW w:w="937" w:type="dxa"/>
          </w:tcPr>
          <w:p w14:paraId="36FEF98D" w14:textId="77777777" w:rsidR="00F83A0B" w:rsidRPr="00F83A0B" w:rsidRDefault="00F83A0B" w:rsidP="008C2DF3">
            <w:pPr>
              <w:spacing w:after="0"/>
              <w:rPr>
                <w:sz w:val="18"/>
                <w:szCs w:val="18"/>
              </w:rPr>
            </w:pPr>
            <w:r w:rsidRPr="00F83A0B">
              <w:rPr>
                <w:sz w:val="18"/>
                <w:szCs w:val="18"/>
              </w:rPr>
              <w:t>Handball</w:t>
            </w:r>
          </w:p>
        </w:tc>
        <w:tc>
          <w:tcPr>
            <w:tcW w:w="1150" w:type="dxa"/>
          </w:tcPr>
          <w:p w14:paraId="6EB870E2" w14:textId="77777777" w:rsidR="00F83A0B" w:rsidRPr="00F83A0B" w:rsidRDefault="00F83A0B" w:rsidP="008C2DF3">
            <w:pPr>
              <w:spacing w:after="0"/>
              <w:rPr>
                <w:sz w:val="18"/>
                <w:szCs w:val="18"/>
              </w:rPr>
            </w:pPr>
            <w:r w:rsidRPr="00F83A0B">
              <w:rPr>
                <w:sz w:val="18"/>
                <w:szCs w:val="18"/>
              </w:rPr>
              <w:t>Sporthalle 2</w:t>
            </w:r>
          </w:p>
        </w:tc>
        <w:tc>
          <w:tcPr>
            <w:tcW w:w="790" w:type="dxa"/>
          </w:tcPr>
          <w:p w14:paraId="538EA9B5" w14:textId="4F0F8A11" w:rsidR="00F83A0B" w:rsidRPr="00F83A0B" w:rsidRDefault="00F83A0B" w:rsidP="008C2DF3">
            <w:pPr>
              <w:spacing w:after="0"/>
              <w:rPr>
                <w:sz w:val="18"/>
                <w:szCs w:val="18"/>
              </w:rPr>
            </w:pPr>
            <w:r w:rsidRPr="00F83A0B">
              <w:rPr>
                <w:sz w:val="18"/>
                <w:szCs w:val="18"/>
              </w:rPr>
              <w:t>200</w:t>
            </w:r>
          </w:p>
        </w:tc>
        <w:tc>
          <w:tcPr>
            <w:tcW w:w="972" w:type="dxa"/>
          </w:tcPr>
          <w:p w14:paraId="2E659031" w14:textId="66085F8B" w:rsidR="00F83A0B" w:rsidRPr="00F83A0B" w:rsidRDefault="00F83A0B" w:rsidP="008C2DF3">
            <w:pPr>
              <w:spacing w:after="0"/>
              <w:rPr>
                <w:sz w:val="18"/>
                <w:szCs w:val="18"/>
              </w:rPr>
            </w:pPr>
            <w:r w:rsidRPr="00F83A0B">
              <w:rPr>
                <w:sz w:val="18"/>
                <w:szCs w:val="18"/>
              </w:rPr>
              <w:t>Frau Holle</w:t>
            </w:r>
          </w:p>
        </w:tc>
        <w:tc>
          <w:tcPr>
            <w:tcW w:w="1125" w:type="dxa"/>
          </w:tcPr>
          <w:p w14:paraId="4C3212AD" w14:textId="72145B7D" w:rsidR="00F83A0B" w:rsidRPr="00F83A0B" w:rsidRDefault="00F83A0B" w:rsidP="008C2DF3">
            <w:pPr>
              <w:spacing w:after="0"/>
              <w:rPr>
                <w:sz w:val="18"/>
                <w:szCs w:val="18"/>
              </w:rPr>
            </w:pPr>
            <w:r w:rsidRPr="00F83A0B">
              <w:rPr>
                <w:sz w:val="18"/>
                <w:szCs w:val="18"/>
              </w:rPr>
              <w:t>0162-192837465</w:t>
            </w:r>
          </w:p>
        </w:tc>
        <w:tc>
          <w:tcPr>
            <w:tcW w:w="979" w:type="dxa"/>
          </w:tcPr>
          <w:p w14:paraId="34CF8610" w14:textId="0770B910" w:rsidR="00F83A0B" w:rsidRPr="00F83A0B" w:rsidRDefault="00F83A0B" w:rsidP="008C2DF3">
            <w:pPr>
              <w:spacing w:after="0"/>
              <w:rPr>
                <w:sz w:val="18"/>
                <w:szCs w:val="18"/>
              </w:rPr>
            </w:pPr>
            <w:r w:rsidRPr="00F83A0B">
              <w:rPr>
                <w:sz w:val="18"/>
                <w:szCs w:val="18"/>
              </w:rPr>
              <w:t>Donners</w:t>
            </w:r>
            <w:r w:rsidR="005D313B">
              <w:rPr>
                <w:sz w:val="18"/>
                <w:szCs w:val="18"/>
              </w:rPr>
              <w:softHyphen/>
            </w:r>
            <w:r w:rsidRPr="00F83A0B">
              <w:rPr>
                <w:sz w:val="18"/>
                <w:szCs w:val="18"/>
              </w:rPr>
              <w:t>tag</w:t>
            </w:r>
          </w:p>
        </w:tc>
        <w:tc>
          <w:tcPr>
            <w:tcW w:w="850" w:type="dxa"/>
          </w:tcPr>
          <w:p w14:paraId="1856E650" w14:textId="77777777" w:rsidR="00F83A0B" w:rsidRPr="00F83A0B" w:rsidRDefault="00F83A0B" w:rsidP="008C2DF3">
            <w:pPr>
              <w:spacing w:after="0"/>
              <w:rPr>
                <w:sz w:val="18"/>
                <w:szCs w:val="18"/>
              </w:rPr>
            </w:pPr>
            <w:r w:rsidRPr="00F83A0B">
              <w:rPr>
                <w:sz w:val="18"/>
                <w:szCs w:val="18"/>
              </w:rPr>
              <w:t>17:00</w:t>
            </w:r>
          </w:p>
        </w:tc>
        <w:tc>
          <w:tcPr>
            <w:tcW w:w="709" w:type="dxa"/>
          </w:tcPr>
          <w:p w14:paraId="58CE3E03" w14:textId="77777777" w:rsidR="00F83A0B" w:rsidRPr="00F83A0B" w:rsidRDefault="00F83A0B" w:rsidP="008C2DF3">
            <w:pPr>
              <w:spacing w:after="0"/>
              <w:rPr>
                <w:sz w:val="18"/>
                <w:szCs w:val="18"/>
              </w:rPr>
            </w:pPr>
            <w:r w:rsidRPr="00F83A0B">
              <w:rPr>
                <w:sz w:val="18"/>
                <w:szCs w:val="18"/>
              </w:rPr>
              <w:t>60</w:t>
            </w:r>
          </w:p>
        </w:tc>
        <w:tc>
          <w:tcPr>
            <w:tcW w:w="850" w:type="dxa"/>
            <w:shd w:val="clear" w:color="auto" w:fill="FFFFFF" w:themeFill="background1"/>
          </w:tcPr>
          <w:p w14:paraId="7B2DE6B5" w14:textId="77777777" w:rsidR="00F83A0B" w:rsidRPr="00F83A0B" w:rsidRDefault="00F83A0B" w:rsidP="008C2DF3">
            <w:pPr>
              <w:spacing w:after="0"/>
              <w:rPr>
                <w:sz w:val="18"/>
                <w:szCs w:val="18"/>
              </w:rPr>
            </w:pPr>
            <w:r w:rsidRPr="00F83A0B">
              <w:rPr>
                <w:sz w:val="18"/>
                <w:szCs w:val="18"/>
              </w:rPr>
              <w:t>25</w:t>
            </w:r>
          </w:p>
        </w:tc>
      </w:tr>
      <w:tr w:rsidR="00CD50EA" w:rsidRPr="00FD576A" w14:paraId="642D01D0" w14:textId="77777777" w:rsidTr="005D313B">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1FB81307" w14:textId="77777777" w:rsidR="00CD50EA" w:rsidRPr="00FD576A" w:rsidRDefault="00CD50EA" w:rsidP="00CD50EA">
            <w:pPr>
              <w:spacing w:after="0"/>
              <w:rPr>
                <w:sz w:val="20"/>
                <w:szCs w:val="20"/>
              </w:rPr>
            </w:pPr>
            <w:r w:rsidRPr="00FD576A">
              <w:rPr>
                <w:sz w:val="20"/>
                <w:szCs w:val="20"/>
              </w:rPr>
              <w:t>…</w:t>
            </w:r>
          </w:p>
        </w:tc>
        <w:tc>
          <w:tcPr>
            <w:tcW w:w="937" w:type="dxa"/>
          </w:tcPr>
          <w:p w14:paraId="73BEBF84" w14:textId="77777777" w:rsidR="00CD50EA" w:rsidRPr="00FD576A" w:rsidRDefault="00CD50EA" w:rsidP="00CD50EA">
            <w:pPr>
              <w:spacing w:after="0"/>
              <w:rPr>
                <w:sz w:val="20"/>
                <w:szCs w:val="20"/>
              </w:rPr>
            </w:pPr>
            <w:r w:rsidRPr="00FD576A">
              <w:rPr>
                <w:sz w:val="20"/>
                <w:szCs w:val="20"/>
              </w:rPr>
              <w:t>…</w:t>
            </w:r>
          </w:p>
        </w:tc>
        <w:tc>
          <w:tcPr>
            <w:tcW w:w="1150" w:type="dxa"/>
          </w:tcPr>
          <w:p w14:paraId="77C63232" w14:textId="77777777" w:rsidR="00CD50EA" w:rsidRPr="00FD576A" w:rsidRDefault="00CD50EA" w:rsidP="00CD50EA">
            <w:pPr>
              <w:spacing w:after="0"/>
              <w:rPr>
                <w:sz w:val="20"/>
                <w:szCs w:val="20"/>
              </w:rPr>
            </w:pPr>
            <w:r w:rsidRPr="00FD576A">
              <w:rPr>
                <w:sz w:val="20"/>
                <w:szCs w:val="20"/>
              </w:rPr>
              <w:t>…</w:t>
            </w:r>
          </w:p>
        </w:tc>
        <w:tc>
          <w:tcPr>
            <w:tcW w:w="790" w:type="dxa"/>
          </w:tcPr>
          <w:p w14:paraId="6C2D417A" w14:textId="12F88F7D" w:rsidR="00CD50EA" w:rsidRPr="00FD576A" w:rsidRDefault="00CD50EA" w:rsidP="00CD50EA">
            <w:pPr>
              <w:spacing w:after="0"/>
              <w:rPr>
                <w:sz w:val="20"/>
                <w:szCs w:val="20"/>
              </w:rPr>
            </w:pPr>
            <w:r w:rsidRPr="00AF07CC">
              <w:rPr>
                <w:sz w:val="18"/>
                <w:szCs w:val="18"/>
              </w:rPr>
              <w:t>…</w:t>
            </w:r>
          </w:p>
        </w:tc>
        <w:tc>
          <w:tcPr>
            <w:tcW w:w="972" w:type="dxa"/>
          </w:tcPr>
          <w:p w14:paraId="491D15C5" w14:textId="64A55AB1" w:rsidR="00CD50EA" w:rsidRPr="00FD576A" w:rsidRDefault="00CD50EA" w:rsidP="00CD50EA">
            <w:pPr>
              <w:spacing w:after="0"/>
              <w:rPr>
                <w:sz w:val="20"/>
                <w:szCs w:val="20"/>
              </w:rPr>
            </w:pPr>
            <w:r w:rsidRPr="00AF07CC">
              <w:rPr>
                <w:sz w:val="18"/>
                <w:szCs w:val="18"/>
              </w:rPr>
              <w:t>…</w:t>
            </w:r>
          </w:p>
        </w:tc>
        <w:tc>
          <w:tcPr>
            <w:tcW w:w="1125" w:type="dxa"/>
          </w:tcPr>
          <w:p w14:paraId="746328C7" w14:textId="36951F8E" w:rsidR="00CD50EA" w:rsidRPr="00FD576A" w:rsidRDefault="00CD50EA" w:rsidP="00CD50EA">
            <w:pPr>
              <w:spacing w:after="0"/>
              <w:rPr>
                <w:sz w:val="20"/>
                <w:szCs w:val="20"/>
              </w:rPr>
            </w:pPr>
            <w:r w:rsidRPr="00AF07CC">
              <w:rPr>
                <w:sz w:val="18"/>
                <w:szCs w:val="18"/>
              </w:rPr>
              <w:t>…</w:t>
            </w:r>
          </w:p>
        </w:tc>
        <w:tc>
          <w:tcPr>
            <w:tcW w:w="979" w:type="dxa"/>
          </w:tcPr>
          <w:p w14:paraId="0980A320" w14:textId="38035F13" w:rsidR="00CD50EA" w:rsidRPr="00FD576A" w:rsidRDefault="00CD50EA" w:rsidP="00CD50EA">
            <w:pPr>
              <w:spacing w:after="0"/>
              <w:rPr>
                <w:sz w:val="20"/>
                <w:szCs w:val="20"/>
              </w:rPr>
            </w:pPr>
            <w:r w:rsidRPr="00FD576A">
              <w:rPr>
                <w:sz w:val="20"/>
                <w:szCs w:val="20"/>
              </w:rPr>
              <w:t>…</w:t>
            </w:r>
          </w:p>
        </w:tc>
        <w:tc>
          <w:tcPr>
            <w:tcW w:w="850" w:type="dxa"/>
          </w:tcPr>
          <w:p w14:paraId="26FEB8F3" w14:textId="77777777" w:rsidR="00CD50EA" w:rsidRPr="00FD576A" w:rsidRDefault="00CD50EA" w:rsidP="00CD50EA">
            <w:pPr>
              <w:spacing w:after="0"/>
              <w:rPr>
                <w:sz w:val="20"/>
                <w:szCs w:val="20"/>
              </w:rPr>
            </w:pPr>
            <w:r w:rsidRPr="00FD576A">
              <w:rPr>
                <w:sz w:val="20"/>
                <w:szCs w:val="20"/>
              </w:rPr>
              <w:t>…</w:t>
            </w:r>
          </w:p>
        </w:tc>
        <w:tc>
          <w:tcPr>
            <w:tcW w:w="709" w:type="dxa"/>
          </w:tcPr>
          <w:p w14:paraId="150A1035" w14:textId="77777777" w:rsidR="00CD50EA" w:rsidRPr="00FD576A" w:rsidRDefault="00CD50EA" w:rsidP="00CD50EA">
            <w:pPr>
              <w:spacing w:after="0"/>
              <w:rPr>
                <w:sz w:val="20"/>
                <w:szCs w:val="20"/>
              </w:rPr>
            </w:pPr>
            <w:r w:rsidRPr="00FD576A">
              <w:rPr>
                <w:sz w:val="20"/>
                <w:szCs w:val="20"/>
              </w:rPr>
              <w:t>…</w:t>
            </w:r>
          </w:p>
        </w:tc>
        <w:tc>
          <w:tcPr>
            <w:tcW w:w="850" w:type="dxa"/>
            <w:shd w:val="clear" w:color="auto" w:fill="FFF2CC" w:themeFill="accent4" w:themeFillTint="33"/>
          </w:tcPr>
          <w:p w14:paraId="3E1C7122" w14:textId="77777777" w:rsidR="00CD50EA" w:rsidRPr="00FD576A" w:rsidRDefault="00CD50EA" w:rsidP="003D7F9C">
            <w:pPr>
              <w:keepNext/>
              <w:spacing w:after="0"/>
              <w:rPr>
                <w:sz w:val="20"/>
                <w:szCs w:val="20"/>
              </w:rPr>
            </w:pPr>
            <w:r w:rsidRPr="00FD576A">
              <w:rPr>
                <w:sz w:val="20"/>
                <w:szCs w:val="20"/>
              </w:rPr>
              <w:t>…</w:t>
            </w:r>
          </w:p>
        </w:tc>
      </w:tr>
    </w:tbl>
    <w:p w14:paraId="4331F4E1" w14:textId="4DAC5548" w:rsidR="00F83A0B" w:rsidRDefault="003D7F9C" w:rsidP="003D7F9C">
      <w:pPr>
        <w:pStyle w:val="UnterschriftINFSII"/>
      </w:pPr>
      <w:r>
        <w:t xml:space="preserve">Abbildung </w:t>
      </w:r>
      <w:fldSimple w:instr=" SEQ Abbildung \* ARABIC ">
        <w:r w:rsidR="00C303B8">
          <w:rPr>
            <w:noProof/>
          </w:rPr>
          <w:t>1</w:t>
        </w:r>
      </w:fldSimple>
      <w:r>
        <w:t>: Erweiterte Tabelle Kurse</w:t>
      </w:r>
    </w:p>
    <w:p w14:paraId="4B63A850" w14:textId="77777777" w:rsidR="005E52CD" w:rsidRDefault="005D313B">
      <w:r>
        <w:t xml:space="preserve">Diese Tabelle enthält redundante Daten, da </w:t>
      </w:r>
      <w:r w:rsidRPr="003D7F9C">
        <w:rPr>
          <w:i/>
          <w:iCs/>
        </w:rPr>
        <w:t>Hallengroesse</w:t>
      </w:r>
      <w:r>
        <w:t xml:space="preserve">, </w:t>
      </w:r>
      <w:r w:rsidRPr="003D7F9C">
        <w:rPr>
          <w:i/>
          <w:iCs/>
        </w:rPr>
        <w:t>Ansprechpartner</w:t>
      </w:r>
      <w:r>
        <w:t xml:space="preserve"> und zugehörige </w:t>
      </w:r>
      <w:r w:rsidRPr="003D7F9C">
        <w:rPr>
          <w:i/>
          <w:iCs/>
        </w:rPr>
        <w:t>Telefonnummer</w:t>
      </w:r>
      <w:r>
        <w:t xml:space="preserve"> für jeden Kurs, der in einer Sportstätte stattfindet</w:t>
      </w:r>
      <w:r w:rsidR="002E7812">
        <w:t>,</w:t>
      </w:r>
      <w:r>
        <w:t xml:space="preserve"> neu eingetragen werden</w:t>
      </w:r>
      <w:r w:rsidR="00DB5376">
        <w:t>, aber die Daten immer gleich sind</w:t>
      </w:r>
      <w:r>
        <w:t xml:space="preserve">. </w:t>
      </w:r>
      <w:r w:rsidR="00DB5376" w:rsidRPr="00DB5376">
        <w:rPr>
          <w:b/>
          <w:bCs/>
          <w:color w:val="4E6B9E"/>
        </w:rPr>
        <w:t xml:space="preserve">Redundante Daten </w:t>
      </w:r>
      <w:r w:rsidR="00DB5376">
        <w:t xml:space="preserve">erhöhen den Speicherbedarf und können zu </w:t>
      </w:r>
      <w:r w:rsidR="00DB5376">
        <w:lastRenderedPageBreak/>
        <w:t xml:space="preserve">Änderungsanomalien führen. </w:t>
      </w:r>
      <w:r>
        <w:t xml:space="preserve">Ändert sich die Telefonnummer eines Ansprechpartners, </w:t>
      </w:r>
      <w:r w:rsidR="00DB5376">
        <w:t>müssen mehrere Datensätze geändert</w:t>
      </w:r>
      <w:r w:rsidR="005E52CD">
        <w:t xml:space="preserve"> werden. Das ist zeitaufwändig</w:t>
      </w:r>
      <w:r w:rsidR="00DB5376">
        <w:t xml:space="preserve"> und es </w:t>
      </w:r>
      <w:r>
        <w:t>kann passieren, dass die Aktualisierung in einem Datensatz vergessen wird</w:t>
      </w:r>
      <w:r w:rsidR="002E7812">
        <w:t xml:space="preserve">. Das würde zu einem inkonsistenten Datenbestand mit widersprüchlichen Daten führen. Man spricht in diesem Fall von einer </w:t>
      </w:r>
      <w:r w:rsidR="002E7812" w:rsidRPr="002E7812">
        <w:rPr>
          <w:b/>
          <w:bCs/>
          <w:color w:val="4E6B9E"/>
        </w:rPr>
        <w:t>Änderungsanomalie</w:t>
      </w:r>
      <w:r w:rsidR="002E7812">
        <w:t>.</w:t>
      </w:r>
    </w:p>
    <w:p w14:paraId="45BCF5FF" w14:textId="77777777" w:rsidR="005E52CD" w:rsidRDefault="002E7812">
      <w:r>
        <w:t>Hat der Verein eine Kooperation für eine neue Sportstätte geschlossen, in der aber aktuell noch keine Kurse stattfinden, ergibt sich beim Einfügen der neuen Sportstätte in die Datenbank das Problem, das</w:t>
      </w:r>
      <w:r w:rsidR="005579A3">
        <w:t>s</w:t>
      </w:r>
      <w:r>
        <w:t xml:space="preserve"> dieser noch kein Wert für den Primärschlüssel zugeordnet werden kann. Folglich lässt sich die Sportstätte ohne zugehörigen Kurs gar nicht in den Datenbestand aufnehmen. In diesem Fall spricht man von einer </w:t>
      </w:r>
      <w:r w:rsidRPr="002E7812">
        <w:rPr>
          <w:b/>
          <w:bCs/>
          <w:color w:val="4E6B9E"/>
        </w:rPr>
        <w:t>Einfügeanomalie</w:t>
      </w:r>
      <w:r>
        <w:t xml:space="preserve">. </w:t>
      </w:r>
    </w:p>
    <w:p w14:paraId="6F95BD74" w14:textId="3FCA0F62" w:rsidR="00347B6B" w:rsidRDefault="002E7812">
      <w:r>
        <w:t>Werden hingegen alle Kurse, die bislang in Sporthalle 2 stattgefunden haben, eingestellt und aus der Tabelle Kurse gelöscht, so gehen auch die Informationen zu Sporthalle 2, die Hallengröße und der Ansprechpartner</w:t>
      </w:r>
      <w:r w:rsidR="003E707C">
        <w:t>,</w:t>
      </w:r>
      <w:r>
        <w:t xml:space="preserve"> verloren. Diese Daten werden aber für die Einrichtung neuer Kurse in dieser Sporthalle 2 noch benötigt. Werden auf diese Weise Daten ungewollt gelöscht, spricht man von einer </w:t>
      </w:r>
      <w:r w:rsidRPr="002E7812">
        <w:rPr>
          <w:b/>
          <w:bCs/>
          <w:color w:val="4E6B9E"/>
        </w:rPr>
        <w:t>Löschanomalie</w:t>
      </w:r>
      <w:r>
        <w:t xml:space="preserve">. </w:t>
      </w:r>
      <w:r w:rsidR="00DB5376">
        <w:t>Im Folgenden werden die verschiedenen Anomalien, die auftreten noch einmal allgemein definiert:</w:t>
      </w:r>
    </w:p>
    <w:p w14:paraId="6DBC4814" w14:textId="6289407A" w:rsidR="00DB5376" w:rsidRPr="00DB5376" w:rsidRDefault="00DB5376" w:rsidP="00DB5376">
      <w:pPr>
        <w:tabs>
          <w:tab w:val="num" w:pos="1440"/>
        </w:tabs>
      </w:pPr>
      <w:r w:rsidRPr="00DB5376">
        <w:rPr>
          <w:b/>
          <w:bCs/>
          <w:color w:val="4E6B9E"/>
        </w:rPr>
        <w:t>Änderungsanomalie (Update-Anomalie)</w:t>
      </w:r>
      <w:r w:rsidRPr="00DB5376">
        <w:rPr>
          <w:color w:val="4E6B9E"/>
        </w:rPr>
        <w:t>:</w:t>
      </w:r>
      <w:r>
        <w:t xml:space="preserve"> </w:t>
      </w:r>
      <w:r w:rsidRPr="00DB5376">
        <w:t xml:space="preserve">Wenn das Ändern eines Datensatzes </w:t>
      </w:r>
      <w:r>
        <w:t>aufgrund der redundante</w:t>
      </w:r>
      <w:r w:rsidR="00303D0F">
        <w:t>n</w:t>
      </w:r>
      <w:r>
        <w:t xml:space="preserve"> Speicherung der Daten </w:t>
      </w:r>
      <w:r w:rsidRPr="00DB5376">
        <w:t>zwangsläufig das Ändern weiterer Datensätze nach sich zieht, spricht man von einer Änderungsanomalie. Das ist nicht nur aufwändig, sondern kann auch zu inkonsistenten Daten führen, wenn die Änderung an einer Stelle vergessen wird.</w:t>
      </w:r>
    </w:p>
    <w:p w14:paraId="165A8918" w14:textId="47248F88" w:rsidR="00DB5376" w:rsidRPr="00DB5376" w:rsidRDefault="00DB5376" w:rsidP="00DB5376">
      <w:pPr>
        <w:tabs>
          <w:tab w:val="num" w:pos="1440"/>
        </w:tabs>
      </w:pPr>
      <w:r w:rsidRPr="00DB5376">
        <w:rPr>
          <w:b/>
          <w:bCs/>
          <w:color w:val="4E6B9E"/>
        </w:rPr>
        <w:t>Einfügeanomalie</w:t>
      </w:r>
      <w:r w:rsidRPr="00DB5376">
        <w:t xml:space="preserve">: Eine Einfügeanomalie tritt auf, wenn </w:t>
      </w:r>
      <w:r w:rsidR="005E52CD">
        <w:t xml:space="preserve">in einer Tabelle zwei Entitäten aus der Anwendungswelt miteinander vermischt werden, so dass die Daten der </w:t>
      </w:r>
      <w:r w:rsidRPr="00DB5376">
        <w:t>eine</w:t>
      </w:r>
      <w:r w:rsidR="005E52CD">
        <w:t>n Entität n</w:t>
      </w:r>
      <w:r w:rsidRPr="00DB5376">
        <w:t xml:space="preserve">icht eingefügt werden </w:t>
      </w:r>
      <w:r w:rsidR="005E52CD">
        <w:t>können</w:t>
      </w:r>
      <w:r w:rsidRPr="00DB5376">
        <w:t xml:space="preserve">, ohne </w:t>
      </w:r>
      <w:r w:rsidR="005E52CD">
        <w:t>auch Daten der anderen Entität einzufügen</w:t>
      </w:r>
      <w:r w:rsidRPr="00DB5376">
        <w:t xml:space="preserve">, die vielleicht noch gar nicht bekannt sind, da sonst ein Schlüsselattribut fehlt oder andere </w:t>
      </w:r>
      <w:r w:rsidR="005E52CD">
        <w:t>Attributwerte</w:t>
      </w:r>
      <w:r w:rsidRPr="00DB5376">
        <w:t xml:space="preserve">, die nicht leer bleiben dürfen, fehlen. </w:t>
      </w:r>
    </w:p>
    <w:p w14:paraId="18B58D3E" w14:textId="7213F905" w:rsidR="00DB5376" w:rsidRPr="00DB5376" w:rsidRDefault="00DB5376" w:rsidP="00DB5376">
      <w:pPr>
        <w:tabs>
          <w:tab w:val="num" w:pos="1440"/>
        </w:tabs>
      </w:pPr>
      <w:r w:rsidRPr="00DB5376">
        <w:rPr>
          <w:b/>
          <w:bCs/>
          <w:color w:val="4E6B9E"/>
        </w:rPr>
        <w:t>Löschanomalie</w:t>
      </w:r>
      <w:r w:rsidRPr="00DB5376">
        <w:t xml:space="preserve">: Eine Löschanomalie </w:t>
      </w:r>
      <w:r w:rsidR="005E52CD" w:rsidRPr="00DB5376">
        <w:t xml:space="preserve">tritt </w:t>
      </w:r>
      <w:r w:rsidR="005E52CD">
        <w:t xml:space="preserve">ebenfalls </w:t>
      </w:r>
      <w:r w:rsidR="005E52CD" w:rsidRPr="00DB5376">
        <w:t xml:space="preserve">auf, wenn </w:t>
      </w:r>
      <w:r w:rsidR="005E52CD">
        <w:t>in einer Tabelle zwei Entitäten aus der Anwendungswelt miteinander vermischt werden</w:t>
      </w:r>
      <w:r w:rsidR="005E52CD">
        <w:t xml:space="preserve">. In diesem Fall kann das Löschen von Daten, die zur einen Entität gehören, das unbeabsichtigte Löschen von Daten, die </w:t>
      </w:r>
      <w:r w:rsidR="00B71A11">
        <w:t xml:space="preserve">davon eigentlich unabhängig sind und </w:t>
      </w:r>
      <w:r w:rsidR="005E52CD">
        <w:t xml:space="preserve">zur anderen Entität gehören, zur Folge haben. </w:t>
      </w:r>
    </w:p>
    <w:p w14:paraId="6531B94F" w14:textId="200FABA7" w:rsidR="00DB5376" w:rsidRDefault="00DB5376">
      <w:pPr>
        <w:sectPr w:rsidR="00DB5376" w:rsidSect="00E431BB">
          <w:headerReference w:type="even" r:id="rId8"/>
          <w:headerReference w:type="default" r:id="rId9"/>
          <w:footerReference w:type="even" r:id="rId10"/>
          <w:footerReference w:type="default" r:id="rId11"/>
          <w:headerReference w:type="first" r:id="rId12"/>
          <w:footerReference w:type="first" r:id="rId13"/>
          <w:type w:val="continuous"/>
          <w:pgSz w:w="11906" w:h="16838"/>
          <w:pgMar w:top="2111" w:right="1417" w:bottom="1276" w:left="1417" w:header="708" w:footer="708" w:gutter="0"/>
          <w:cols w:space="708"/>
          <w:docGrid w:linePitch="360"/>
        </w:sectPr>
      </w:pPr>
    </w:p>
    <w:p w14:paraId="76DB3177" w14:textId="5B68FC48" w:rsidR="00F34CFB" w:rsidRDefault="00CB5828" w:rsidP="003D7F9C">
      <w:pPr>
        <w:spacing w:after="0"/>
      </w:pPr>
      <w:r w:rsidRPr="00347B6B">
        <w:rPr>
          <w:b/>
          <w:bCs/>
        </w:rPr>
        <w:lastRenderedPageBreak/>
        <w:t>Aufgabe</w:t>
      </w:r>
      <w:r w:rsidR="00F34CFB">
        <w:rPr>
          <w:b/>
          <w:bCs/>
        </w:rPr>
        <w:t xml:space="preserve"> </w:t>
      </w:r>
      <w:r w:rsidR="00AC11BA">
        <w:rPr>
          <w:b/>
          <w:bCs/>
        </w:rPr>
        <w:t>1</w:t>
      </w:r>
      <w:r w:rsidR="003E707C" w:rsidRPr="00347B6B">
        <w:rPr>
          <w:b/>
          <w:bCs/>
        </w:rPr>
        <w:t>:</w:t>
      </w:r>
      <w:r w:rsidR="003E707C">
        <w:t xml:space="preserve"> </w:t>
      </w:r>
    </w:p>
    <w:p w14:paraId="1E6EFFEB" w14:textId="67B12BBE" w:rsidR="00FD3276" w:rsidRDefault="00B64A43" w:rsidP="00D52629">
      <w:pPr>
        <w:pStyle w:val="Listenabsatz"/>
        <w:numPr>
          <w:ilvl w:val="0"/>
          <w:numId w:val="34"/>
        </w:numPr>
      </w:pPr>
      <w:r>
        <w:t>Eine Musik-Band bietet Ihre Merchandise-Artikel über Ihre Webseite an. Die Tabelle, in der die eingehenden Bestellungen gespeichert werden, hat die Struktur in Abbildung</w:t>
      </w:r>
      <w:r w:rsidR="003D7F9C">
        <w:t xml:space="preserve"> 2</w:t>
      </w:r>
      <w:r>
        <w:t xml:space="preserve">. </w:t>
      </w:r>
      <w:r w:rsidR="003E707C">
        <w:t>Untersuchen Sie die Tabelle auf Redundanzen und Anomalien.</w:t>
      </w:r>
      <w:r w:rsidR="00CB5828">
        <w:t xml:space="preserve"> </w:t>
      </w:r>
    </w:p>
    <w:p w14:paraId="6CB691C5" w14:textId="32400A6B" w:rsidR="003E707C" w:rsidRDefault="00FD3276" w:rsidP="00D52629">
      <w:pPr>
        <w:pStyle w:val="Listenabsatz"/>
        <w:numPr>
          <w:ilvl w:val="0"/>
          <w:numId w:val="34"/>
        </w:numPr>
      </w:pPr>
      <w:r>
        <w:t xml:space="preserve">Erläutern Sie ob und ggf. unter welchen Voraussetzungen die Musik-Band die Daten in </w:t>
      </w:r>
      <w:r w:rsidR="003D7F9C">
        <w:t xml:space="preserve">der </w:t>
      </w:r>
      <w:r>
        <w:t xml:space="preserve">Tabelle </w:t>
      </w:r>
      <w:r w:rsidR="003D7F9C">
        <w:t xml:space="preserve">in Abbildung 2 </w:t>
      </w:r>
      <w:r>
        <w:t>erheben und speichern darf.</w:t>
      </w:r>
    </w:p>
    <w:tbl>
      <w:tblPr>
        <w:tblStyle w:val="Gitternetztabelle4Akzent1"/>
        <w:tblW w:w="14029" w:type="dxa"/>
        <w:tblLook w:val="04A0" w:firstRow="1" w:lastRow="0" w:firstColumn="1" w:lastColumn="0" w:noHBand="0" w:noVBand="1"/>
      </w:tblPr>
      <w:tblGrid>
        <w:gridCol w:w="1100"/>
        <w:gridCol w:w="1212"/>
        <w:gridCol w:w="1337"/>
        <w:gridCol w:w="797"/>
        <w:gridCol w:w="1134"/>
        <w:gridCol w:w="1412"/>
        <w:gridCol w:w="1032"/>
        <w:gridCol w:w="1164"/>
        <w:gridCol w:w="1359"/>
        <w:gridCol w:w="1639"/>
        <w:gridCol w:w="1843"/>
      </w:tblGrid>
      <w:tr w:rsidR="00100AB0" w14:paraId="40F3EE62" w14:textId="07A0EAE5" w:rsidTr="00100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dxa"/>
            <w:shd w:val="clear" w:color="auto" w:fill="4E6B9E"/>
          </w:tcPr>
          <w:p w14:paraId="2219B5F4" w14:textId="63CA920C" w:rsidR="00100AB0" w:rsidRPr="00AE0A8A" w:rsidRDefault="00100AB0" w:rsidP="00FD3276">
            <w:pPr>
              <w:spacing w:after="0"/>
              <w:rPr>
                <w:sz w:val="20"/>
                <w:szCs w:val="20"/>
                <w:u w:val="single"/>
              </w:rPr>
            </w:pPr>
            <w:bookmarkStart w:id="0" w:name="_Hlk82075393"/>
            <w:r w:rsidRPr="00AE0A8A">
              <w:rPr>
                <w:sz w:val="20"/>
                <w:szCs w:val="20"/>
                <w:u w:val="single"/>
              </w:rPr>
              <w:t>Auftragsnr</w:t>
            </w:r>
          </w:p>
        </w:tc>
        <w:tc>
          <w:tcPr>
            <w:tcW w:w="1212" w:type="dxa"/>
            <w:shd w:val="clear" w:color="auto" w:fill="4E6B9E"/>
          </w:tcPr>
          <w:p w14:paraId="4F660364" w14:textId="747C3D70"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Artikel</w:t>
            </w:r>
          </w:p>
        </w:tc>
        <w:tc>
          <w:tcPr>
            <w:tcW w:w="1337" w:type="dxa"/>
            <w:shd w:val="clear" w:color="auto" w:fill="4E6B9E"/>
          </w:tcPr>
          <w:p w14:paraId="11402AC4" w14:textId="4D60E7D1"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Lagerbestand</w:t>
            </w:r>
          </w:p>
        </w:tc>
        <w:tc>
          <w:tcPr>
            <w:tcW w:w="797" w:type="dxa"/>
            <w:shd w:val="clear" w:color="auto" w:fill="4E6B9E"/>
          </w:tcPr>
          <w:p w14:paraId="179D048C" w14:textId="46143B9F"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Anzahl</w:t>
            </w:r>
          </w:p>
        </w:tc>
        <w:tc>
          <w:tcPr>
            <w:tcW w:w="1134" w:type="dxa"/>
            <w:shd w:val="clear" w:color="auto" w:fill="4E6B9E"/>
          </w:tcPr>
          <w:p w14:paraId="7DC433F1" w14:textId="30C495BD"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Datum</w:t>
            </w:r>
          </w:p>
        </w:tc>
        <w:tc>
          <w:tcPr>
            <w:tcW w:w="1412" w:type="dxa"/>
            <w:shd w:val="clear" w:color="auto" w:fill="4E6B9E"/>
          </w:tcPr>
          <w:p w14:paraId="039A7C5F" w14:textId="3CE73355"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Kleidergröße</w:t>
            </w:r>
          </w:p>
        </w:tc>
        <w:tc>
          <w:tcPr>
            <w:tcW w:w="1032" w:type="dxa"/>
            <w:shd w:val="clear" w:color="auto" w:fill="4E6B9E"/>
          </w:tcPr>
          <w:p w14:paraId="6B099085" w14:textId="2253CADE"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Kundenr</w:t>
            </w:r>
          </w:p>
        </w:tc>
        <w:tc>
          <w:tcPr>
            <w:tcW w:w="1164" w:type="dxa"/>
            <w:shd w:val="clear" w:color="auto" w:fill="4E6B9E"/>
          </w:tcPr>
          <w:p w14:paraId="6F6E6C5E" w14:textId="6E3FFB85"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Name</w:t>
            </w:r>
          </w:p>
        </w:tc>
        <w:tc>
          <w:tcPr>
            <w:tcW w:w="1359" w:type="dxa"/>
            <w:shd w:val="clear" w:color="auto" w:fill="4E6B9E"/>
          </w:tcPr>
          <w:p w14:paraId="68FA34C7" w14:textId="1DF587FB"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E-Mail</w:t>
            </w:r>
          </w:p>
        </w:tc>
        <w:tc>
          <w:tcPr>
            <w:tcW w:w="1639" w:type="dxa"/>
            <w:shd w:val="clear" w:color="auto" w:fill="4E6B9E"/>
          </w:tcPr>
          <w:p w14:paraId="61C796E0" w14:textId="55714EC0"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Adresse</w:t>
            </w:r>
          </w:p>
        </w:tc>
        <w:tc>
          <w:tcPr>
            <w:tcW w:w="1843" w:type="dxa"/>
            <w:shd w:val="clear" w:color="auto" w:fill="4E6B9E"/>
          </w:tcPr>
          <w:p w14:paraId="43600D43" w14:textId="76BB33B9"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Kontonr</w:t>
            </w:r>
          </w:p>
        </w:tc>
      </w:tr>
      <w:tr w:rsidR="00100AB0" w14:paraId="50A631F4" w14:textId="56E99469" w:rsidTr="00100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dxa"/>
          </w:tcPr>
          <w:p w14:paraId="690D0BBA" w14:textId="1B8F7E53" w:rsidR="00100AB0" w:rsidRPr="00FD3276" w:rsidRDefault="00100AB0" w:rsidP="00FD3276">
            <w:pPr>
              <w:spacing w:after="0"/>
              <w:rPr>
                <w:sz w:val="20"/>
                <w:szCs w:val="20"/>
              </w:rPr>
            </w:pPr>
            <w:r w:rsidRPr="00FD3276">
              <w:rPr>
                <w:sz w:val="20"/>
                <w:szCs w:val="20"/>
              </w:rPr>
              <w:t>23431</w:t>
            </w:r>
          </w:p>
        </w:tc>
        <w:tc>
          <w:tcPr>
            <w:tcW w:w="1212" w:type="dxa"/>
          </w:tcPr>
          <w:p w14:paraId="3487CE84" w14:textId="22402230"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T-Shirt A</w:t>
            </w:r>
          </w:p>
        </w:tc>
        <w:tc>
          <w:tcPr>
            <w:tcW w:w="1337" w:type="dxa"/>
          </w:tcPr>
          <w:p w14:paraId="792AE11F" w14:textId="30062AF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34</w:t>
            </w:r>
          </w:p>
        </w:tc>
        <w:tc>
          <w:tcPr>
            <w:tcW w:w="797" w:type="dxa"/>
          </w:tcPr>
          <w:p w14:paraId="590A5FAA" w14:textId="65B5592C"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w:t>
            </w:r>
          </w:p>
        </w:tc>
        <w:tc>
          <w:tcPr>
            <w:tcW w:w="1134" w:type="dxa"/>
          </w:tcPr>
          <w:p w14:paraId="7E04E20F" w14:textId="2082DD87"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12.03.2021</w:t>
            </w:r>
          </w:p>
        </w:tc>
        <w:tc>
          <w:tcPr>
            <w:tcW w:w="1412" w:type="dxa"/>
          </w:tcPr>
          <w:p w14:paraId="5821F808" w14:textId="61DD8945"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XL</w:t>
            </w:r>
          </w:p>
        </w:tc>
        <w:tc>
          <w:tcPr>
            <w:tcW w:w="1032" w:type="dxa"/>
          </w:tcPr>
          <w:p w14:paraId="1C614978" w14:textId="2BA08CEE"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123456</w:t>
            </w:r>
          </w:p>
        </w:tc>
        <w:tc>
          <w:tcPr>
            <w:tcW w:w="1164" w:type="dxa"/>
          </w:tcPr>
          <w:p w14:paraId="0C938743" w14:textId="599493CE"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Bruno Bär</w:t>
            </w:r>
          </w:p>
        </w:tc>
        <w:tc>
          <w:tcPr>
            <w:tcW w:w="1359" w:type="dxa"/>
          </w:tcPr>
          <w:p w14:paraId="5B4C4959" w14:textId="7A40373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xy@web.de</w:t>
            </w:r>
          </w:p>
        </w:tc>
        <w:tc>
          <w:tcPr>
            <w:tcW w:w="1639" w:type="dxa"/>
          </w:tcPr>
          <w:p w14:paraId="18A6C37C" w14:textId="738AF403"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Große Str. 4, 32453 Fanstadt</w:t>
            </w:r>
          </w:p>
        </w:tc>
        <w:tc>
          <w:tcPr>
            <w:tcW w:w="1843" w:type="dxa"/>
          </w:tcPr>
          <w:p w14:paraId="59EF6E83" w14:textId="2CCC738B"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DE12 2312 3232 3233 2323 21</w:t>
            </w:r>
          </w:p>
        </w:tc>
      </w:tr>
      <w:tr w:rsidR="00100AB0" w14:paraId="69F87A1C" w14:textId="516F86C8" w:rsidTr="00100AB0">
        <w:tc>
          <w:tcPr>
            <w:cnfStyle w:val="001000000000" w:firstRow="0" w:lastRow="0" w:firstColumn="1" w:lastColumn="0" w:oddVBand="0" w:evenVBand="0" w:oddHBand="0" w:evenHBand="0" w:firstRowFirstColumn="0" w:firstRowLastColumn="0" w:lastRowFirstColumn="0" w:lastRowLastColumn="0"/>
            <w:tcW w:w="1100" w:type="dxa"/>
          </w:tcPr>
          <w:p w14:paraId="12D7498A" w14:textId="50D1FEB2" w:rsidR="00100AB0" w:rsidRPr="00FD3276" w:rsidRDefault="00100AB0" w:rsidP="00FD3276">
            <w:pPr>
              <w:spacing w:after="0"/>
              <w:rPr>
                <w:sz w:val="20"/>
                <w:szCs w:val="20"/>
              </w:rPr>
            </w:pPr>
            <w:bookmarkStart w:id="1" w:name="_Hlk77251790"/>
            <w:r w:rsidRPr="00FD3276">
              <w:rPr>
                <w:sz w:val="20"/>
                <w:szCs w:val="20"/>
              </w:rPr>
              <w:t>23432</w:t>
            </w:r>
          </w:p>
        </w:tc>
        <w:tc>
          <w:tcPr>
            <w:tcW w:w="1212" w:type="dxa"/>
          </w:tcPr>
          <w:p w14:paraId="682CFC30" w14:textId="376F6D1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Tasse schwarz</w:t>
            </w:r>
          </w:p>
        </w:tc>
        <w:tc>
          <w:tcPr>
            <w:tcW w:w="1337" w:type="dxa"/>
          </w:tcPr>
          <w:p w14:paraId="362C9F3E" w14:textId="021C62B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16</w:t>
            </w:r>
          </w:p>
        </w:tc>
        <w:tc>
          <w:tcPr>
            <w:tcW w:w="797" w:type="dxa"/>
          </w:tcPr>
          <w:p w14:paraId="20D39B1A" w14:textId="7D0B50ED"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2</w:t>
            </w:r>
          </w:p>
        </w:tc>
        <w:tc>
          <w:tcPr>
            <w:tcW w:w="1134" w:type="dxa"/>
          </w:tcPr>
          <w:p w14:paraId="70F1E9DE" w14:textId="512603A1"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12.03.2021</w:t>
            </w:r>
          </w:p>
        </w:tc>
        <w:tc>
          <w:tcPr>
            <w:tcW w:w="1412" w:type="dxa"/>
          </w:tcPr>
          <w:p w14:paraId="54BB3A74" w14:textId="3A6614B3"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M</w:t>
            </w:r>
          </w:p>
        </w:tc>
        <w:tc>
          <w:tcPr>
            <w:tcW w:w="1032" w:type="dxa"/>
          </w:tcPr>
          <w:p w14:paraId="0BA5D70C" w14:textId="5607CAB2"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654321</w:t>
            </w:r>
          </w:p>
        </w:tc>
        <w:tc>
          <w:tcPr>
            <w:tcW w:w="1164" w:type="dxa"/>
          </w:tcPr>
          <w:p w14:paraId="565307B8" w14:textId="6BB77F2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Lisa Lustig</w:t>
            </w:r>
          </w:p>
        </w:tc>
        <w:tc>
          <w:tcPr>
            <w:tcW w:w="1359" w:type="dxa"/>
          </w:tcPr>
          <w:p w14:paraId="7437A253" w14:textId="12B8CB11"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ab@gmx.de</w:t>
            </w:r>
          </w:p>
        </w:tc>
        <w:tc>
          <w:tcPr>
            <w:tcW w:w="1639" w:type="dxa"/>
          </w:tcPr>
          <w:p w14:paraId="155B487C" w14:textId="5CF7CF7A"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Musterst</w:t>
            </w:r>
            <w:r w:rsidR="00D74843">
              <w:rPr>
                <w:sz w:val="20"/>
                <w:szCs w:val="20"/>
              </w:rPr>
              <w:t>r</w:t>
            </w:r>
            <w:r w:rsidRPr="00FD3276">
              <w:rPr>
                <w:sz w:val="20"/>
                <w:szCs w:val="20"/>
              </w:rPr>
              <w:t>. 7, 23412 Fitstadt</w:t>
            </w:r>
          </w:p>
        </w:tc>
        <w:tc>
          <w:tcPr>
            <w:tcW w:w="1843" w:type="dxa"/>
          </w:tcPr>
          <w:p w14:paraId="3E9295C6" w14:textId="4139A44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DE42 2345 4367 9876 3452 23</w:t>
            </w:r>
          </w:p>
        </w:tc>
      </w:tr>
      <w:bookmarkEnd w:id="1"/>
      <w:tr w:rsidR="00100AB0" w14:paraId="01A9C1BB" w14:textId="1888B515" w:rsidTr="00100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dxa"/>
          </w:tcPr>
          <w:p w14:paraId="7C7185CB" w14:textId="1EC6D0F9" w:rsidR="00100AB0" w:rsidRPr="00FD3276" w:rsidRDefault="00100AB0" w:rsidP="00FD3276">
            <w:pPr>
              <w:spacing w:after="0"/>
              <w:rPr>
                <w:sz w:val="20"/>
                <w:szCs w:val="20"/>
              </w:rPr>
            </w:pPr>
            <w:r w:rsidRPr="00FD3276">
              <w:rPr>
                <w:sz w:val="20"/>
                <w:szCs w:val="20"/>
              </w:rPr>
              <w:t>23456</w:t>
            </w:r>
          </w:p>
        </w:tc>
        <w:tc>
          <w:tcPr>
            <w:tcW w:w="1212" w:type="dxa"/>
          </w:tcPr>
          <w:p w14:paraId="2A26C617" w14:textId="7D13463A"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Button</w:t>
            </w:r>
          </w:p>
        </w:tc>
        <w:tc>
          <w:tcPr>
            <w:tcW w:w="1337" w:type="dxa"/>
          </w:tcPr>
          <w:p w14:paraId="52F01A3D" w14:textId="6D19A96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60</w:t>
            </w:r>
          </w:p>
        </w:tc>
        <w:tc>
          <w:tcPr>
            <w:tcW w:w="797" w:type="dxa"/>
          </w:tcPr>
          <w:p w14:paraId="2C8A383F" w14:textId="68E5CCD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5</w:t>
            </w:r>
          </w:p>
        </w:tc>
        <w:tc>
          <w:tcPr>
            <w:tcW w:w="1134" w:type="dxa"/>
          </w:tcPr>
          <w:p w14:paraId="4D9CA533" w14:textId="49DFECB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30.04.2021</w:t>
            </w:r>
          </w:p>
        </w:tc>
        <w:tc>
          <w:tcPr>
            <w:tcW w:w="1412" w:type="dxa"/>
          </w:tcPr>
          <w:p w14:paraId="79CADBF4" w14:textId="53B8B42F"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XL</w:t>
            </w:r>
          </w:p>
        </w:tc>
        <w:tc>
          <w:tcPr>
            <w:tcW w:w="1032" w:type="dxa"/>
          </w:tcPr>
          <w:p w14:paraId="0D7A66FA" w14:textId="0C7E60A2"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123456</w:t>
            </w:r>
          </w:p>
        </w:tc>
        <w:tc>
          <w:tcPr>
            <w:tcW w:w="1164" w:type="dxa"/>
          </w:tcPr>
          <w:p w14:paraId="43E0D5C4" w14:textId="0E957E1C"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Bruno Bär</w:t>
            </w:r>
          </w:p>
        </w:tc>
        <w:tc>
          <w:tcPr>
            <w:tcW w:w="1359" w:type="dxa"/>
          </w:tcPr>
          <w:p w14:paraId="2BCD494E" w14:textId="4A5BEEB1"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xy@web.de</w:t>
            </w:r>
          </w:p>
        </w:tc>
        <w:tc>
          <w:tcPr>
            <w:tcW w:w="1639" w:type="dxa"/>
          </w:tcPr>
          <w:p w14:paraId="7D820FEC" w14:textId="2E0A2CFD"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Große Str. 4, 32453 Fanstadt</w:t>
            </w:r>
          </w:p>
        </w:tc>
        <w:tc>
          <w:tcPr>
            <w:tcW w:w="1843" w:type="dxa"/>
          </w:tcPr>
          <w:p w14:paraId="4F97AC89" w14:textId="576CA1ED"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DE12 2312 3232 3233 2323 21</w:t>
            </w:r>
          </w:p>
        </w:tc>
      </w:tr>
      <w:tr w:rsidR="00100AB0" w14:paraId="69056F3C" w14:textId="08C2EFAC" w:rsidTr="00100AB0">
        <w:tc>
          <w:tcPr>
            <w:cnfStyle w:val="001000000000" w:firstRow="0" w:lastRow="0" w:firstColumn="1" w:lastColumn="0" w:oddVBand="0" w:evenVBand="0" w:oddHBand="0" w:evenHBand="0" w:firstRowFirstColumn="0" w:firstRowLastColumn="0" w:lastRowFirstColumn="0" w:lastRowLastColumn="0"/>
            <w:tcW w:w="1100" w:type="dxa"/>
          </w:tcPr>
          <w:p w14:paraId="6879D31C" w14:textId="23A40A98" w:rsidR="00100AB0" w:rsidRPr="00FD3276" w:rsidRDefault="00100AB0" w:rsidP="00FD3276">
            <w:pPr>
              <w:spacing w:after="0"/>
              <w:rPr>
                <w:sz w:val="20"/>
                <w:szCs w:val="20"/>
              </w:rPr>
            </w:pPr>
            <w:r w:rsidRPr="00FD3276">
              <w:rPr>
                <w:sz w:val="20"/>
                <w:szCs w:val="20"/>
              </w:rPr>
              <w:t>23437</w:t>
            </w:r>
          </w:p>
        </w:tc>
        <w:tc>
          <w:tcPr>
            <w:tcW w:w="1212" w:type="dxa"/>
          </w:tcPr>
          <w:p w14:paraId="24A4D183" w14:textId="354E1C98"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Tasse schwarz</w:t>
            </w:r>
          </w:p>
        </w:tc>
        <w:tc>
          <w:tcPr>
            <w:tcW w:w="1337" w:type="dxa"/>
          </w:tcPr>
          <w:p w14:paraId="7D8B80A2" w14:textId="7FE60BA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14</w:t>
            </w:r>
          </w:p>
        </w:tc>
        <w:tc>
          <w:tcPr>
            <w:tcW w:w="797" w:type="dxa"/>
          </w:tcPr>
          <w:p w14:paraId="62064297" w14:textId="602B709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2</w:t>
            </w:r>
          </w:p>
        </w:tc>
        <w:tc>
          <w:tcPr>
            <w:tcW w:w="1134" w:type="dxa"/>
          </w:tcPr>
          <w:p w14:paraId="253576F2" w14:textId="638E6A46"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24.06.2021</w:t>
            </w:r>
          </w:p>
        </w:tc>
        <w:tc>
          <w:tcPr>
            <w:tcW w:w="1412" w:type="dxa"/>
          </w:tcPr>
          <w:p w14:paraId="211EAC3C" w14:textId="5B8A37FC"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M</w:t>
            </w:r>
          </w:p>
        </w:tc>
        <w:tc>
          <w:tcPr>
            <w:tcW w:w="1032" w:type="dxa"/>
          </w:tcPr>
          <w:p w14:paraId="0F20DE76" w14:textId="6092A233"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654321</w:t>
            </w:r>
          </w:p>
        </w:tc>
        <w:tc>
          <w:tcPr>
            <w:tcW w:w="1164" w:type="dxa"/>
          </w:tcPr>
          <w:p w14:paraId="70F131AF" w14:textId="7A86CC3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Lisa Lustig</w:t>
            </w:r>
          </w:p>
        </w:tc>
        <w:tc>
          <w:tcPr>
            <w:tcW w:w="1359" w:type="dxa"/>
          </w:tcPr>
          <w:p w14:paraId="7B02FF59" w14:textId="23759566"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ab@gmx.de</w:t>
            </w:r>
          </w:p>
        </w:tc>
        <w:tc>
          <w:tcPr>
            <w:tcW w:w="1639" w:type="dxa"/>
          </w:tcPr>
          <w:p w14:paraId="3D0AF929" w14:textId="72547947"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Musterst. 7, 23412 Fitstadt</w:t>
            </w:r>
          </w:p>
        </w:tc>
        <w:tc>
          <w:tcPr>
            <w:tcW w:w="1843" w:type="dxa"/>
          </w:tcPr>
          <w:p w14:paraId="39713C2D" w14:textId="2DBD981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DE42 2345 4367 9876 3452 23</w:t>
            </w:r>
          </w:p>
        </w:tc>
      </w:tr>
      <w:tr w:rsidR="00100AB0" w14:paraId="3B4225B9" w14:textId="481E6802" w:rsidTr="00100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dxa"/>
          </w:tcPr>
          <w:p w14:paraId="10894CBB" w14:textId="29AEB099" w:rsidR="00100AB0" w:rsidRPr="00FD3276" w:rsidRDefault="00100AB0" w:rsidP="00FD3276">
            <w:pPr>
              <w:spacing w:after="0"/>
              <w:rPr>
                <w:sz w:val="20"/>
                <w:szCs w:val="20"/>
              </w:rPr>
            </w:pPr>
            <w:r w:rsidRPr="00FD3276">
              <w:rPr>
                <w:sz w:val="20"/>
                <w:szCs w:val="20"/>
              </w:rPr>
              <w:t>23463</w:t>
            </w:r>
          </w:p>
        </w:tc>
        <w:tc>
          <w:tcPr>
            <w:tcW w:w="1212" w:type="dxa"/>
          </w:tcPr>
          <w:p w14:paraId="7E51660A" w14:textId="7855F8A7"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Button</w:t>
            </w:r>
          </w:p>
        </w:tc>
        <w:tc>
          <w:tcPr>
            <w:tcW w:w="1337" w:type="dxa"/>
          </w:tcPr>
          <w:p w14:paraId="10E8ED4D" w14:textId="5CC4DC7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52</w:t>
            </w:r>
          </w:p>
        </w:tc>
        <w:tc>
          <w:tcPr>
            <w:tcW w:w="797" w:type="dxa"/>
          </w:tcPr>
          <w:p w14:paraId="13C4921C" w14:textId="074A7FA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8</w:t>
            </w:r>
          </w:p>
        </w:tc>
        <w:tc>
          <w:tcPr>
            <w:tcW w:w="1134" w:type="dxa"/>
          </w:tcPr>
          <w:p w14:paraId="7725F50A" w14:textId="6D428EC0"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15.07.2021</w:t>
            </w:r>
          </w:p>
        </w:tc>
        <w:tc>
          <w:tcPr>
            <w:tcW w:w="1412" w:type="dxa"/>
          </w:tcPr>
          <w:p w14:paraId="2671CF88" w14:textId="2D6B513D"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S</w:t>
            </w:r>
          </w:p>
        </w:tc>
        <w:tc>
          <w:tcPr>
            <w:tcW w:w="1032" w:type="dxa"/>
          </w:tcPr>
          <w:p w14:paraId="06367BAB" w14:textId="43FFE64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91827</w:t>
            </w:r>
          </w:p>
        </w:tc>
        <w:tc>
          <w:tcPr>
            <w:tcW w:w="1164" w:type="dxa"/>
          </w:tcPr>
          <w:p w14:paraId="16676952" w14:textId="67A8320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Susi Pink</w:t>
            </w:r>
          </w:p>
        </w:tc>
        <w:tc>
          <w:tcPr>
            <w:tcW w:w="1359" w:type="dxa"/>
          </w:tcPr>
          <w:p w14:paraId="73330C7C" w14:textId="700BF94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blub@web.de</w:t>
            </w:r>
          </w:p>
        </w:tc>
        <w:tc>
          <w:tcPr>
            <w:tcW w:w="1639" w:type="dxa"/>
          </w:tcPr>
          <w:p w14:paraId="0872E830" w14:textId="346673D4"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 xml:space="preserve">Breite Str. 5, 78564 Neudorf </w:t>
            </w:r>
          </w:p>
        </w:tc>
        <w:tc>
          <w:tcPr>
            <w:tcW w:w="1843" w:type="dxa"/>
          </w:tcPr>
          <w:p w14:paraId="5188F083" w14:textId="7C735D5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DE34 3124 3421 4323 5637 43</w:t>
            </w:r>
          </w:p>
        </w:tc>
      </w:tr>
      <w:tr w:rsidR="00100AB0" w14:paraId="2B65B17A" w14:textId="0D7FBEFD" w:rsidTr="00100AB0">
        <w:tc>
          <w:tcPr>
            <w:cnfStyle w:val="001000000000" w:firstRow="0" w:lastRow="0" w:firstColumn="1" w:lastColumn="0" w:oddVBand="0" w:evenVBand="0" w:oddHBand="0" w:evenHBand="0" w:firstRowFirstColumn="0" w:firstRowLastColumn="0" w:lastRowFirstColumn="0" w:lastRowLastColumn="0"/>
            <w:tcW w:w="1100" w:type="dxa"/>
          </w:tcPr>
          <w:p w14:paraId="73ADEB18" w14:textId="0A325C51" w:rsidR="00100AB0" w:rsidRPr="00FD3276" w:rsidRDefault="00100AB0" w:rsidP="00FD3276">
            <w:pPr>
              <w:spacing w:after="0"/>
              <w:rPr>
                <w:sz w:val="20"/>
                <w:szCs w:val="20"/>
              </w:rPr>
            </w:pPr>
            <w:r w:rsidRPr="00FD3276">
              <w:rPr>
                <w:sz w:val="20"/>
                <w:szCs w:val="20"/>
              </w:rPr>
              <w:t>…</w:t>
            </w:r>
          </w:p>
        </w:tc>
        <w:tc>
          <w:tcPr>
            <w:tcW w:w="1212" w:type="dxa"/>
          </w:tcPr>
          <w:p w14:paraId="7220DD18" w14:textId="5F3AADB5"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337" w:type="dxa"/>
          </w:tcPr>
          <w:p w14:paraId="1D4E0605" w14:textId="1727F801"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797" w:type="dxa"/>
          </w:tcPr>
          <w:p w14:paraId="71CED8C7" w14:textId="199FBFFE"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134" w:type="dxa"/>
          </w:tcPr>
          <w:p w14:paraId="275F3C43" w14:textId="77A1CC5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412" w:type="dxa"/>
          </w:tcPr>
          <w:p w14:paraId="08AC547F" w14:textId="7EE2FD72"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032" w:type="dxa"/>
          </w:tcPr>
          <w:p w14:paraId="0B979475" w14:textId="7A242318"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164" w:type="dxa"/>
          </w:tcPr>
          <w:p w14:paraId="725ABABF" w14:textId="77777777"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p>
        </w:tc>
        <w:tc>
          <w:tcPr>
            <w:tcW w:w="1359" w:type="dxa"/>
          </w:tcPr>
          <w:p w14:paraId="5127163C" w14:textId="184035C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639" w:type="dxa"/>
          </w:tcPr>
          <w:p w14:paraId="638CCB72" w14:textId="47BEC888"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843" w:type="dxa"/>
          </w:tcPr>
          <w:p w14:paraId="78CEAAE0" w14:textId="26C1FA6E" w:rsidR="00100AB0" w:rsidRPr="00FD3276" w:rsidRDefault="00100AB0" w:rsidP="00FD3276">
            <w:pPr>
              <w:keepNext/>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r>
    </w:tbl>
    <w:bookmarkEnd w:id="0"/>
    <w:p w14:paraId="340C749F" w14:textId="33D8EA8E" w:rsidR="00347B6B" w:rsidRDefault="00FD3276" w:rsidP="00FD3276">
      <w:pPr>
        <w:pStyle w:val="UnterschriftINFSII"/>
      </w:pPr>
      <w:r>
        <w:t xml:space="preserve">Abbildung </w:t>
      </w:r>
      <w:fldSimple w:instr=" SEQ Abbildung \* ARABIC ">
        <w:r w:rsidR="00C303B8">
          <w:rPr>
            <w:noProof/>
          </w:rPr>
          <w:t>2</w:t>
        </w:r>
      </w:fldSimple>
      <w:r>
        <w:t xml:space="preserve"> :Datenspeicherung eines Webshops</w:t>
      </w:r>
    </w:p>
    <w:p w14:paraId="51951EBE" w14:textId="2216FC04" w:rsidR="002E7DF2" w:rsidRDefault="002E7DF2" w:rsidP="002E7DF2">
      <w:bookmarkStart w:id="2" w:name="_Hlk82076969"/>
      <w:r w:rsidRPr="002E7DF2">
        <w:rPr>
          <w:b/>
          <w:bCs/>
        </w:rPr>
        <w:t>Aufgabe</w:t>
      </w:r>
      <w:r w:rsidR="00D74843">
        <w:rPr>
          <w:b/>
          <w:bCs/>
        </w:rPr>
        <w:t xml:space="preserve"> </w:t>
      </w:r>
      <w:r w:rsidRPr="002E7DF2">
        <w:rPr>
          <w:b/>
          <w:bCs/>
        </w:rPr>
        <w:t>2:</w:t>
      </w:r>
      <w:r>
        <w:t xml:space="preserve"> Ein Zoo speichert eine Übersicht der Tiere mit ihrem Aufenthaltsort und den zuständigen Tierpfleger</w:t>
      </w:r>
      <w:r w:rsidR="008973B5">
        <w:t xml:space="preserve">, </w:t>
      </w:r>
      <w:r>
        <w:t>die im Notfall zu kontaktieren sind, in einer Tabelle, die wie in Abbildung 3 aufgebaut ist. Untersuchen Sie die Tabelle auf Redundanzen und Anomalien.</w:t>
      </w:r>
    </w:p>
    <w:tbl>
      <w:tblPr>
        <w:tblStyle w:val="Gitternetztabelle4Akzent1"/>
        <w:tblW w:w="0" w:type="auto"/>
        <w:tblLook w:val="0420" w:firstRow="1" w:lastRow="0" w:firstColumn="0" w:lastColumn="0" w:noHBand="0" w:noVBand="1"/>
      </w:tblPr>
      <w:tblGrid>
        <w:gridCol w:w="1430"/>
        <w:gridCol w:w="1424"/>
        <w:gridCol w:w="1546"/>
        <w:gridCol w:w="1444"/>
        <w:gridCol w:w="1416"/>
        <w:gridCol w:w="1416"/>
        <w:gridCol w:w="1429"/>
        <w:gridCol w:w="1443"/>
        <w:gridCol w:w="1334"/>
      </w:tblGrid>
      <w:tr w:rsidR="00897E01" w14:paraId="01E2F2FF" w14:textId="77777777" w:rsidTr="00897E01">
        <w:trPr>
          <w:cnfStyle w:val="100000000000" w:firstRow="1" w:lastRow="0" w:firstColumn="0" w:lastColumn="0" w:oddVBand="0" w:evenVBand="0" w:oddHBand="0" w:evenHBand="0" w:firstRowFirstColumn="0" w:firstRowLastColumn="0" w:lastRowFirstColumn="0" w:lastRowLastColumn="0"/>
          <w:trHeight w:val="340"/>
        </w:trPr>
        <w:tc>
          <w:tcPr>
            <w:tcW w:w="1430" w:type="dxa"/>
            <w:shd w:val="clear" w:color="auto" w:fill="4E6B9E"/>
            <w:vAlign w:val="center"/>
          </w:tcPr>
          <w:p w14:paraId="6C446F5C" w14:textId="77777777" w:rsidR="00897E01" w:rsidRPr="002E7DF2" w:rsidRDefault="00897E01" w:rsidP="002E7DF2">
            <w:pPr>
              <w:spacing w:after="0"/>
              <w:rPr>
                <w:sz w:val="20"/>
                <w:szCs w:val="20"/>
                <w:u w:val="single"/>
              </w:rPr>
            </w:pPr>
            <w:bookmarkStart w:id="3" w:name="_Hlk83388559"/>
            <w:bookmarkStart w:id="4" w:name="_Hlk83388427"/>
            <w:r w:rsidRPr="002E7DF2">
              <w:rPr>
                <w:sz w:val="20"/>
                <w:szCs w:val="20"/>
                <w:u w:val="single"/>
              </w:rPr>
              <w:t>Name</w:t>
            </w:r>
          </w:p>
        </w:tc>
        <w:tc>
          <w:tcPr>
            <w:tcW w:w="1424" w:type="dxa"/>
            <w:shd w:val="clear" w:color="auto" w:fill="4E6B9E"/>
            <w:vAlign w:val="center"/>
          </w:tcPr>
          <w:p w14:paraId="18711C54" w14:textId="77777777" w:rsidR="00897E01" w:rsidRPr="002E7DF2" w:rsidRDefault="00897E01" w:rsidP="002E7DF2">
            <w:pPr>
              <w:spacing w:after="0"/>
              <w:rPr>
                <w:sz w:val="20"/>
                <w:szCs w:val="20"/>
                <w:u w:val="single"/>
              </w:rPr>
            </w:pPr>
            <w:r w:rsidRPr="002E7DF2">
              <w:rPr>
                <w:sz w:val="20"/>
                <w:szCs w:val="20"/>
                <w:u w:val="single"/>
              </w:rPr>
              <w:t>Tierart</w:t>
            </w:r>
          </w:p>
        </w:tc>
        <w:tc>
          <w:tcPr>
            <w:tcW w:w="1546" w:type="dxa"/>
            <w:shd w:val="clear" w:color="auto" w:fill="4E6B9E"/>
            <w:vAlign w:val="center"/>
          </w:tcPr>
          <w:p w14:paraId="46587864" w14:textId="77777777" w:rsidR="00897E01" w:rsidRPr="002E7DF2" w:rsidRDefault="00897E01" w:rsidP="002E7DF2">
            <w:pPr>
              <w:spacing w:after="0"/>
              <w:rPr>
                <w:sz w:val="20"/>
                <w:szCs w:val="20"/>
              </w:rPr>
            </w:pPr>
            <w:r w:rsidRPr="002E7DF2">
              <w:rPr>
                <w:sz w:val="20"/>
                <w:szCs w:val="20"/>
              </w:rPr>
              <w:t>Geburtsdatum</w:t>
            </w:r>
          </w:p>
        </w:tc>
        <w:tc>
          <w:tcPr>
            <w:tcW w:w="1444" w:type="dxa"/>
            <w:shd w:val="clear" w:color="auto" w:fill="4E6B9E"/>
            <w:vAlign w:val="center"/>
          </w:tcPr>
          <w:p w14:paraId="4B0F5ECE" w14:textId="77777777" w:rsidR="00897E01" w:rsidRPr="002E7DF2" w:rsidRDefault="00897E01" w:rsidP="002E7DF2">
            <w:pPr>
              <w:spacing w:after="0"/>
              <w:rPr>
                <w:sz w:val="20"/>
                <w:szCs w:val="20"/>
              </w:rPr>
            </w:pPr>
            <w:r w:rsidRPr="002E7DF2">
              <w:rPr>
                <w:sz w:val="20"/>
                <w:szCs w:val="20"/>
              </w:rPr>
              <w:t>GehegeNr</w:t>
            </w:r>
          </w:p>
        </w:tc>
        <w:tc>
          <w:tcPr>
            <w:tcW w:w="1416" w:type="dxa"/>
            <w:shd w:val="clear" w:color="auto" w:fill="4E6B9E"/>
            <w:vAlign w:val="center"/>
          </w:tcPr>
          <w:p w14:paraId="1EBD222B" w14:textId="12F4FAB6" w:rsidR="00897E01" w:rsidRPr="002E7DF2" w:rsidRDefault="00897E01" w:rsidP="00897E01">
            <w:pPr>
              <w:spacing w:after="0"/>
              <w:rPr>
                <w:sz w:val="20"/>
                <w:szCs w:val="20"/>
              </w:rPr>
            </w:pPr>
            <w:r>
              <w:rPr>
                <w:sz w:val="20"/>
                <w:szCs w:val="20"/>
              </w:rPr>
              <w:t>Lage</w:t>
            </w:r>
          </w:p>
        </w:tc>
        <w:tc>
          <w:tcPr>
            <w:tcW w:w="1416" w:type="dxa"/>
            <w:shd w:val="clear" w:color="auto" w:fill="4E6B9E"/>
            <w:vAlign w:val="center"/>
          </w:tcPr>
          <w:p w14:paraId="27B4F3CE" w14:textId="7A941A2D" w:rsidR="00897E01" w:rsidRPr="002E7DF2" w:rsidRDefault="00897E01" w:rsidP="002E7DF2">
            <w:pPr>
              <w:spacing w:after="0"/>
              <w:rPr>
                <w:sz w:val="20"/>
                <w:szCs w:val="20"/>
              </w:rPr>
            </w:pPr>
            <w:r w:rsidRPr="002E7DF2">
              <w:rPr>
                <w:sz w:val="20"/>
                <w:szCs w:val="20"/>
              </w:rPr>
              <w:t>Größe</w:t>
            </w:r>
          </w:p>
        </w:tc>
        <w:tc>
          <w:tcPr>
            <w:tcW w:w="1429" w:type="dxa"/>
            <w:shd w:val="clear" w:color="auto" w:fill="4E6B9E"/>
            <w:vAlign w:val="center"/>
          </w:tcPr>
          <w:p w14:paraId="63FA000C" w14:textId="77777777" w:rsidR="00897E01" w:rsidRPr="002E7DF2" w:rsidRDefault="00897E01" w:rsidP="002E7DF2">
            <w:pPr>
              <w:spacing w:after="0"/>
              <w:rPr>
                <w:sz w:val="20"/>
                <w:szCs w:val="20"/>
              </w:rPr>
            </w:pPr>
            <w:r w:rsidRPr="002E7DF2">
              <w:rPr>
                <w:sz w:val="20"/>
                <w:szCs w:val="20"/>
              </w:rPr>
              <w:t>Tierpfleger</w:t>
            </w:r>
          </w:p>
        </w:tc>
        <w:tc>
          <w:tcPr>
            <w:tcW w:w="1443" w:type="dxa"/>
            <w:shd w:val="clear" w:color="auto" w:fill="4E6B9E"/>
            <w:vAlign w:val="center"/>
          </w:tcPr>
          <w:p w14:paraId="08E0C0E0" w14:textId="77777777" w:rsidR="00897E01" w:rsidRPr="002E7DF2" w:rsidRDefault="00897E01" w:rsidP="002E7DF2">
            <w:pPr>
              <w:spacing w:after="0"/>
              <w:rPr>
                <w:sz w:val="20"/>
                <w:szCs w:val="20"/>
              </w:rPr>
            </w:pPr>
            <w:r w:rsidRPr="002E7DF2">
              <w:rPr>
                <w:sz w:val="20"/>
                <w:szCs w:val="20"/>
              </w:rPr>
              <w:t>Handynr</w:t>
            </w:r>
          </w:p>
        </w:tc>
        <w:tc>
          <w:tcPr>
            <w:tcW w:w="1334" w:type="dxa"/>
            <w:shd w:val="clear" w:color="auto" w:fill="4E6B9E"/>
            <w:vAlign w:val="center"/>
          </w:tcPr>
          <w:p w14:paraId="31541629" w14:textId="77777777" w:rsidR="00897E01" w:rsidRPr="002E7DF2" w:rsidRDefault="00897E01" w:rsidP="002E7DF2">
            <w:pPr>
              <w:spacing w:after="0"/>
              <w:rPr>
                <w:sz w:val="20"/>
                <w:szCs w:val="20"/>
              </w:rPr>
            </w:pPr>
            <w:r w:rsidRPr="002E7DF2">
              <w:rPr>
                <w:sz w:val="20"/>
                <w:szCs w:val="20"/>
              </w:rPr>
              <w:t>Festnetz</w:t>
            </w:r>
          </w:p>
        </w:tc>
      </w:tr>
      <w:tr w:rsidR="00897E01" w14:paraId="095BF617" w14:textId="77777777" w:rsidTr="00897E01">
        <w:trPr>
          <w:cnfStyle w:val="000000100000" w:firstRow="0" w:lastRow="0" w:firstColumn="0" w:lastColumn="0" w:oddVBand="0" w:evenVBand="0" w:oddHBand="1" w:evenHBand="0" w:firstRowFirstColumn="0" w:firstRowLastColumn="0" w:lastRowFirstColumn="0" w:lastRowLastColumn="0"/>
          <w:trHeight w:val="340"/>
        </w:trPr>
        <w:tc>
          <w:tcPr>
            <w:tcW w:w="1430" w:type="dxa"/>
            <w:vAlign w:val="center"/>
          </w:tcPr>
          <w:p w14:paraId="7A90DAC7" w14:textId="227B38A3" w:rsidR="00897E01" w:rsidRPr="002E7DF2" w:rsidRDefault="00A139E7" w:rsidP="002E7DF2">
            <w:pPr>
              <w:spacing w:after="0"/>
              <w:rPr>
                <w:sz w:val="20"/>
                <w:szCs w:val="20"/>
              </w:rPr>
            </w:pPr>
            <w:r>
              <w:rPr>
                <w:sz w:val="20"/>
                <w:szCs w:val="20"/>
              </w:rPr>
              <w:t>Paula</w:t>
            </w:r>
          </w:p>
        </w:tc>
        <w:tc>
          <w:tcPr>
            <w:tcW w:w="1424" w:type="dxa"/>
            <w:vAlign w:val="center"/>
          </w:tcPr>
          <w:p w14:paraId="222602B4" w14:textId="77777777" w:rsidR="00897E01" w:rsidRPr="002E7DF2" w:rsidRDefault="00897E01" w:rsidP="002E7DF2">
            <w:pPr>
              <w:spacing w:after="0"/>
              <w:rPr>
                <w:sz w:val="20"/>
                <w:szCs w:val="20"/>
              </w:rPr>
            </w:pPr>
            <w:r w:rsidRPr="002E7DF2">
              <w:rPr>
                <w:sz w:val="20"/>
                <w:szCs w:val="20"/>
              </w:rPr>
              <w:t>Giraffe</w:t>
            </w:r>
          </w:p>
        </w:tc>
        <w:tc>
          <w:tcPr>
            <w:tcW w:w="1546" w:type="dxa"/>
            <w:vAlign w:val="center"/>
          </w:tcPr>
          <w:p w14:paraId="274267EB" w14:textId="77777777" w:rsidR="00897E01" w:rsidRPr="002E7DF2" w:rsidRDefault="00897E01" w:rsidP="002E7DF2">
            <w:pPr>
              <w:spacing w:after="0"/>
              <w:rPr>
                <w:sz w:val="20"/>
                <w:szCs w:val="20"/>
              </w:rPr>
            </w:pPr>
            <w:r w:rsidRPr="002E7DF2">
              <w:rPr>
                <w:sz w:val="20"/>
                <w:szCs w:val="20"/>
              </w:rPr>
              <w:t>12.03.2005</w:t>
            </w:r>
          </w:p>
        </w:tc>
        <w:tc>
          <w:tcPr>
            <w:tcW w:w="1444" w:type="dxa"/>
            <w:vAlign w:val="center"/>
          </w:tcPr>
          <w:p w14:paraId="39996283" w14:textId="77777777" w:rsidR="00897E01" w:rsidRPr="002E7DF2" w:rsidRDefault="00897E01" w:rsidP="002E7DF2">
            <w:pPr>
              <w:spacing w:after="0"/>
              <w:rPr>
                <w:sz w:val="20"/>
                <w:szCs w:val="20"/>
              </w:rPr>
            </w:pPr>
            <w:r w:rsidRPr="002E7DF2">
              <w:rPr>
                <w:sz w:val="20"/>
                <w:szCs w:val="20"/>
              </w:rPr>
              <w:t>8</w:t>
            </w:r>
          </w:p>
        </w:tc>
        <w:tc>
          <w:tcPr>
            <w:tcW w:w="1416" w:type="dxa"/>
            <w:vAlign w:val="center"/>
          </w:tcPr>
          <w:p w14:paraId="6A9E3971" w14:textId="279A96C9" w:rsidR="00897E01" w:rsidRPr="002E7DF2" w:rsidRDefault="00897E01" w:rsidP="00897E01">
            <w:pPr>
              <w:spacing w:after="0"/>
              <w:rPr>
                <w:sz w:val="20"/>
                <w:szCs w:val="20"/>
              </w:rPr>
            </w:pPr>
            <w:r>
              <w:rPr>
                <w:sz w:val="20"/>
                <w:szCs w:val="20"/>
              </w:rPr>
              <w:t>Sambesi</w:t>
            </w:r>
          </w:p>
        </w:tc>
        <w:tc>
          <w:tcPr>
            <w:tcW w:w="1416" w:type="dxa"/>
            <w:vAlign w:val="center"/>
          </w:tcPr>
          <w:p w14:paraId="4C6501A6" w14:textId="58D47BCC" w:rsidR="00897E01" w:rsidRPr="002E7DF2" w:rsidRDefault="00897E01" w:rsidP="002E7DF2">
            <w:pPr>
              <w:spacing w:after="0"/>
              <w:rPr>
                <w:sz w:val="20"/>
                <w:szCs w:val="20"/>
              </w:rPr>
            </w:pPr>
            <w:r w:rsidRPr="002E7DF2">
              <w:rPr>
                <w:sz w:val="20"/>
                <w:szCs w:val="20"/>
              </w:rPr>
              <w:t>2000</w:t>
            </w:r>
          </w:p>
        </w:tc>
        <w:tc>
          <w:tcPr>
            <w:tcW w:w="1429" w:type="dxa"/>
            <w:vAlign w:val="center"/>
          </w:tcPr>
          <w:p w14:paraId="59FD10C6" w14:textId="77777777" w:rsidR="00897E01" w:rsidRPr="002E7DF2" w:rsidRDefault="00897E01" w:rsidP="002E7DF2">
            <w:pPr>
              <w:spacing w:after="0"/>
              <w:rPr>
                <w:sz w:val="20"/>
                <w:szCs w:val="20"/>
              </w:rPr>
            </w:pPr>
            <w:r w:rsidRPr="002E7DF2">
              <w:rPr>
                <w:sz w:val="20"/>
                <w:szCs w:val="20"/>
              </w:rPr>
              <w:t>Piet Grimm</w:t>
            </w:r>
          </w:p>
        </w:tc>
        <w:tc>
          <w:tcPr>
            <w:tcW w:w="1443" w:type="dxa"/>
            <w:vAlign w:val="center"/>
          </w:tcPr>
          <w:p w14:paraId="5C79631B" w14:textId="77777777" w:rsidR="00897E01" w:rsidRPr="002E7DF2" w:rsidRDefault="00897E01" w:rsidP="002E7DF2">
            <w:pPr>
              <w:spacing w:after="0"/>
              <w:rPr>
                <w:sz w:val="20"/>
                <w:szCs w:val="20"/>
              </w:rPr>
            </w:pPr>
            <w:r w:rsidRPr="002E7DF2">
              <w:rPr>
                <w:sz w:val="20"/>
                <w:szCs w:val="20"/>
              </w:rPr>
              <w:t>01253657894</w:t>
            </w:r>
          </w:p>
        </w:tc>
        <w:tc>
          <w:tcPr>
            <w:tcW w:w="1334" w:type="dxa"/>
            <w:vAlign w:val="center"/>
          </w:tcPr>
          <w:p w14:paraId="37DBE138" w14:textId="77777777" w:rsidR="00897E01" w:rsidRPr="002E7DF2" w:rsidRDefault="00897E01" w:rsidP="002E7DF2">
            <w:pPr>
              <w:spacing w:after="0"/>
              <w:rPr>
                <w:sz w:val="20"/>
                <w:szCs w:val="20"/>
              </w:rPr>
            </w:pPr>
            <w:r w:rsidRPr="002E7DF2">
              <w:rPr>
                <w:sz w:val="20"/>
                <w:szCs w:val="20"/>
              </w:rPr>
              <w:t>0511123456</w:t>
            </w:r>
          </w:p>
        </w:tc>
      </w:tr>
      <w:tr w:rsidR="00897E01" w14:paraId="7F810A97" w14:textId="77777777" w:rsidTr="00897E01">
        <w:trPr>
          <w:trHeight w:val="340"/>
        </w:trPr>
        <w:tc>
          <w:tcPr>
            <w:tcW w:w="1430" w:type="dxa"/>
            <w:vAlign w:val="center"/>
          </w:tcPr>
          <w:p w14:paraId="27FC948B" w14:textId="77777777" w:rsidR="00897E01" w:rsidRPr="002E7DF2" w:rsidRDefault="00897E01" w:rsidP="002E7DF2">
            <w:pPr>
              <w:spacing w:after="0"/>
              <w:rPr>
                <w:sz w:val="20"/>
                <w:szCs w:val="20"/>
              </w:rPr>
            </w:pPr>
            <w:r w:rsidRPr="002E7DF2">
              <w:rPr>
                <w:sz w:val="20"/>
                <w:szCs w:val="20"/>
              </w:rPr>
              <w:t>Strolch</w:t>
            </w:r>
          </w:p>
        </w:tc>
        <w:tc>
          <w:tcPr>
            <w:tcW w:w="1424" w:type="dxa"/>
            <w:vAlign w:val="center"/>
          </w:tcPr>
          <w:p w14:paraId="1FDB5737" w14:textId="77777777" w:rsidR="00897E01" w:rsidRPr="002E7DF2" w:rsidRDefault="00897E01" w:rsidP="002E7DF2">
            <w:pPr>
              <w:spacing w:after="0"/>
              <w:rPr>
                <w:sz w:val="20"/>
                <w:szCs w:val="20"/>
              </w:rPr>
            </w:pPr>
            <w:r w:rsidRPr="002E7DF2">
              <w:rPr>
                <w:sz w:val="20"/>
                <w:szCs w:val="20"/>
              </w:rPr>
              <w:t>Giraffe</w:t>
            </w:r>
          </w:p>
        </w:tc>
        <w:tc>
          <w:tcPr>
            <w:tcW w:w="1546" w:type="dxa"/>
            <w:vAlign w:val="center"/>
          </w:tcPr>
          <w:p w14:paraId="3CAD8DBB" w14:textId="77777777" w:rsidR="00897E01" w:rsidRPr="002E7DF2" w:rsidRDefault="00897E01" w:rsidP="002E7DF2">
            <w:pPr>
              <w:spacing w:after="0"/>
              <w:rPr>
                <w:sz w:val="20"/>
                <w:szCs w:val="20"/>
              </w:rPr>
            </w:pPr>
            <w:r w:rsidRPr="002E7DF2">
              <w:rPr>
                <w:sz w:val="20"/>
                <w:szCs w:val="20"/>
              </w:rPr>
              <w:t>16.04.2007</w:t>
            </w:r>
          </w:p>
        </w:tc>
        <w:tc>
          <w:tcPr>
            <w:tcW w:w="1444" w:type="dxa"/>
            <w:vAlign w:val="center"/>
          </w:tcPr>
          <w:p w14:paraId="692313FA" w14:textId="77777777" w:rsidR="00897E01" w:rsidRPr="002E7DF2" w:rsidRDefault="00897E01" w:rsidP="002E7DF2">
            <w:pPr>
              <w:spacing w:after="0"/>
              <w:rPr>
                <w:sz w:val="20"/>
                <w:szCs w:val="20"/>
              </w:rPr>
            </w:pPr>
            <w:r w:rsidRPr="002E7DF2">
              <w:rPr>
                <w:sz w:val="20"/>
                <w:szCs w:val="20"/>
              </w:rPr>
              <w:t>8</w:t>
            </w:r>
          </w:p>
        </w:tc>
        <w:tc>
          <w:tcPr>
            <w:tcW w:w="1416" w:type="dxa"/>
            <w:vAlign w:val="center"/>
          </w:tcPr>
          <w:p w14:paraId="721C762A" w14:textId="6444261F" w:rsidR="00897E01" w:rsidRPr="002E7DF2" w:rsidRDefault="00897E01" w:rsidP="00897E01">
            <w:pPr>
              <w:spacing w:after="0"/>
              <w:rPr>
                <w:sz w:val="20"/>
                <w:szCs w:val="20"/>
              </w:rPr>
            </w:pPr>
            <w:r>
              <w:rPr>
                <w:sz w:val="20"/>
                <w:szCs w:val="20"/>
              </w:rPr>
              <w:t>Sambesi</w:t>
            </w:r>
          </w:p>
        </w:tc>
        <w:tc>
          <w:tcPr>
            <w:tcW w:w="1416" w:type="dxa"/>
            <w:vAlign w:val="center"/>
          </w:tcPr>
          <w:p w14:paraId="01C23DE2" w14:textId="530E9950" w:rsidR="00897E01" w:rsidRPr="002E7DF2" w:rsidRDefault="00897E01" w:rsidP="002E7DF2">
            <w:pPr>
              <w:spacing w:after="0"/>
              <w:rPr>
                <w:sz w:val="20"/>
                <w:szCs w:val="20"/>
              </w:rPr>
            </w:pPr>
            <w:r w:rsidRPr="002E7DF2">
              <w:rPr>
                <w:sz w:val="20"/>
                <w:szCs w:val="20"/>
              </w:rPr>
              <w:t>2000</w:t>
            </w:r>
          </w:p>
        </w:tc>
        <w:tc>
          <w:tcPr>
            <w:tcW w:w="1429" w:type="dxa"/>
            <w:vAlign w:val="center"/>
          </w:tcPr>
          <w:p w14:paraId="13CCB556" w14:textId="77777777" w:rsidR="00897E01" w:rsidRPr="002E7DF2" w:rsidRDefault="00897E01" w:rsidP="002E7DF2">
            <w:pPr>
              <w:spacing w:after="0"/>
              <w:rPr>
                <w:sz w:val="20"/>
                <w:szCs w:val="20"/>
              </w:rPr>
            </w:pPr>
            <w:r w:rsidRPr="002E7DF2">
              <w:rPr>
                <w:sz w:val="20"/>
                <w:szCs w:val="20"/>
              </w:rPr>
              <w:t>Piet Grimm</w:t>
            </w:r>
          </w:p>
        </w:tc>
        <w:tc>
          <w:tcPr>
            <w:tcW w:w="1443" w:type="dxa"/>
            <w:vAlign w:val="center"/>
          </w:tcPr>
          <w:p w14:paraId="2F555A7E" w14:textId="77777777" w:rsidR="00897E01" w:rsidRPr="002E7DF2" w:rsidRDefault="00897E01" w:rsidP="002E7DF2">
            <w:pPr>
              <w:spacing w:after="0"/>
              <w:rPr>
                <w:sz w:val="20"/>
                <w:szCs w:val="20"/>
              </w:rPr>
            </w:pPr>
            <w:r w:rsidRPr="002E7DF2">
              <w:rPr>
                <w:sz w:val="20"/>
                <w:szCs w:val="20"/>
              </w:rPr>
              <w:t>01253657894</w:t>
            </w:r>
          </w:p>
        </w:tc>
        <w:tc>
          <w:tcPr>
            <w:tcW w:w="1334" w:type="dxa"/>
            <w:vAlign w:val="center"/>
          </w:tcPr>
          <w:p w14:paraId="787D71BB" w14:textId="77777777" w:rsidR="00897E01" w:rsidRPr="002E7DF2" w:rsidRDefault="00897E01" w:rsidP="002E7DF2">
            <w:pPr>
              <w:spacing w:after="0"/>
              <w:rPr>
                <w:sz w:val="20"/>
                <w:szCs w:val="20"/>
              </w:rPr>
            </w:pPr>
            <w:r w:rsidRPr="002E7DF2">
              <w:rPr>
                <w:sz w:val="20"/>
                <w:szCs w:val="20"/>
              </w:rPr>
              <w:t>0511123456</w:t>
            </w:r>
          </w:p>
        </w:tc>
      </w:tr>
      <w:tr w:rsidR="00897E01" w14:paraId="76CDF949" w14:textId="77777777" w:rsidTr="00897E01">
        <w:trPr>
          <w:cnfStyle w:val="000000100000" w:firstRow="0" w:lastRow="0" w:firstColumn="0" w:lastColumn="0" w:oddVBand="0" w:evenVBand="0" w:oddHBand="1" w:evenHBand="0" w:firstRowFirstColumn="0" w:firstRowLastColumn="0" w:lastRowFirstColumn="0" w:lastRowLastColumn="0"/>
          <w:trHeight w:val="340"/>
        </w:trPr>
        <w:tc>
          <w:tcPr>
            <w:tcW w:w="1430" w:type="dxa"/>
            <w:vAlign w:val="center"/>
          </w:tcPr>
          <w:p w14:paraId="14804635" w14:textId="77777777" w:rsidR="00897E01" w:rsidRPr="002E7DF2" w:rsidRDefault="00897E01" w:rsidP="002E7DF2">
            <w:pPr>
              <w:spacing w:after="0"/>
              <w:rPr>
                <w:sz w:val="20"/>
                <w:szCs w:val="20"/>
              </w:rPr>
            </w:pPr>
            <w:r w:rsidRPr="002E7DF2">
              <w:rPr>
                <w:sz w:val="20"/>
                <w:szCs w:val="20"/>
              </w:rPr>
              <w:t>Paula</w:t>
            </w:r>
          </w:p>
        </w:tc>
        <w:tc>
          <w:tcPr>
            <w:tcW w:w="1424" w:type="dxa"/>
            <w:vAlign w:val="center"/>
          </w:tcPr>
          <w:p w14:paraId="181222C4" w14:textId="77777777" w:rsidR="00897E01" w:rsidRPr="002E7DF2" w:rsidRDefault="00897E01" w:rsidP="002E7DF2">
            <w:pPr>
              <w:spacing w:after="0"/>
              <w:rPr>
                <w:sz w:val="20"/>
                <w:szCs w:val="20"/>
              </w:rPr>
            </w:pPr>
            <w:r w:rsidRPr="002E7DF2">
              <w:rPr>
                <w:sz w:val="20"/>
                <w:szCs w:val="20"/>
              </w:rPr>
              <w:t>Löwe</w:t>
            </w:r>
          </w:p>
        </w:tc>
        <w:tc>
          <w:tcPr>
            <w:tcW w:w="1546" w:type="dxa"/>
            <w:vAlign w:val="center"/>
          </w:tcPr>
          <w:p w14:paraId="0ACC85EF" w14:textId="77777777" w:rsidR="00897E01" w:rsidRPr="002E7DF2" w:rsidRDefault="00897E01" w:rsidP="002E7DF2">
            <w:pPr>
              <w:spacing w:after="0"/>
              <w:rPr>
                <w:sz w:val="20"/>
                <w:szCs w:val="20"/>
              </w:rPr>
            </w:pPr>
            <w:r w:rsidRPr="002E7DF2">
              <w:rPr>
                <w:sz w:val="20"/>
                <w:szCs w:val="20"/>
              </w:rPr>
              <w:t>15.06.2015</w:t>
            </w:r>
          </w:p>
        </w:tc>
        <w:tc>
          <w:tcPr>
            <w:tcW w:w="1444" w:type="dxa"/>
            <w:vAlign w:val="center"/>
          </w:tcPr>
          <w:p w14:paraId="633AD54C" w14:textId="77777777" w:rsidR="00897E01" w:rsidRPr="002E7DF2" w:rsidRDefault="00897E01" w:rsidP="002E7DF2">
            <w:pPr>
              <w:spacing w:after="0"/>
              <w:rPr>
                <w:sz w:val="20"/>
                <w:szCs w:val="20"/>
              </w:rPr>
            </w:pPr>
            <w:r w:rsidRPr="002E7DF2">
              <w:rPr>
                <w:sz w:val="20"/>
                <w:szCs w:val="20"/>
              </w:rPr>
              <w:t>10</w:t>
            </w:r>
          </w:p>
        </w:tc>
        <w:tc>
          <w:tcPr>
            <w:tcW w:w="1416" w:type="dxa"/>
            <w:vAlign w:val="center"/>
          </w:tcPr>
          <w:p w14:paraId="71D67B57" w14:textId="68D09AAF" w:rsidR="00897E01" w:rsidRPr="002E7DF2" w:rsidRDefault="00897E01" w:rsidP="00897E01">
            <w:pPr>
              <w:spacing w:after="0"/>
              <w:rPr>
                <w:sz w:val="20"/>
                <w:szCs w:val="20"/>
              </w:rPr>
            </w:pPr>
            <w:r>
              <w:rPr>
                <w:sz w:val="20"/>
                <w:szCs w:val="20"/>
              </w:rPr>
              <w:t>Sambesi</w:t>
            </w:r>
          </w:p>
        </w:tc>
        <w:tc>
          <w:tcPr>
            <w:tcW w:w="1416" w:type="dxa"/>
            <w:vAlign w:val="center"/>
          </w:tcPr>
          <w:p w14:paraId="6315BCA5" w14:textId="48EE1CDF" w:rsidR="00897E01" w:rsidRPr="002E7DF2" w:rsidRDefault="00897E01" w:rsidP="002E7DF2">
            <w:pPr>
              <w:spacing w:after="0"/>
              <w:rPr>
                <w:sz w:val="20"/>
                <w:szCs w:val="20"/>
              </w:rPr>
            </w:pPr>
            <w:r w:rsidRPr="002E7DF2">
              <w:rPr>
                <w:sz w:val="20"/>
                <w:szCs w:val="20"/>
              </w:rPr>
              <w:t>1500</w:t>
            </w:r>
          </w:p>
        </w:tc>
        <w:tc>
          <w:tcPr>
            <w:tcW w:w="1429" w:type="dxa"/>
            <w:vAlign w:val="center"/>
          </w:tcPr>
          <w:p w14:paraId="53F2DF54" w14:textId="77777777" w:rsidR="00897E01" w:rsidRPr="002E7DF2" w:rsidRDefault="00897E01" w:rsidP="002E7DF2">
            <w:pPr>
              <w:spacing w:after="0"/>
              <w:rPr>
                <w:sz w:val="20"/>
                <w:szCs w:val="20"/>
              </w:rPr>
            </w:pPr>
            <w:r w:rsidRPr="002E7DF2">
              <w:rPr>
                <w:sz w:val="20"/>
                <w:szCs w:val="20"/>
              </w:rPr>
              <w:t>Gabi Pflug</w:t>
            </w:r>
          </w:p>
        </w:tc>
        <w:tc>
          <w:tcPr>
            <w:tcW w:w="1443" w:type="dxa"/>
            <w:vAlign w:val="center"/>
          </w:tcPr>
          <w:p w14:paraId="276E8E1B" w14:textId="77777777" w:rsidR="00897E01" w:rsidRPr="002E7DF2" w:rsidRDefault="00897E01" w:rsidP="002E7DF2">
            <w:pPr>
              <w:spacing w:after="0"/>
              <w:rPr>
                <w:sz w:val="20"/>
                <w:szCs w:val="20"/>
              </w:rPr>
            </w:pPr>
            <w:r w:rsidRPr="002E7DF2">
              <w:rPr>
                <w:sz w:val="20"/>
                <w:szCs w:val="20"/>
              </w:rPr>
              <w:t>01478956235</w:t>
            </w:r>
          </w:p>
        </w:tc>
        <w:tc>
          <w:tcPr>
            <w:tcW w:w="1334" w:type="dxa"/>
            <w:vAlign w:val="center"/>
          </w:tcPr>
          <w:p w14:paraId="574E6D8F" w14:textId="68C26E40" w:rsidR="00897E01" w:rsidRPr="00A139E7" w:rsidRDefault="00A139E7" w:rsidP="002E7DF2">
            <w:pPr>
              <w:spacing w:after="0"/>
              <w:rPr>
                <w:i/>
                <w:iCs/>
                <w:sz w:val="20"/>
                <w:szCs w:val="20"/>
              </w:rPr>
            </w:pPr>
            <w:r w:rsidRPr="00A139E7">
              <w:rPr>
                <w:i/>
                <w:iCs/>
                <w:sz w:val="20"/>
                <w:szCs w:val="20"/>
              </w:rPr>
              <w:t>null</w:t>
            </w:r>
          </w:p>
        </w:tc>
      </w:tr>
      <w:bookmarkEnd w:id="3"/>
      <w:tr w:rsidR="00897E01" w14:paraId="47BDBB0F" w14:textId="77777777" w:rsidTr="00897E01">
        <w:trPr>
          <w:trHeight w:val="340"/>
        </w:trPr>
        <w:tc>
          <w:tcPr>
            <w:tcW w:w="1430" w:type="dxa"/>
            <w:vAlign w:val="center"/>
          </w:tcPr>
          <w:p w14:paraId="56E16CC4" w14:textId="77777777" w:rsidR="00897E01" w:rsidRPr="002E7DF2" w:rsidRDefault="00897E01" w:rsidP="002E7DF2">
            <w:pPr>
              <w:spacing w:after="0"/>
              <w:rPr>
                <w:sz w:val="20"/>
                <w:szCs w:val="20"/>
              </w:rPr>
            </w:pPr>
            <w:r w:rsidRPr="002E7DF2">
              <w:rPr>
                <w:sz w:val="20"/>
                <w:szCs w:val="20"/>
              </w:rPr>
              <w:t>Robert</w:t>
            </w:r>
          </w:p>
        </w:tc>
        <w:tc>
          <w:tcPr>
            <w:tcW w:w="1424" w:type="dxa"/>
            <w:vAlign w:val="center"/>
          </w:tcPr>
          <w:p w14:paraId="21166FCD" w14:textId="77777777" w:rsidR="00897E01" w:rsidRPr="002E7DF2" w:rsidRDefault="00897E01" w:rsidP="002E7DF2">
            <w:pPr>
              <w:spacing w:after="0"/>
              <w:rPr>
                <w:sz w:val="20"/>
                <w:szCs w:val="20"/>
              </w:rPr>
            </w:pPr>
            <w:r w:rsidRPr="002E7DF2">
              <w:rPr>
                <w:sz w:val="20"/>
                <w:szCs w:val="20"/>
              </w:rPr>
              <w:t>Löwe</w:t>
            </w:r>
          </w:p>
        </w:tc>
        <w:tc>
          <w:tcPr>
            <w:tcW w:w="1546" w:type="dxa"/>
            <w:vAlign w:val="center"/>
          </w:tcPr>
          <w:p w14:paraId="74CBC1B8" w14:textId="77777777" w:rsidR="00897E01" w:rsidRPr="002E7DF2" w:rsidRDefault="00897E01" w:rsidP="002E7DF2">
            <w:pPr>
              <w:spacing w:after="0"/>
              <w:rPr>
                <w:sz w:val="20"/>
                <w:szCs w:val="20"/>
              </w:rPr>
            </w:pPr>
            <w:r w:rsidRPr="002E7DF2">
              <w:rPr>
                <w:sz w:val="20"/>
                <w:szCs w:val="20"/>
              </w:rPr>
              <w:t>12.08.2013</w:t>
            </w:r>
          </w:p>
        </w:tc>
        <w:tc>
          <w:tcPr>
            <w:tcW w:w="1444" w:type="dxa"/>
            <w:vAlign w:val="center"/>
          </w:tcPr>
          <w:p w14:paraId="47D39D2A" w14:textId="77777777" w:rsidR="00897E01" w:rsidRPr="002E7DF2" w:rsidRDefault="00897E01" w:rsidP="002E7DF2">
            <w:pPr>
              <w:spacing w:after="0"/>
              <w:rPr>
                <w:sz w:val="20"/>
                <w:szCs w:val="20"/>
              </w:rPr>
            </w:pPr>
            <w:r w:rsidRPr="002E7DF2">
              <w:rPr>
                <w:sz w:val="20"/>
                <w:szCs w:val="20"/>
              </w:rPr>
              <w:t>10</w:t>
            </w:r>
          </w:p>
        </w:tc>
        <w:tc>
          <w:tcPr>
            <w:tcW w:w="1416" w:type="dxa"/>
            <w:vAlign w:val="center"/>
          </w:tcPr>
          <w:p w14:paraId="4BAC02E1" w14:textId="4F38517F" w:rsidR="00897E01" w:rsidRPr="002E7DF2" w:rsidRDefault="00897E01" w:rsidP="00897E01">
            <w:pPr>
              <w:spacing w:after="0"/>
              <w:rPr>
                <w:sz w:val="20"/>
                <w:szCs w:val="20"/>
              </w:rPr>
            </w:pPr>
            <w:r>
              <w:rPr>
                <w:sz w:val="20"/>
                <w:szCs w:val="20"/>
              </w:rPr>
              <w:t>Sambesi</w:t>
            </w:r>
          </w:p>
        </w:tc>
        <w:tc>
          <w:tcPr>
            <w:tcW w:w="1416" w:type="dxa"/>
            <w:vAlign w:val="center"/>
          </w:tcPr>
          <w:p w14:paraId="1C412EB3" w14:textId="4C469AC3" w:rsidR="00897E01" w:rsidRPr="002E7DF2" w:rsidRDefault="00897E01" w:rsidP="002E7DF2">
            <w:pPr>
              <w:spacing w:after="0"/>
              <w:rPr>
                <w:sz w:val="20"/>
                <w:szCs w:val="20"/>
              </w:rPr>
            </w:pPr>
            <w:r w:rsidRPr="002E7DF2">
              <w:rPr>
                <w:sz w:val="20"/>
                <w:szCs w:val="20"/>
              </w:rPr>
              <w:t>1500</w:t>
            </w:r>
          </w:p>
        </w:tc>
        <w:tc>
          <w:tcPr>
            <w:tcW w:w="1429" w:type="dxa"/>
            <w:vAlign w:val="center"/>
          </w:tcPr>
          <w:p w14:paraId="0BA945B9" w14:textId="7A54C17E" w:rsidR="00897E01" w:rsidRPr="002E7DF2" w:rsidRDefault="00897E01" w:rsidP="002E7DF2">
            <w:pPr>
              <w:spacing w:after="0"/>
              <w:rPr>
                <w:sz w:val="20"/>
                <w:szCs w:val="20"/>
              </w:rPr>
            </w:pPr>
            <w:r w:rsidRPr="002E7DF2">
              <w:rPr>
                <w:sz w:val="20"/>
                <w:szCs w:val="20"/>
              </w:rPr>
              <w:t>Gabi P</w:t>
            </w:r>
            <w:r w:rsidR="008973B5">
              <w:rPr>
                <w:sz w:val="20"/>
                <w:szCs w:val="20"/>
              </w:rPr>
              <w:t>f</w:t>
            </w:r>
            <w:r w:rsidRPr="002E7DF2">
              <w:rPr>
                <w:sz w:val="20"/>
                <w:szCs w:val="20"/>
              </w:rPr>
              <w:t>lug</w:t>
            </w:r>
          </w:p>
        </w:tc>
        <w:tc>
          <w:tcPr>
            <w:tcW w:w="1443" w:type="dxa"/>
            <w:vAlign w:val="center"/>
          </w:tcPr>
          <w:p w14:paraId="77E482A0" w14:textId="77777777" w:rsidR="00897E01" w:rsidRPr="002E7DF2" w:rsidRDefault="00897E01" w:rsidP="002E7DF2">
            <w:pPr>
              <w:spacing w:after="0"/>
              <w:rPr>
                <w:sz w:val="20"/>
                <w:szCs w:val="20"/>
              </w:rPr>
            </w:pPr>
            <w:r w:rsidRPr="002E7DF2">
              <w:rPr>
                <w:sz w:val="20"/>
                <w:szCs w:val="20"/>
              </w:rPr>
              <w:t>01478956235</w:t>
            </w:r>
          </w:p>
        </w:tc>
        <w:tc>
          <w:tcPr>
            <w:tcW w:w="1334" w:type="dxa"/>
            <w:vAlign w:val="center"/>
          </w:tcPr>
          <w:p w14:paraId="14742BB7" w14:textId="09642840" w:rsidR="00897E01" w:rsidRPr="00A139E7" w:rsidRDefault="00A139E7" w:rsidP="002E7DF2">
            <w:pPr>
              <w:spacing w:after="0"/>
              <w:rPr>
                <w:i/>
                <w:iCs/>
                <w:sz w:val="20"/>
                <w:szCs w:val="20"/>
              </w:rPr>
            </w:pPr>
            <w:r w:rsidRPr="00A139E7">
              <w:rPr>
                <w:i/>
                <w:iCs/>
                <w:sz w:val="20"/>
                <w:szCs w:val="20"/>
              </w:rPr>
              <w:t>null</w:t>
            </w:r>
          </w:p>
        </w:tc>
      </w:tr>
      <w:tr w:rsidR="00897E01" w14:paraId="4E387E04" w14:textId="77777777" w:rsidTr="00897E01">
        <w:trPr>
          <w:cnfStyle w:val="000000100000" w:firstRow="0" w:lastRow="0" w:firstColumn="0" w:lastColumn="0" w:oddVBand="0" w:evenVBand="0" w:oddHBand="1" w:evenHBand="0" w:firstRowFirstColumn="0" w:firstRowLastColumn="0" w:lastRowFirstColumn="0" w:lastRowLastColumn="0"/>
          <w:trHeight w:val="340"/>
        </w:trPr>
        <w:tc>
          <w:tcPr>
            <w:tcW w:w="1430" w:type="dxa"/>
            <w:vAlign w:val="center"/>
          </w:tcPr>
          <w:p w14:paraId="54BE1566" w14:textId="77777777" w:rsidR="00897E01" w:rsidRPr="002E7DF2" w:rsidRDefault="00897E01" w:rsidP="002E7DF2">
            <w:pPr>
              <w:spacing w:after="0"/>
              <w:rPr>
                <w:sz w:val="20"/>
                <w:szCs w:val="20"/>
              </w:rPr>
            </w:pPr>
            <w:r w:rsidRPr="002E7DF2">
              <w:rPr>
                <w:sz w:val="20"/>
                <w:szCs w:val="20"/>
              </w:rPr>
              <w:t>Nala</w:t>
            </w:r>
          </w:p>
        </w:tc>
        <w:tc>
          <w:tcPr>
            <w:tcW w:w="1424" w:type="dxa"/>
            <w:vAlign w:val="center"/>
          </w:tcPr>
          <w:p w14:paraId="1B47D9ED" w14:textId="77777777" w:rsidR="00897E01" w:rsidRPr="002E7DF2" w:rsidRDefault="00897E01" w:rsidP="002E7DF2">
            <w:pPr>
              <w:spacing w:after="0"/>
              <w:rPr>
                <w:sz w:val="20"/>
                <w:szCs w:val="20"/>
              </w:rPr>
            </w:pPr>
            <w:r w:rsidRPr="002E7DF2">
              <w:rPr>
                <w:sz w:val="20"/>
                <w:szCs w:val="20"/>
              </w:rPr>
              <w:t>Tiger</w:t>
            </w:r>
          </w:p>
        </w:tc>
        <w:tc>
          <w:tcPr>
            <w:tcW w:w="1546" w:type="dxa"/>
            <w:vAlign w:val="center"/>
          </w:tcPr>
          <w:p w14:paraId="2E8013D8" w14:textId="77777777" w:rsidR="00897E01" w:rsidRPr="002E7DF2" w:rsidRDefault="00897E01" w:rsidP="002E7DF2">
            <w:pPr>
              <w:spacing w:after="0"/>
              <w:rPr>
                <w:sz w:val="20"/>
                <w:szCs w:val="20"/>
              </w:rPr>
            </w:pPr>
            <w:r w:rsidRPr="002E7DF2">
              <w:rPr>
                <w:sz w:val="20"/>
                <w:szCs w:val="20"/>
              </w:rPr>
              <w:t>14.08.2009</w:t>
            </w:r>
          </w:p>
        </w:tc>
        <w:tc>
          <w:tcPr>
            <w:tcW w:w="1444" w:type="dxa"/>
            <w:vAlign w:val="center"/>
          </w:tcPr>
          <w:p w14:paraId="02860889" w14:textId="77777777" w:rsidR="00897E01" w:rsidRPr="002E7DF2" w:rsidRDefault="00897E01" w:rsidP="002E7DF2">
            <w:pPr>
              <w:spacing w:after="0"/>
              <w:rPr>
                <w:sz w:val="20"/>
                <w:szCs w:val="20"/>
              </w:rPr>
            </w:pPr>
            <w:r w:rsidRPr="002E7DF2">
              <w:rPr>
                <w:sz w:val="20"/>
                <w:szCs w:val="20"/>
              </w:rPr>
              <w:t>16</w:t>
            </w:r>
          </w:p>
        </w:tc>
        <w:tc>
          <w:tcPr>
            <w:tcW w:w="1416" w:type="dxa"/>
            <w:vAlign w:val="center"/>
          </w:tcPr>
          <w:p w14:paraId="4C90C21D" w14:textId="089EAEE7" w:rsidR="00897E01" w:rsidRPr="002E7DF2" w:rsidRDefault="00897E01" w:rsidP="00897E01">
            <w:pPr>
              <w:spacing w:after="0"/>
              <w:rPr>
                <w:sz w:val="20"/>
                <w:szCs w:val="20"/>
              </w:rPr>
            </w:pPr>
            <w:r>
              <w:rPr>
                <w:sz w:val="20"/>
                <w:szCs w:val="20"/>
              </w:rPr>
              <w:t>Dschungel</w:t>
            </w:r>
          </w:p>
        </w:tc>
        <w:tc>
          <w:tcPr>
            <w:tcW w:w="1416" w:type="dxa"/>
            <w:vAlign w:val="center"/>
          </w:tcPr>
          <w:p w14:paraId="6B0212AF" w14:textId="20F75BFD" w:rsidR="00897E01" w:rsidRPr="002E7DF2" w:rsidRDefault="00897E01" w:rsidP="002E7DF2">
            <w:pPr>
              <w:spacing w:after="0"/>
              <w:rPr>
                <w:sz w:val="20"/>
                <w:szCs w:val="20"/>
              </w:rPr>
            </w:pPr>
            <w:r w:rsidRPr="002E7DF2">
              <w:rPr>
                <w:sz w:val="20"/>
                <w:szCs w:val="20"/>
              </w:rPr>
              <w:t>1000</w:t>
            </w:r>
          </w:p>
        </w:tc>
        <w:tc>
          <w:tcPr>
            <w:tcW w:w="1429" w:type="dxa"/>
            <w:vAlign w:val="center"/>
          </w:tcPr>
          <w:p w14:paraId="4993B624" w14:textId="208FF922" w:rsidR="00897E01" w:rsidRPr="002E7DF2" w:rsidRDefault="00897E01" w:rsidP="002E7DF2">
            <w:pPr>
              <w:spacing w:after="0"/>
              <w:rPr>
                <w:sz w:val="20"/>
                <w:szCs w:val="20"/>
              </w:rPr>
            </w:pPr>
            <w:r w:rsidRPr="002E7DF2">
              <w:rPr>
                <w:sz w:val="20"/>
                <w:szCs w:val="20"/>
              </w:rPr>
              <w:t>Gabi P</w:t>
            </w:r>
            <w:r w:rsidR="008973B5">
              <w:rPr>
                <w:sz w:val="20"/>
                <w:szCs w:val="20"/>
              </w:rPr>
              <w:t>f</w:t>
            </w:r>
            <w:r w:rsidRPr="002E7DF2">
              <w:rPr>
                <w:sz w:val="20"/>
                <w:szCs w:val="20"/>
              </w:rPr>
              <w:t>lug</w:t>
            </w:r>
          </w:p>
        </w:tc>
        <w:tc>
          <w:tcPr>
            <w:tcW w:w="1443" w:type="dxa"/>
            <w:vAlign w:val="center"/>
          </w:tcPr>
          <w:p w14:paraId="42BF6981" w14:textId="77777777" w:rsidR="00897E01" w:rsidRPr="002E7DF2" w:rsidRDefault="00897E01" w:rsidP="002E7DF2">
            <w:pPr>
              <w:spacing w:after="0"/>
              <w:rPr>
                <w:sz w:val="20"/>
                <w:szCs w:val="20"/>
              </w:rPr>
            </w:pPr>
            <w:r w:rsidRPr="002E7DF2">
              <w:rPr>
                <w:sz w:val="20"/>
                <w:szCs w:val="20"/>
              </w:rPr>
              <w:t>01478956235</w:t>
            </w:r>
          </w:p>
        </w:tc>
        <w:tc>
          <w:tcPr>
            <w:tcW w:w="1334" w:type="dxa"/>
            <w:vAlign w:val="center"/>
          </w:tcPr>
          <w:p w14:paraId="443F5F51" w14:textId="25DE6F99" w:rsidR="00897E01" w:rsidRPr="00A139E7" w:rsidRDefault="00A139E7" w:rsidP="002E7DF2">
            <w:pPr>
              <w:spacing w:after="0"/>
              <w:rPr>
                <w:i/>
                <w:iCs/>
                <w:sz w:val="20"/>
                <w:szCs w:val="20"/>
              </w:rPr>
            </w:pPr>
            <w:r w:rsidRPr="00A139E7">
              <w:rPr>
                <w:i/>
                <w:iCs/>
                <w:sz w:val="20"/>
                <w:szCs w:val="20"/>
              </w:rPr>
              <w:t>null</w:t>
            </w:r>
          </w:p>
        </w:tc>
      </w:tr>
      <w:bookmarkEnd w:id="4"/>
      <w:tr w:rsidR="00897E01" w14:paraId="12075FB2" w14:textId="77777777" w:rsidTr="00897E01">
        <w:trPr>
          <w:trHeight w:val="340"/>
        </w:trPr>
        <w:tc>
          <w:tcPr>
            <w:tcW w:w="1430" w:type="dxa"/>
            <w:vAlign w:val="center"/>
          </w:tcPr>
          <w:p w14:paraId="68474641" w14:textId="77777777" w:rsidR="00897E01" w:rsidRPr="00BF210B" w:rsidRDefault="00897E01" w:rsidP="002E7DF2">
            <w:pPr>
              <w:spacing w:after="0"/>
              <w:rPr>
                <w:sz w:val="18"/>
                <w:szCs w:val="18"/>
              </w:rPr>
            </w:pPr>
            <w:r w:rsidRPr="00BF210B">
              <w:rPr>
                <w:sz w:val="18"/>
                <w:szCs w:val="18"/>
              </w:rPr>
              <w:t>…</w:t>
            </w:r>
          </w:p>
        </w:tc>
        <w:tc>
          <w:tcPr>
            <w:tcW w:w="1424" w:type="dxa"/>
            <w:vAlign w:val="center"/>
          </w:tcPr>
          <w:p w14:paraId="115F0D8C" w14:textId="77777777" w:rsidR="00897E01" w:rsidRPr="00BF210B" w:rsidRDefault="00897E01" w:rsidP="002E7DF2">
            <w:pPr>
              <w:spacing w:after="0"/>
              <w:rPr>
                <w:sz w:val="18"/>
                <w:szCs w:val="18"/>
              </w:rPr>
            </w:pPr>
            <w:r w:rsidRPr="00BF210B">
              <w:rPr>
                <w:sz w:val="18"/>
                <w:szCs w:val="18"/>
              </w:rPr>
              <w:t>…</w:t>
            </w:r>
          </w:p>
        </w:tc>
        <w:tc>
          <w:tcPr>
            <w:tcW w:w="1546" w:type="dxa"/>
            <w:vAlign w:val="center"/>
          </w:tcPr>
          <w:p w14:paraId="069776D9" w14:textId="77777777" w:rsidR="00897E01" w:rsidRPr="00BF210B" w:rsidRDefault="00897E01" w:rsidP="002E7DF2">
            <w:pPr>
              <w:spacing w:after="0"/>
              <w:rPr>
                <w:sz w:val="18"/>
                <w:szCs w:val="18"/>
              </w:rPr>
            </w:pPr>
            <w:r w:rsidRPr="00BF210B">
              <w:rPr>
                <w:sz w:val="18"/>
                <w:szCs w:val="18"/>
              </w:rPr>
              <w:t>…</w:t>
            </w:r>
          </w:p>
        </w:tc>
        <w:tc>
          <w:tcPr>
            <w:tcW w:w="1444" w:type="dxa"/>
            <w:vAlign w:val="center"/>
          </w:tcPr>
          <w:p w14:paraId="7BB72524" w14:textId="77777777" w:rsidR="00897E01" w:rsidRPr="00BF210B" w:rsidRDefault="00897E01" w:rsidP="002E7DF2">
            <w:pPr>
              <w:spacing w:after="0"/>
              <w:rPr>
                <w:sz w:val="18"/>
                <w:szCs w:val="18"/>
              </w:rPr>
            </w:pPr>
            <w:r w:rsidRPr="00BF210B">
              <w:rPr>
                <w:sz w:val="18"/>
                <w:szCs w:val="18"/>
              </w:rPr>
              <w:t>…</w:t>
            </w:r>
          </w:p>
        </w:tc>
        <w:tc>
          <w:tcPr>
            <w:tcW w:w="1416" w:type="dxa"/>
            <w:vAlign w:val="center"/>
          </w:tcPr>
          <w:p w14:paraId="3B51F1E6" w14:textId="7ED73AB6" w:rsidR="00897E01" w:rsidRPr="00BF210B" w:rsidRDefault="00897E01" w:rsidP="00897E01">
            <w:pPr>
              <w:spacing w:after="0"/>
              <w:rPr>
                <w:sz w:val="18"/>
                <w:szCs w:val="18"/>
              </w:rPr>
            </w:pPr>
            <w:r w:rsidRPr="00BF210B">
              <w:rPr>
                <w:sz w:val="18"/>
                <w:szCs w:val="18"/>
              </w:rPr>
              <w:t>…</w:t>
            </w:r>
          </w:p>
        </w:tc>
        <w:tc>
          <w:tcPr>
            <w:tcW w:w="1416" w:type="dxa"/>
            <w:vAlign w:val="center"/>
          </w:tcPr>
          <w:p w14:paraId="3C18CCC4" w14:textId="6873BE21" w:rsidR="00897E01" w:rsidRPr="00BF210B" w:rsidRDefault="00897E01" w:rsidP="002E7DF2">
            <w:pPr>
              <w:spacing w:after="0"/>
              <w:rPr>
                <w:sz w:val="18"/>
                <w:szCs w:val="18"/>
              </w:rPr>
            </w:pPr>
            <w:r w:rsidRPr="00BF210B">
              <w:rPr>
                <w:sz w:val="18"/>
                <w:szCs w:val="18"/>
              </w:rPr>
              <w:t>…</w:t>
            </w:r>
          </w:p>
        </w:tc>
        <w:tc>
          <w:tcPr>
            <w:tcW w:w="1429" w:type="dxa"/>
            <w:vAlign w:val="center"/>
          </w:tcPr>
          <w:p w14:paraId="1E744A41" w14:textId="77777777" w:rsidR="00897E01" w:rsidRPr="00BF210B" w:rsidRDefault="00897E01" w:rsidP="002E7DF2">
            <w:pPr>
              <w:spacing w:after="0"/>
              <w:rPr>
                <w:sz w:val="18"/>
                <w:szCs w:val="18"/>
              </w:rPr>
            </w:pPr>
            <w:r w:rsidRPr="00BF210B">
              <w:rPr>
                <w:sz w:val="18"/>
                <w:szCs w:val="18"/>
              </w:rPr>
              <w:t>…</w:t>
            </w:r>
          </w:p>
        </w:tc>
        <w:tc>
          <w:tcPr>
            <w:tcW w:w="1443" w:type="dxa"/>
            <w:vAlign w:val="center"/>
          </w:tcPr>
          <w:p w14:paraId="6E516B4A" w14:textId="77777777" w:rsidR="00897E01" w:rsidRPr="00BF210B" w:rsidRDefault="00897E01" w:rsidP="002E7DF2">
            <w:pPr>
              <w:spacing w:after="0"/>
              <w:rPr>
                <w:sz w:val="18"/>
                <w:szCs w:val="18"/>
              </w:rPr>
            </w:pPr>
            <w:r w:rsidRPr="00BF210B">
              <w:rPr>
                <w:sz w:val="18"/>
                <w:szCs w:val="18"/>
              </w:rPr>
              <w:t>…</w:t>
            </w:r>
          </w:p>
        </w:tc>
        <w:tc>
          <w:tcPr>
            <w:tcW w:w="1334" w:type="dxa"/>
            <w:vAlign w:val="center"/>
          </w:tcPr>
          <w:p w14:paraId="448DE141" w14:textId="77777777" w:rsidR="00897E01" w:rsidRPr="00BF210B" w:rsidRDefault="00897E01" w:rsidP="002E7DF2">
            <w:pPr>
              <w:keepNext/>
              <w:spacing w:after="0"/>
              <w:rPr>
                <w:sz w:val="18"/>
                <w:szCs w:val="18"/>
              </w:rPr>
            </w:pPr>
            <w:r w:rsidRPr="00BF210B">
              <w:rPr>
                <w:sz w:val="18"/>
                <w:szCs w:val="18"/>
              </w:rPr>
              <w:t>…</w:t>
            </w:r>
          </w:p>
        </w:tc>
      </w:tr>
    </w:tbl>
    <w:p w14:paraId="16A72C35" w14:textId="1479062C" w:rsidR="002E7DF2" w:rsidRDefault="002E7DF2" w:rsidP="002E7DF2">
      <w:pPr>
        <w:pStyle w:val="UnterschriftINFSII"/>
      </w:pPr>
      <w:r>
        <w:t xml:space="preserve">Abbildung </w:t>
      </w:r>
      <w:fldSimple w:instr=" SEQ Abbildung \* ARABIC ">
        <w:r w:rsidR="00C303B8">
          <w:rPr>
            <w:noProof/>
          </w:rPr>
          <w:t>3</w:t>
        </w:r>
      </w:fldSimple>
      <w:r>
        <w:t>: Datenspeicherung eines Zoos</w:t>
      </w:r>
    </w:p>
    <w:bookmarkEnd w:id="2"/>
    <w:p w14:paraId="36ADB05A" w14:textId="3562E81A" w:rsidR="00F34CFB" w:rsidRDefault="002E7DF2" w:rsidP="002E7DF2">
      <w:pPr>
        <w:spacing w:after="160" w:line="259" w:lineRule="auto"/>
      </w:pPr>
      <w:r>
        <w:rPr>
          <w:b/>
          <w:bCs/>
        </w:rPr>
        <w:br w:type="page"/>
      </w:r>
      <w:bookmarkStart w:id="5" w:name="_Hlk82076994"/>
      <w:r w:rsidR="00F34CFB" w:rsidRPr="00F34CFB">
        <w:rPr>
          <w:b/>
          <w:bCs/>
        </w:rPr>
        <w:lastRenderedPageBreak/>
        <w:t xml:space="preserve">Aufgabe </w:t>
      </w:r>
      <w:r>
        <w:rPr>
          <w:b/>
          <w:bCs/>
        </w:rPr>
        <w:t>3</w:t>
      </w:r>
      <w:r w:rsidR="00F34CFB" w:rsidRPr="00F34CFB">
        <w:rPr>
          <w:b/>
          <w:bCs/>
        </w:rPr>
        <w:t>:</w:t>
      </w:r>
      <w:r w:rsidR="00FD3276">
        <w:rPr>
          <w:b/>
          <w:bCs/>
        </w:rPr>
        <w:t xml:space="preserve"> </w:t>
      </w:r>
      <w:r w:rsidR="00FD3276" w:rsidRPr="00FD3276">
        <w:t>Ein Tierheim speichert in einer Tabelle mit der Struktur in Abbildung</w:t>
      </w:r>
      <w:r w:rsidR="003D7F9C">
        <w:t xml:space="preserve"> </w:t>
      </w:r>
      <w:r>
        <w:t>4</w:t>
      </w:r>
      <w:r w:rsidR="00FD3276" w:rsidRPr="00FD3276">
        <w:t xml:space="preserve"> Daten über seine aktuellen tierischen Bewohner. Untersuchen Sie die Tabelle auf Redundanzen und Anomalien.</w:t>
      </w:r>
    </w:p>
    <w:tbl>
      <w:tblPr>
        <w:tblStyle w:val="Gitternetztabelle4Akzent1"/>
        <w:tblW w:w="0" w:type="auto"/>
        <w:tblLook w:val="0420" w:firstRow="1" w:lastRow="0" w:firstColumn="0" w:lastColumn="0" w:noHBand="0" w:noVBand="1"/>
      </w:tblPr>
      <w:tblGrid>
        <w:gridCol w:w="847"/>
        <w:gridCol w:w="1700"/>
        <w:gridCol w:w="1403"/>
        <w:gridCol w:w="2559"/>
        <w:gridCol w:w="1984"/>
        <w:gridCol w:w="2126"/>
        <w:gridCol w:w="1418"/>
        <w:gridCol w:w="1381"/>
      </w:tblGrid>
      <w:tr w:rsidR="002E7DF2" w14:paraId="43A51CB1" w14:textId="77777777" w:rsidTr="00256BDD">
        <w:trPr>
          <w:cnfStyle w:val="100000000000" w:firstRow="1" w:lastRow="0" w:firstColumn="0" w:lastColumn="0" w:oddVBand="0" w:evenVBand="0" w:oddHBand="0" w:evenHBand="0" w:firstRowFirstColumn="0" w:firstRowLastColumn="0" w:lastRowFirstColumn="0" w:lastRowLastColumn="0"/>
        </w:trPr>
        <w:tc>
          <w:tcPr>
            <w:tcW w:w="847" w:type="dxa"/>
            <w:shd w:val="clear" w:color="auto" w:fill="4E6B9E"/>
          </w:tcPr>
          <w:p w14:paraId="0FF2CDD4" w14:textId="21DB3EED" w:rsidR="002E7DF2" w:rsidRPr="00256BDD" w:rsidRDefault="002E7DF2" w:rsidP="00FD3276">
            <w:pPr>
              <w:spacing w:after="0"/>
              <w:rPr>
                <w:rFonts w:cstheme="minorHAnsi"/>
                <w:sz w:val="20"/>
                <w:szCs w:val="20"/>
                <w:u w:val="single"/>
              </w:rPr>
            </w:pPr>
            <w:bookmarkStart w:id="6" w:name="_Hlk83389394"/>
            <w:r w:rsidRPr="00256BDD">
              <w:rPr>
                <w:rFonts w:cstheme="minorHAnsi"/>
                <w:sz w:val="20"/>
                <w:szCs w:val="20"/>
                <w:u w:val="single"/>
              </w:rPr>
              <w:t>Name</w:t>
            </w:r>
          </w:p>
        </w:tc>
        <w:tc>
          <w:tcPr>
            <w:tcW w:w="1700" w:type="dxa"/>
            <w:shd w:val="clear" w:color="auto" w:fill="4E6B9E"/>
          </w:tcPr>
          <w:p w14:paraId="70CF05F2" w14:textId="606C431A" w:rsidR="002E7DF2" w:rsidRPr="00256BDD" w:rsidRDefault="00256BDD" w:rsidP="00FD3276">
            <w:pPr>
              <w:spacing w:after="0"/>
              <w:rPr>
                <w:rFonts w:cstheme="minorHAnsi"/>
                <w:sz w:val="20"/>
                <w:szCs w:val="20"/>
                <w:u w:val="single"/>
              </w:rPr>
            </w:pPr>
            <w:r w:rsidRPr="00256BDD">
              <w:rPr>
                <w:rFonts w:cstheme="minorHAnsi"/>
                <w:sz w:val="20"/>
                <w:szCs w:val="20"/>
                <w:u w:val="single"/>
              </w:rPr>
              <w:t>GebDatum</w:t>
            </w:r>
          </w:p>
        </w:tc>
        <w:tc>
          <w:tcPr>
            <w:tcW w:w="1403" w:type="dxa"/>
            <w:shd w:val="clear" w:color="auto" w:fill="4E6B9E"/>
          </w:tcPr>
          <w:p w14:paraId="512408A4" w14:textId="0AAF0566" w:rsidR="002E7DF2" w:rsidRPr="00FD3276" w:rsidRDefault="002E7DF2" w:rsidP="00FD3276">
            <w:pPr>
              <w:spacing w:after="0"/>
              <w:rPr>
                <w:rFonts w:cstheme="minorHAnsi"/>
                <w:sz w:val="20"/>
                <w:szCs w:val="20"/>
              </w:rPr>
            </w:pPr>
            <w:r w:rsidRPr="00FD3276">
              <w:rPr>
                <w:rFonts w:cstheme="minorHAnsi"/>
                <w:sz w:val="20"/>
                <w:szCs w:val="20"/>
              </w:rPr>
              <w:t>Geschlecht</w:t>
            </w:r>
          </w:p>
        </w:tc>
        <w:tc>
          <w:tcPr>
            <w:tcW w:w="2559" w:type="dxa"/>
            <w:shd w:val="clear" w:color="auto" w:fill="4E6B9E"/>
          </w:tcPr>
          <w:p w14:paraId="0FB76012" w14:textId="591F449F" w:rsidR="002E7DF2" w:rsidRPr="00FD3276" w:rsidRDefault="002E7DF2" w:rsidP="00FD3276">
            <w:pPr>
              <w:spacing w:after="0"/>
              <w:rPr>
                <w:rFonts w:cstheme="minorHAnsi"/>
                <w:sz w:val="20"/>
                <w:szCs w:val="20"/>
              </w:rPr>
            </w:pPr>
            <w:r>
              <w:rPr>
                <w:rFonts w:cstheme="minorHAnsi"/>
                <w:sz w:val="20"/>
                <w:szCs w:val="20"/>
              </w:rPr>
              <w:t>Spezies</w:t>
            </w:r>
          </w:p>
        </w:tc>
        <w:tc>
          <w:tcPr>
            <w:tcW w:w="1984" w:type="dxa"/>
            <w:shd w:val="clear" w:color="auto" w:fill="4E6B9E"/>
          </w:tcPr>
          <w:p w14:paraId="6E6C5737" w14:textId="0ABD000B" w:rsidR="002E7DF2" w:rsidRPr="00FD3276" w:rsidRDefault="002E7DF2" w:rsidP="00FD3276">
            <w:pPr>
              <w:spacing w:after="0"/>
              <w:rPr>
                <w:rFonts w:cstheme="minorHAnsi"/>
                <w:sz w:val="20"/>
                <w:szCs w:val="20"/>
              </w:rPr>
            </w:pPr>
            <w:r w:rsidRPr="00FD3276">
              <w:rPr>
                <w:rFonts w:cstheme="minorHAnsi"/>
                <w:sz w:val="20"/>
                <w:szCs w:val="20"/>
              </w:rPr>
              <w:t>Tierart</w:t>
            </w:r>
          </w:p>
        </w:tc>
        <w:tc>
          <w:tcPr>
            <w:tcW w:w="2126" w:type="dxa"/>
            <w:shd w:val="clear" w:color="auto" w:fill="4E6B9E"/>
          </w:tcPr>
          <w:p w14:paraId="4D5AB870" w14:textId="55498140" w:rsidR="002E7DF2" w:rsidRPr="00FD3276" w:rsidRDefault="002E7DF2" w:rsidP="00FD3276">
            <w:pPr>
              <w:spacing w:after="0"/>
              <w:rPr>
                <w:rFonts w:cstheme="minorHAnsi"/>
                <w:sz w:val="20"/>
                <w:szCs w:val="20"/>
              </w:rPr>
            </w:pPr>
            <w:r w:rsidRPr="00FD3276">
              <w:rPr>
                <w:rFonts w:cstheme="minorHAnsi"/>
                <w:sz w:val="20"/>
                <w:szCs w:val="20"/>
              </w:rPr>
              <w:t>Familie</w:t>
            </w:r>
          </w:p>
        </w:tc>
        <w:tc>
          <w:tcPr>
            <w:tcW w:w="1418" w:type="dxa"/>
            <w:shd w:val="clear" w:color="auto" w:fill="4E6B9E"/>
          </w:tcPr>
          <w:p w14:paraId="2C628A6A" w14:textId="7FF05115" w:rsidR="002E7DF2" w:rsidRPr="00FD3276" w:rsidRDefault="002E7DF2" w:rsidP="00FD3276">
            <w:pPr>
              <w:spacing w:after="0"/>
              <w:rPr>
                <w:rFonts w:cstheme="minorHAnsi"/>
                <w:sz w:val="20"/>
                <w:szCs w:val="20"/>
              </w:rPr>
            </w:pPr>
            <w:r w:rsidRPr="00FD3276">
              <w:rPr>
                <w:rFonts w:cstheme="minorHAnsi"/>
                <w:sz w:val="20"/>
                <w:szCs w:val="20"/>
              </w:rPr>
              <w:t>Ordnung</w:t>
            </w:r>
          </w:p>
        </w:tc>
        <w:tc>
          <w:tcPr>
            <w:tcW w:w="1381" w:type="dxa"/>
            <w:shd w:val="clear" w:color="auto" w:fill="4E6B9E"/>
          </w:tcPr>
          <w:p w14:paraId="5B64C34C" w14:textId="416394DB" w:rsidR="002E7DF2" w:rsidRPr="00FD3276" w:rsidRDefault="002E7DF2" w:rsidP="00FD3276">
            <w:pPr>
              <w:spacing w:after="0"/>
              <w:rPr>
                <w:rFonts w:cstheme="minorHAnsi"/>
                <w:sz w:val="20"/>
                <w:szCs w:val="20"/>
              </w:rPr>
            </w:pPr>
            <w:r w:rsidRPr="00FD3276">
              <w:rPr>
                <w:rFonts w:cstheme="minorHAnsi"/>
                <w:sz w:val="20"/>
                <w:szCs w:val="20"/>
              </w:rPr>
              <w:t>Klasse</w:t>
            </w:r>
          </w:p>
        </w:tc>
      </w:tr>
      <w:tr w:rsidR="002E7DF2" w14:paraId="62C6DF03" w14:textId="77777777" w:rsidTr="00256BDD">
        <w:trPr>
          <w:cnfStyle w:val="000000100000" w:firstRow="0" w:lastRow="0" w:firstColumn="0" w:lastColumn="0" w:oddVBand="0" w:evenVBand="0" w:oddHBand="1" w:evenHBand="0" w:firstRowFirstColumn="0" w:firstRowLastColumn="0" w:lastRowFirstColumn="0" w:lastRowLastColumn="0"/>
        </w:trPr>
        <w:tc>
          <w:tcPr>
            <w:tcW w:w="847" w:type="dxa"/>
          </w:tcPr>
          <w:p w14:paraId="35990224" w14:textId="1958CC6B" w:rsidR="002E7DF2" w:rsidRPr="00FD3276" w:rsidRDefault="002E7DF2" w:rsidP="00FD3276">
            <w:pPr>
              <w:spacing w:before="60" w:after="0"/>
              <w:rPr>
                <w:rFonts w:cstheme="minorHAnsi"/>
                <w:sz w:val="20"/>
                <w:szCs w:val="20"/>
              </w:rPr>
            </w:pPr>
            <w:r w:rsidRPr="00FD3276">
              <w:rPr>
                <w:rFonts w:cstheme="minorHAnsi"/>
                <w:sz w:val="20"/>
                <w:szCs w:val="20"/>
              </w:rPr>
              <w:t>Luna</w:t>
            </w:r>
          </w:p>
        </w:tc>
        <w:tc>
          <w:tcPr>
            <w:tcW w:w="1700" w:type="dxa"/>
          </w:tcPr>
          <w:p w14:paraId="49F3F026" w14:textId="4895E136" w:rsidR="002E7DF2" w:rsidRPr="00FD3276" w:rsidRDefault="00256BDD" w:rsidP="00FD3276">
            <w:pPr>
              <w:spacing w:before="60" w:after="0"/>
              <w:rPr>
                <w:rFonts w:cstheme="minorHAnsi"/>
                <w:sz w:val="20"/>
                <w:szCs w:val="20"/>
              </w:rPr>
            </w:pPr>
            <w:r>
              <w:rPr>
                <w:rFonts w:cstheme="minorHAnsi"/>
                <w:sz w:val="20"/>
                <w:szCs w:val="20"/>
              </w:rPr>
              <w:t>05.03.2020</w:t>
            </w:r>
          </w:p>
        </w:tc>
        <w:tc>
          <w:tcPr>
            <w:tcW w:w="1403" w:type="dxa"/>
          </w:tcPr>
          <w:p w14:paraId="2E50D02D" w14:textId="64A0BF27" w:rsidR="002E7DF2" w:rsidRPr="00FD3276" w:rsidRDefault="002E7DF2" w:rsidP="00FD3276">
            <w:pPr>
              <w:spacing w:before="60" w:after="0"/>
              <w:rPr>
                <w:rFonts w:cstheme="minorHAnsi"/>
                <w:sz w:val="20"/>
                <w:szCs w:val="20"/>
              </w:rPr>
            </w:pPr>
            <w:r w:rsidRPr="00FD3276">
              <w:rPr>
                <w:rFonts w:cstheme="minorHAnsi"/>
                <w:sz w:val="20"/>
                <w:szCs w:val="20"/>
              </w:rPr>
              <w:t>w</w:t>
            </w:r>
          </w:p>
        </w:tc>
        <w:tc>
          <w:tcPr>
            <w:tcW w:w="2559" w:type="dxa"/>
          </w:tcPr>
          <w:p w14:paraId="10538842" w14:textId="6F0A2B7E" w:rsidR="002E7DF2" w:rsidRPr="00FD3276" w:rsidRDefault="002E7DF2" w:rsidP="00FD3276">
            <w:pPr>
              <w:spacing w:before="60" w:after="0"/>
              <w:rPr>
                <w:rFonts w:cstheme="minorHAnsi"/>
                <w:sz w:val="20"/>
                <w:szCs w:val="20"/>
              </w:rPr>
            </w:pPr>
            <w:r w:rsidRPr="00FD3276">
              <w:rPr>
                <w:rFonts w:cstheme="minorHAnsi"/>
                <w:sz w:val="20"/>
                <w:szCs w:val="20"/>
              </w:rPr>
              <w:t>Siamkatze</w:t>
            </w:r>
          </w:p>
        </w:tc>
        <w:tc>
          <w:tcPr>
            <w:tcW w:w="1984" w:type="dxa"/>
          </w:tcPr>
          <w:p w14:paraId="6D4F172D" w14:textId="08ED3D40" w:rsidR="002E7DF2" w:rsidRPr="00FD3276" w:rsidRDefault="002E7DF2" w:rsidP="00FD3276">
            <w:pPr>
              <w:spacing w:before="60" w:after="0"/>
              <w:rPr>
                <w:rFonts w:cstheme="minorHAnsi"/>
                <w:sz w:val="20"/>
                <w:szCs w:val="20"/>
              </w:rPr>
            </w:pPr>
            <w:r w:rsidRPr="00FD3276">
              <w:rPr>
                <w:rFonts w:cstheme="minorHAnsi"/>
                <w:sz w:val="20"/>
                <w:szCs w:val="20"/>
              </w:rPr>
              <w:t>Hauskatze</w:t>
            </w:r>
          </w:p>
        </w:tc>
        <w:tc>
          <w:tcPr>
            <w:tcW w:w="2126" w:type="dxa"/>
          </w:tcPr>
          <w:p w14:paraId="0E390878" w14:textId="07C801E8" w:rsidR="002E7DF2" w:rsidRPr="00FD3276" w:rsidRDefault="002E7DF2" w:rsidP="00FD3276">
            <w:pPr>
              <w:spacing w:before="60" w:after="0"/>
              <w:rPr>
                <w:rFonts w:cstheme="minorHAnsi"/>
                <w:sz w:val="20"/>
                <w:szCs w:val="20"/>
              </w:rPr>
            </w:pPr>
            <w:r w:rsidRPr="00FD3276">
              <w:rPr>
                <w:rFonts w:cstheme="minorHAnsi"/>
                <w:sz w:val="20"/>
                <w:szCs w:val="20"/>
              </w:rPr>
              <w:t>Katzen</w:t>
            </w:r>
          </w:p>
        </w:tc>
        <w:tc>
          <w:tcPr>
            <w:tcW w:w="1418" w:type="dxa"/>
          </w:tcPr>
          <w:p w14:paraId="3D06A575" w14:textId="1EFDCB05" w:rsidR="002E7DF2" w:rsidRPr="00FD3276" w:rsidRDefault="002E7DF2" w:rsidP="00FD3276">
            <w:pPr>
              <w:spacing w:before="60" w:after="0"/>
              <w:rPr>
                <w:rFonts w:cstheme="minorHAnsi"/>
                <w:sz w:val="20"/>
                <w:szCs w:val="20"/>
              </w:rPr>
            </w:pPr>
            <w:r w:rsidRPr="00FD3276">
              <w:rPr>
                <w:rFonts w:cstheme="minorHAnsi"/>
                <w:sz w:val="20"/>
                <w:szCs w:val="20"/>
              </w:rPr>
              <w:t>Raubtiere</w:t>
            </w:r>
          </w:p>
        </w:tc>
        <w:tc>
          <w:tcPr>
            <w:tcW w:w="1381" w:type="dxa"/>
          </w:tcPr>
          <w:p w14:paraId="43064661" w14:textId="096238F7" w:rsidR="002E7DF2" w:rsidRPr="00FD3276" w:rsidRDefault="002E7DF2" w:rsidP="00FD3276">
            <w:pPr>
              <w:spacing w:before="60" w:after="0"/>
              <w:rPr>
                <w:rFonts w:cstheme="minorHAnsi"/>
                <w:sz w:val="20"/>
                <w:szCs w:val="20"/>
              </w:rPr>
            </w:pPr>
            <w:r w:rsidRPr="00FD3276">
              <w:rPr>
                <w:rFonts w:cstheme="minorHAnsi"/>
                <w:sz w:val="20"/>
                <w:szCs w:val="20"/>
              </w:rPr>
              <w:t>Säugetiere</w:t>
            </w:r>
          </w:p>
        </w:tc>
      </w:tr>
      <w:tr w:rsidR="002E7DF2" w14:paraId="14871826" w14:textId="77777777" w:rsidTr="00256BDD">
        <w:tc>
          <w:tcPr>
            <w:tcW w:w="847" w:type="dxa"/>
          </w:tcPr>
          <w:p w14:paraId="2D5F693E" w14:textId="4C0E978C" w:rsidR="002E7DF2" w:rsidRPr="00FD3276" w:rsidRDefault="002E7DF2" w:rsidP="00FD3276">
            <w:pPr>
              <w:spacing w:before="60" w:after="0"/>
              <w:rPr>
                <w:rFonts w:cstheme="minorHAnsi"/>
                <w:sz w:val="20"/>
                <w:szCs w:val="20"/>
              </w:rPr>
            </w:pPr>
            <w:r w:rsidRPr="00FD3276">
              <w:rPr>
                <w:rFonts w:cstheme="minorHAnsi"/>
                <w:sz w:val="20"/>
                <w:szCs w:val="20"/>
              </w:rPr>
              <w:t>Pucki</w:t>
            </w:r>
          </w:p>
        </w:tc>
        <w:tc>
          <w:tcPr>
            <w:tcW w:w="1700" w:type="dxa"/>
          </w:tcPr>
          <w:p w14:paraId="405536B5" w14:textId="34136D16" w:rsidR="002E7DF2" w:rsidRPr="00FD3276" w:rsidRDefault="00256BDD" w:rsidP="00FD3276">
            <w:pPr>
              <w:spacing w:before="60" w:after="0"/>
              <w:rPr>
                <w:rFonts w:cstheme="minorHAnsi"/>
                <w:sz w:val="20"/>
                <w:szCs w:val="20"/>
              </w:rPr>
            </w:pPr>
            <w:r>
              <w:rPr>
                <w:rFonts w:cstheme="minorHAnsi"/>
                <w:sz w:val="20"/>
                <w:szCs w:val="20"/>
              </w:rPr>
              <w:t>06.05.2018</w:t>
            </w:r>
          </w:p>
        </w:tc>
        <w:tc>
          <w:tcPr>
            <w:tcW w:w="1403" w:type="dxa"/>
          </w:tcPr>
          <w:p w14:paraId="20209DAA" w14:textId="733CA3A0" w:rsidR="002E7DF2" w:rsidRPr="00FD3276" w:rsidRDefault="002E7DF2" w:rsidP="00FD3276">
            <w:pPr>
              <w:spacing w:before="60" w:after="0"/>
              <w:rPr>
                <w:rFonts w:cstheme="minorHAnsi"/>
                <w:sz w:val="20"/>
                <w:szCs w:val="20"/>
              </w:rPr>
            </w:pPr>
            <w:r w:rsidRPr="00FD3276">
              <w:rPr>
                <w:rFonts w:cstheme="minorHAnsi"/>
                <w:sz w:val="20"/>
                <w:szCs w:val="20"/>
              </w:rPr>
              <w:t>m</w:t>
            </w:r>
          </w:p>
        </w:tc>
        <w:tc>
          <w:tcPr>
            <w:tcW w:w="2559" w:type="dxa"/>
          </w:tcPr>
          <w:p w14:paraId="44EE11F4" w14:textId="569D7FCC" w:rsidR="002E7DF2" w:rsidRPr="00FD3276" w:rsidRDefault="002E7DF2" w:rsidP="00FD3276">
            <w:pPr>
              <w:spacing w:before="60" w:after="0"/>
              <w:rPr>
                <w:rFonts w:cstheme="minorHAnsi"/>
                <w:sz w:val="20"/>
                <w:szCs w:val="20"/>
              </w:rPr>
            </w:pPr>
            <w:r w:rsidRPr="00FD3276">
              <w:rPr>
                <w:rFonts w:cstheme="minorHAnsi"/>
                <w:sz w:val="20"/>
                <w:szCs w:val="20"/>
              </w:rPr>
              <w:t>Perserkatze</w:t>
            </w:r>
          </w:p>
        </w:tc>
        <w:tc>
          <w:tcPr>
            <w:tcW w:w="1984" w:type="dxa"/>
          </w:tcPr>
          <w:p w14:paraId="1E4D496B" w14:textId="03934F4A" w:rsidR="002E7DF2" w:rsidRPr="00FD3276" w:rsidRDefault="002E7DF2" w:rsidP="00FD3276">
            <w:pPr>
              <w:spacing w:before="60" w:after="0"/>
              <w:rPr>
                <w:rFonts w:cstheme="minorHAnsi"/>
                <w:sz w:val="20"/>
                <w:szCs w:val="20"/>
              </w:rPr>
            </w:pPr>
            <w:r w:rsidRPr="00FD3276">
              <w:rPr>
                <w:rFonts w:cstheme="minorHAnsi"/>
                <w:sz w:val="20"/>
                <w:szCs w:val="20"/>
              </w:rPr>
              <w:t>Hauskatze</w:t>
            </w:r>
          </w:p>
        </w:tc>
        <w:tc>
          <w:tcPr>
            <w:tcW w:w="2126" w:type="dxa"/>
          </w:tcPr>
          <w:p w14:paraId="16064C5D" w14:textId="45557BC9" w:rsidR="002E7DF2" w:rsidRPr="00FD3276" w:rsidRDefault="002E7DF2" w:rsidP="00FD3276">
            <w:pPr>
              <w:spacing w:before="60" w:after="0"/>
              <w:rPr>
                <w:rFonts w:cstheme="minorHAnsi"/>
                <w:sz w:val="20"/>
                <w:szCs w:val="20"/>
              </w:rPr>
            </w:pPr>
            <w:r w:rsidRPr="00FD3276">
              <w:rPr>
                <w:rFonts w:cstheme="minorHAnsi"/>
                <w:sz w:val="20"/>
                <w:szCs w:val="20"/>
              </w:rPr>
              <w:t>Katzen</w:t>
            </w:r>
          </w:p>
        </w:tc>
        <w:tc>
          <w:tcPr>
            <w:tcW w:w="1418" w:type="dxa"/>
          </w:tcPr>
          <w:p w14:paraId="0AAC51FF" w14:textId="7B7AA6CE" w:rsidR="002E7DF2" w:rsidRPr="00FD3276" w:rsidRDefault="002E7DF2" w:rsidP="00FD3276">
            <w:pPr>
              <w:spacing w:before="60" w:after="0"/>
              <w:rPr>
                <w:rFonts w:cstheme="minorHAnsi"/>
                <w:sz w:val="20"/>
                <w:szCs w:val="20"/>
              </w:rPr>
            </w:pPr>
            <w:r w:rsidRPr="00FD3276">
              <w:rPr>
                <w:rFonts w:cstheme="minorHAnsi"/>
                <w:sz w:val="20"/>
                <w:szCs w:val="20"/>
              </w:rPr>
              <w:t>Raubtiere</w:t>
            </w:r>
          </w:p>
        </w:tc>
        <w:tc>
          <w:tcPr>
            <w:tcW w:w="1381" w:type="dxa"/>
          </w:tcPr>
          <w:p w14:paraId="0FD25EAF" w14:textId="2B5E3668" w:rsidR="002E7DF2" w:rsidRPr="00FD3276" w:rsidRDefault="002E7DF2" w:rsidP="00FD3276">
            <w:pPr>
              <w:spacing w:before="60" w:after="0"/>
              <w:rPr>
                <w:rFonts w:cstheme="minorHAnsi"/>
                <w:sz w:val="20"/>
                <w:szCs w:val="20"/>
              </w:rPr>
            </w:pPr>
            <w:r w:rsidRPr="00FD3276">
              <w:rPr>
                <w:rFonts w:cstheme="minorHAnsi"/>
                <w:sz w:val="20"/>
                <w:szCs w:val="20"/>
              </w:rPr>
              <w:t>Säugetiere</w:t>
            </w:r>
          </w:p>
        </w:tc>
      </w:tr>
      <w:tr w:rsidR="002E7DF2" w14:paraId="74B481B8" w14:textId="77777777" w:rsidTr="00256BDD">
        <w:trPr>
          <w:cnfStyle w:val="000000100000" w:firstRow="0" w:lastRow="0" w:firstColumn="0" w:lastColumn="0" w:oddVBand="0" w:evenVBand="0" w:oddHBand="1" w:evenHBand="0" w:firstRowFirstColumn="0" w:firstRowLastColumn="0" w:lastRowFirstColumn="0" w:lastRowLastColumn="0"/>
        </w:trPr>
        <w:tc>
          <w:tcPr>
            <w:tcW w:w="847" w:type="dxa"/>
          </w:tcPr>
          <w:p w14:paraId="6F5A3BA5" w14:textId="7F8541BF" w:rsidR="002E7DF2" w:rsidRPr="00FD3276" w:rsidRDefault="002E7DF2" w:rsidP="00FD3276">
            <w:pPr>
              <w:spacing w:before="60" w:after="0"/>
              <w:rPr>
                <w:rFonts w:cstheme="minorHAnsi"/>
                <w:sz w:val="20"/>
                <w:szCs w:val="20"/>
              </w:rPr>
            </w:pPr>
            <w:r w:rsidRPr="00FD3276">
              <w:rPr>
                <w:rFonts w:cstheme="minorHAnsi"/>
                <w:sz w:val="20"/>
                <w:szCs w:val="20"/>
              </w:rPr>
              <w:t>Fipsi</w:t>
            </w:r>
          </w:p>
        </w:tc>
        <w:tc>
          <w:tcPr>
            <w:tcW w:w="1700" w:type="dxa"/>
          </w:tcPr>
          <w:p w14:paraId="73AF10A4" w14:textId="5114801A" w:rsidR="002E7DF2" w:rsidRPr="00FD3276" w:rsidRDefault="00256BDD" w:rsidP="00FD3276">
            <w:pPr>
              <w:spacing w:before="60" w:after="0"/>
              <w:rPr>
                <w:rFonts w:cstheme="minorHAnsi"/>
                <w:sz w:val="20"/>
                <w:szCs w:val="20"/>
              </w:rPr>
            </w:pPr>
            <w:r>
              <w:rPr>
                <w:rFonts w:cstheme="minorHAnsi"/>
                <w:sz w:val="20"/>
                <w:szCs w:val="20"/>
              </w:rPr>
              <w:t>05.02.2021</w:t>
            </w:r>
          </w:p>
        </w:tc>
        <w:tc>
          <w:tcPr>
            <w:tcW w:w="1403" w:type="dxa"/>
          </w:tcPr>
          <w:p w14:paraId="1E1E4C68" w14:textId="363848CE" w:rsidR="002E7DF2" w:rsidRPr="00FD3276" w:rsidRDefault="002E7DF2" w:rsidP="00FD3276">
            <w:pPr>
              <w:spacing w:before="60" w:after="0"/>
              <w:rPr>
                <w:rFonts w:cstheme="minorHAnsi"/>
                <w:sz w:val="20"/>
                <w:szCs w:val="20"/>
              </w:rPr>
            </w:pPr>
            <w:r w:rsidRPr="00FD3276">
              <w:rPr>
                <w:rFonts w:cstheme="minorHAnsi"/>
                <w:sz w:val="20"/>
                <w:szCs w:val="20"/>
              </w:rPr>
              <w:t>w</w:t>
            </w:r>
          </w:p>
        </w:tc>
        <w:tc>
          <w:tcPr>
            <w:tcW w:w="2559" w:type="dxa"/>
          </w:tcPr>
          <w:p w14:paraId="646F0286" w14:textId="43DC6E86" w:rsidR="002E7DF2" w:rsidRPr="00FD3276" w:rsidRDefault="002E7DF2" w:rsidP="00FD3276">
            <w:pPr>
              <w:spacing w:before="60" w:after="0"/>
              <w:rPr>
                <w:rFonts w:cstheme="minorHAnsi"/>
                <w:sz w:val="20"/>
                <w:szCs w:val="20"/>
              </w:rPr>
            </w:pPr>
            <w:r w:rsidRPr="00FD3276">
              <w:rPr>
                <w:rFonts w:cstheme="minorHAnsi"/>
                <w:sz w:val="20"/>
                <w:szCs w:val="20"/>
              </w:rPr>
              <w:t>Hansi-Bubi</w:t>
            </w:r>
          </w:p>
        </w:tc>
        <w:tc>
          <w:tcPr>
            <w:tcW w:w="1984" w:type="dxa"/>
          </w:tcPr>
          <w:p w14:paraId="0B65E9C2" w14:textId="3153B735" w:rsidR="002E7DF2" w:rsidRPr="00FD3276" w:rsidRDefault="002E7DF2" w:rsidP="00FD3276">
            <w:pPr>
              <w:spacing w:before="60" w:after="0"/>
              <w:rPr>
                <w:rFonts w:cstheme="minorHAnsi"/>
                <w:sz w:val="20"/>
                <w:szCs w:val="20"/>
              </w:rPr>
            </w:pPr>
            <w:r w:rsidRPr="00FD3276">
              <w:rPr>
                <w:rFonts w:cstheme="minorHAnsi"/>
                <w:sz w:val="20"/>
                <w:szCs w:val="20"/>
              </w:rPr>
              <w:t>Wellensittich</w:t>
            </w:r>
          </w:p>
        </w:tc>
        <w:tc>
          <w:tcPr>
            <w:tcW w:w="2126" w:type="dxa"/>
          </w:tcPr>
          <w:p w14:paraId="5FC55EE3" w14:textId="587F838C" w:rsidR="002E7DF2" w:rsidRPr="00FD3276" w:rsidRDefault="002E7DF2" w:rsidP="00FD3276">
            <w:pPr>
              <w:spacing w:before="60" w:after="0"/>
              <w:rPr>
                <w:rFonts w:cstheme="minorHAnsi"/>
                <w:sz w:val="20"/>
                <w:szCs w:val="20"/>
              </w:rPr>
            </w:pPr>
            <w:r w:rsidRPr="00FD3276">
              <w:rPr>
                <w:rFonts w:cstheme="minorHAnsi"/>
                <w:sz w:val="20"/>
                <w:szCs w:val="20"/>
              </w:rPr>
              <w:t>Eigentliche Papageien</w:t>
            </w:r>
          </w:p>
        </w:tc>
        <w:tc>
          <w:tcPr>
            <w:tcW w:w="1418" w:type="dxa"/>
          </w:tcPr>
          <w:p w14:paraId="31D61923" w14:textId="1306B7C9" w:rsidR="002E7DF2" w:rsidRPr="00FD3276" w:rsidRDefault="002E7DF2" w:rsidP="00FD3276">
            <w:pPr>
              <w:spacing w:before="60" w:after="0"/>
              <w:rPr>
                <w:rFonts w:cstheme="minorHAnsi"/>
                <w:sz w:val="20"/>
                <w:szCs w:val="20"/>
              </w:rPr>
            </w:pPr>
            <w:r w:rsidRPr="00FD3276">
              <w:rPr>
                <w:rFonts w:cstheme="minorHAnsi"/>
                <w:sz w:val="20"/>
                <w:szCs w:val="20"/>
              </w:rPr>
              <w:t>Papageien</w:t>
            </w:r>
          </w:p>
        </w:tc>
        <w:tc>
          <w:tcPr>
            <w:tcW w:w="1381" w:type="dxa"/>
          </w:tcPr>
          <w:p w14:paraId="7D8F120D" w14:textId="71971C8B" w:rsidR="002E7DF2" w:rsidRPr="00FD3276" w:rsidRDefault="002E7DF2" w:rsidP="00FD3276">
            <w:pPr>
              <w:spacing w:before="60" w:after="0"/>
              <w:rPr>
                <w:rFonts w:cstheme="minorHAnsi"/>
                <w:sz w:val="20"/>
                <w:szCs w:val="20"/>
              </w:rPr>
            </w:pPr>
            <w:r w:rsidRPr="00FD3276">
              <w:rPr>
                <w:rFonts w:cstheme="minorHAnsi"/>
                <w:sz w:val="20"/>
                <w:szCs w:val="20"/>
              </w:rPr>
              <w:t>Vögel</w:t>
            </w:r>
          </w:p>
        </w:tc>
      </w:tr>
      <w:tr w:rsidR="002E7DF2" w14:paraId="0DA7E51F" w14:textId="77777777" w:rsidTr="00256BDD">
        <w:tc>
          <w:tcPr>
            <w:tcW w:w="847" w:type="dxa"/>
          </w:tcPr>
          <w:p w14:paraId="1F35F4E8" w14:textId="2FE84B41" w:rsidR="002E7DF2" w:rsidRPr="00FD3276" w:rsidRDefault="002E7DF2" w:rsidP="00FD3276">
            <w:pPr>
              <w:spacing w:before="60" w:after="0"/>
              <w:rPr>
                <w:rFonts w:cstheme="minorHAnsi"/>
                <w:sz w:val="20"/>
                <w:szCs w:val="20"/>
              </w:rPr>
            </w:pPr>
            <w:r w:rsidRPr="00FD3276">
              <w:rPr>
                <w:rFonts w:cstheme="minorHAnsi"/>
                <w:sz w:val="20"/>
                <w:szCs w:val="20"/>
              </w:rPr>
              <w:t>Frida</w:t>
            </w:r>
          </w:p>
        </w:tc>
        <w:tc>
          <w:tcPr>
            <w:tcW w:w="1700" w:type="dxa"/>
          </w:tcPr>
          <w:p w14:paraId="74012AF7" w14:textId="5FE4C1DE" w:rsidR="002E7DF2" w:rsidRPr="00FD3276" w:rsidRDefault="00256BDD" w:rsidP="00FD3276">
            <w:pPr>
              <w:spacing w:before="60" w:after="0"/>
              <w:rPr>
                <w:rFonts w:cstheme="minorHAnsi"/>
                <w:sz w:val="20"/>
                <w:szCs w:val="20"/>
              </w:rPr>
            </w:pPr>
            <w:r>
              <w:rPr>
                <w:rFonts w:cstheme="minorHAnsi"/>
                <w:sz w:val="20"/>
                <w:szCs w:val="20"/>
              </w:rPr>
              <w:t>03.06.2020</w:t>
            </w:r>
          </w:p>
        </w:tc>
        <w:tc>
          <w:tcPr>
            <w:tcW w:w="1403" w:type="dxa"/>
          </w:tcPr>
          <w:p w14:paraId="6BDA38E5" w14:textId="3D3C561A" w:rsidR="002E7DF2" w:rsidRPr="00FD3276" w:rsidRDefault="002E7DF2" w:rsidP="00FD3276">
            <w:pPr>
              <w:spacing w:before="60" w:after="0"/>
              <w:rPr>
                <w:rFonts w:cstheme="minorHAnsi"/>
                <w:sz w:val="20"/>
                <w:szCs w:val="20"/>
              </w:rPr>
            </w:pPr>
            <w:r w:rsidRPr="00FD3276">
              <w:rPr>
                <w:rFonts w:cstheme="minorHAnsi"/>
                <w:sz w:val="20"/>
                <w:szCs w:val="20"/>
              </w:rPr>
              <w:t>w</w:t>
            </w:r>
          </w:p>
        </w:tc>
        <w:tc>
          <w:tcPr>
            <w:tcW w:w="2559" w:type="dxa"/>
          </w:tcPr>
          <w:p w14:paraId="292A2FAD" w14:textId="4EBFE96E" w:rsidR="002E7DF2" w:rsidRPr="00FD3276" w:rsidRDefault="002E7DF2" w:rsidP="00FD3276">
            <w:pPr>
              <w:spacing w:before="60" w:after="0"/>
              <w:rPr>
                <w:rFonts w:cstheme="minorHAnsi"/>
                <w:sz w:val="20"/>
                <w:szCs w:val="20"/>
              </w:rPr>
            </w:pPr>
            <w:r w:rsidRPr="00FD3276">
              <w:rPr>
                <w:rFonts w:cstheme="minorHAnsi"/>
                <w:sz w:val="20"/>
                <w:szCs w:val="20"/>
              </w:rPr>
              <w:t>Hansi-Bubi</w:t>
            </w:r>
          </w:p>
        </w:tc>
        <w:tc>
          <w:tcPr>
            <w:tcW w:w="1984" w:type="dxa"/>
          </w:tcPr>
          <w:p w14:paraId="2DC58A13" w14:textId="336AED77" w:rsidR="002E7DF2" w:rsidRPr="00FD3276" w:rsidRDefault="002E7DF2" w:rsidP="00FD3276">
            <w:pPr>
              <w:spacing w:before="60" w:after="0"/>
              <w:rPr>
                <w:rFonts w:cstheme="minorHAnsi"/>
                <w:sz w:val="20"/>
                <w:szCs w:val="20"/>
              </w:rPr>
            </w:pPr>
            <w:r w:rsidRPr="00FD3276">
              <w:rPr>
                <w:rFonts w:cstheme="minorHAnsi"/>
                <w:sz w:val="20"/>
                <w:szCs w:val="20"/>
              </w:rPr>
              <w:t>Wellensittich</w:t>
            </w:r>
          </w:p>
        </w:tc>
        <w:tc>
          <w:tcPr>
            <w:tcW w:w="2126" w:type="dxa"/>
          </w:tcPr>
          <w:p w14:paraId="0E4ECF80" w14:textId="2824B32B" w:rsidR="002E7DF2" w:rsidRPr="00FD3276" w:rsidRDefault="002E7DF2" w:rsidP="00FD3276">
            <w:pPr>
              <w:spacing w:before="60" w:after="0"/>
              <w:rPr>
                <w:rFonts w:cstheme="minorHAnsi"/>
                <w:sz w:val="20"/>
                <w:szCs w:val="20"/>
              </w:rPr>
            </w:pPr>
            <w:r w:rsidRPr="00FD3276">
              <w:rPr>
                <w:rFonts w:cstheme="minorHAnsi"/>
                <w:sz w:val="20"/>
                <w:szCs w:val="20"/>
              </w:rPr>
              <w:t>Eigentliche Papageien</w:t>
            </w:r>
          </w:p>
        </w:tc>
        <w:tc>
          <w:tcPr>
            <w:tcW w:w="1418" w:type="dxa"/>
          </w:tcPr>
          <w:p w14:paraId="007B17C1" w14:textId="22FA304B" w:rsidR="002E7DF2" w:rsidRPr="00FD3276" w:rsidRDefault="002E7DF2" w:rsidP="00FD3276">
            <w:pPr>
              <w:spacing w:before="60" w:after="0"/>
              <w:rPr>
                <w:rFonts w:cstheme="minorHAnsi"/>
                <w:sz w:val="20"/>
                <w:szCs w:val="20"/>
              </w:rPr>
            </w:pPr>
            <w:r w:rsidRPr="00FD3276">
              <w:rPr>
                <w:rFonts w:cstheme="minorHAnsi"/>
                <w:sz w:val="20"/>
                <w:szCs w:val="20"/>
              </w:rPr>
              <w:t>Papageien</w:t>
            </w:r>
          </w:p>
        </w:tc>
        <w:tc>
          <w:tcPr>
            <w:tcW w:w="1381" w:type="dxa"/>
          </w:tcPr>
          <w:p w14:paraId="0D4AE7B6" w14:textId="731B8582" w:rsidR="002E7DF2" w:rsidRPr="00FD3276" w:rsidRDefault="002E7DF2" w:rsidP="00FD3276">
            <w:pPr>
              <w:spacing w:before="60" w:after="0"/>
              <w:rPr>
                <w:rFonts w:cstheme="minorHAnsi"/>
                <w:sz w:val="20"/>
                <w:szCs w:val="20"/>
              </w:rPr>
            </w:pPr>
            <w:r w:rsidRPr="00FD3276">
              <w:rPr>
                <w:rFonts w:cstheme="minorHAnsi"/>
                <w:sz w:val="20"/>
                <w:szCs w:val="20"/>
              </w:rPr>
              <w:t>Vögel</w:t>
            </w:r>
          </w:p>
        </w:tc>
      </w:tr>
      <w:tr w:rsidR="002E7DF2" w14:paraId="3C6D77AA" w14:textId="77777777" w:rsidTr="00256BDD">
        <w:trPr>
          <w:cnfStyle w:val="000000100000" w:firstRow="0" w:lastRow="0" w:firstColumn="0" w:lastColumn="0" w:oddVBand="0" w:evenVBand="0" w:oddHBand="1" w:evenHBand="0" w:firstRowFirstColumn="0" w:firstRowLastColumn="0" w:lastRowFirstColumn="0" w:lastRowLastColumn="0"/>
        </w:trPr>
        <w:tc>
          <w:tcPr>
            <w:tcW w:w="847" w:type="dxa"/>
          </w:tcPr>
          <w:p w14:paraId="4E39A80E" w14:textId="6839F502" w:rsidR="002E7DF2" w:rsidRPr="00FD3276" w:rsidRDefault="002E7DF2" w:rsidP="00FD3276">
            <w:pPr>
              <w:spacing w:before="60" w:after="0"/>
              <w:rPr>
                <w:rFonts w:cstheme="minorHAnsi"/>
                <w:sz w:val="20"/>
                <w:szCs w:val="20"/>
              </w:rPr>
            </w:pPr>
            <w:r>
              <w:rPr>
                <w:rFonts w:cstheme="minorHAnsi"/>
                <w:sz w:val="20"/>
                <w:szCs w:val="20"/>
              </w:rPr>
              <w:t>Blacky</w:t>
            </w:r>
          </w:p>
        </w:tc>
        <w:tc>
          <w:tcPr>
            <w:tcW w:w="1700" w:type="dxa"/>
          </w:tcPr>
          <w:p w14:paraId="14F0FCCD" w14:textId="15F352B7" w:rsidR="002E7DF2" w:rsidRPr="00FD3276" w:rsidRDefault="00256BDD" w:rsidP="00FD3276">
            <w:pPr>
              <w:spacing w:before="60" w:after="0"/>
              <w:rPr>
                <w:rFonts w:cstheme="minorHAnsi"/>
                <w:sz w:val="20"/>
                <w:szCs w:val="20"/>
              </w:rPr>
            </w:pPr>
            <w:r>
              <w:rPr>
                <w:rFonts w:cstheme="minorHAnsi"/>
                <w:sz w:val="20"/>
                <w:szCs w:val="20"/>
              </w:rPr>
              <w:t>09.12.2019</w:t>
            </w:r>
          </w:p>
        </w:tc>
        <w:tc>
          <w:tcPr>
            <w:tcW w:w="1403" w:type="dxa"/>
          </w:tcPr>
          <w:p w14:paraId="7C1F0488" w14:textId="63F89F66" w:rsidR="002E7DF2" w:rsidRPr="00FD3276" w:rsidRDefault="002E7DF2" w:rsidP="00FD3276">
            <w:pPr>
              <w:spacing w:before="60" w:after="0"/>
              <w:rPr>
                <w:rFonts w:cstheme="minorHAnsi"/>
                <w:sz w:val="20"/>
                <w:szCs w:val="20"/>
              </w:rPr>
            </w:pPr>
            <w:r>
              <w:rPr>
                <w:rFonts w:cstheme="minorHAnsi"/>
                <w:sz w:val="20"/>
                <w:szCs w:val="20"/>
              </w:rPr>
              <w:t>m</w:t>
            </w:r>
          </w:p>
        </w:tc>
        <w:tc>
          <w:tcPr>
            <w:tcW w:w="2559" w:type="dxa"/>
          </w:tcPr>
          <w:p w14:paraId="4CFDE139" w14:textId="0E3A743F" w:rsidR="002E7DF2" w:rsidRPr="00FD3276" w:rsidRDefault="002E7DF2" w:rsidP="00FD3276">
            <w:pPr>
              <w:spacing w:before="60" w:after="0"/>
              <w:rPr>
                <w:rFonts w:cstheme="minorHAnsi"/>
                <w:sz w:val="20"/>
                <w:szCs w:val="20"/>
              </w:rPr>
            </w:pPr>
            <w:r>
              <w:rPr>
                <w:rFonts w:cstheme="minorHAnsi"/>
                <w:sz w:val="20"/>
                <w:szCs w:val="20"/>
              </w:rPr>
              <w:t>Kongo-Graupapagei</w:t>
            </w:r>
          </w:p>
        </w:tc>
        <w:tc>
          <w:tcPr>
            <w:tcW w:w="1984" w:type="dxa"/>
          </w:tcPr>
          <w:p w14:paraId="42B61F73" w14:textId="3411113E" w:rsidR="002E7DF2" w:rsidRPr="00FD3276" w:rsidRDefault="002E7DF2" w:rsidP="00FD3276">
            <w:pPr>
              <w:spacing w:before="60" w:after="0"/>
              <w:rPr>
                <w:rFonts w:cstheme="minorHAnsi"/>
                <w:sz w:val="20"/>
                <w:szCs w:val="20"/>
              </w:rPr>
            </w:pPr>
            <w:r>
              <w:rPr>
                <w:rFonts w:cstheme="minorHAnsi"/>
                <w:sz w:val="20"/>
                <w:szCs w:val="20"/>
              </w:rPr>
              <w:t>Graupapagei</w:t>
            </w:r>
          </w:p>
        </w:tc>
        <w:tc>
          <w:tcPr>
            <w:tcW w:w="2126" w:type="dxa"/>
          </w:tcPr>
          <w:p w14:paraId="5FE14D27" w14:textId="25C93C0A" w:rsidR="002E7DF2" w:rsidRPr="00FD3276" w:rsidRDefault="002E7DF2" w:rsidP="00FD3276">
            <w:pPr>
              <w:spacing w:before="60" w:after="0"/>
              <w:rPr>
                <w:rFonts w:cstheme="minorHAnsi"/>
                <w:sz w:val="20"/>
                <w:szCs w:val="20"/>
              </w:rPr>
            </w:pPr>
            <w:r w:rsidRPr="00FD3276">
              <w:rPr>
                <w:rFonts w:cstheme="minorHAnsi"/>
                <w:sz w:val="20"/>
                <w:szCs w:val="20"/>
              </w:rPr>
              <w:t>Eigentliche Papageien</w:t>
            </w:r>
          </w:p>
        </w:tc>
        <w:tc>
          <w:tcPr>
            <w:tcW w:w="1418" w:type="dxa"/>
          </w:tcPr>
          <w:p w14:paraId="6159AADB" w14:textId="568B6A70" w:rsidR="002E7DF2" w:rsidRPr="00FD3276" w:rsidRDefault="002E7DF2" w:rsidP="00FD3276">
            <w:pPr>
              <w:spacing w:before="60" w:after="0"/>
              <w:rPr>
                <w:rFonts w:cstheme="minorHAnsi"/>
                <w:sz w:val="20"/>
                <w:szCs w:val="20"/>
              </w:rPr>
            </w:pPr>
            <w:r w:rsidRPr="00FD3276">
              <w:rPr>
                <w:rFonts w:cstheme="minorHAnsi"/>
                <w:sz w:val="20"/>
                <w:szCs w:val="20"/>
              </w:rPr>
              <w:t>Papageien</w:t>
            </w:r>
          </w:p>
        </w:tc>
        <w:tc>
          <w:tcPr>
            <w:tcW w:w="1381" w:type="dxa"/>
          </w:tcPr>
          <w:p w14:paraId="47FC7DA8" w14:textId="3D7F3131" w:rsidR="002E7DF2" w:rsidRPr="00FD3276" w:rsidRDefault="002E7DF2" w:rsidP="00FD3276">
            <w:pPr>
              <w:spacing w:before="60" w:after="0"/>
              <w:rPr>
                <w:rFonts w:cstheme="minorHAnsi"/>
                <w:sz w:val="20"/>
                <w:szCs w:val="20"/>
              </w:rPr>
            </w:pPr>
            <w:r w:rsidRPr="00FD3276">
              <w:rPr>
                <w:rFonts w:cstheme="minorHAnsi"/>
                <w:sz w:val="20"/>
                <w:szCs w:val="20"/>
              </w:rPr>
              <w:t>Vögel</w:t>
            </w:r>
          </w:p>
        </w:tc>
      </w:tr>
      <w:bookmarkEnd w:id="6"/>
      <w:tr w:rsidR="002E7DF2" w14:paraId="5D525288" w14:textId="77777777" w:rsidTr="00256BDD">
        <w:tc>
          <w:tcPr>
            <w:tcW w:w="847" w:type="dxa"/>
          </w:tcPr>
          <w:p w14:paraId="3C264EBE" w14:textId="1C588E87"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700" w:type="dxa"/>
          </w:tcPr>
          <w:p w14:paraId="24A7A3FE" w14:textId="0C609156"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403" w:type="dxa"/>
          </w:tcPr>
          <w:p w14:paraId="4E4B205D" w14:textId="6FB43DDF"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2559" w:type="dxa"/>
          </w:tcPr>
          <w:p w14:paraId="33256880" w14:textId="70B6859A"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984" w:type="dxa"/>
          </w:tcPr>
          <w:p w14:paraId="3D26D2BD" w14:textId="25304CDF"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2126" w:type="dxa"/>
          </w:tcPr>
          <w:p w14:paraId="156F6724" w14:textId="4901DE74"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418" w:type="dxa"/>
          </w:tcPr>
          <w:p w14:paraId="6DD498AE" w14:textId="67BFE101"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381" w:type="dxa"/>
          </w:tcPr>
          <w:p w14:paraId="0FF24BCB" w14:textId="4727CD89" w:rsidR="002E7DF2" w:rsidRPr="00FD3276" w:rsidRDefault="002E7DF2" w:rsidP="00FD3276">
            <w:pPr>
              <w:keepNext/>
              <w:spacing w:before="60" w:after="0"/>
              <w:rPr>
                <w:rFonts w:cstheme="minorHAnsi"/>
                <w:sz w:val="20"/>
                <w:szCs w:val="20"/>
              </w:rPr>
            </w:pPr>
            <w:r w:rsidRPr="00FD3276">
              <w:rPr>
                <w:rFonts w:cstheme="minorHAnsi"/>
                <w:sz w:val="20"/>
                <w:szCs w:val="20"/>
              </w:rPr>
              <w:t>…</w:t>
            </w:r>
          </w:p>
        </w:tc>
      </w:tr>
    </w:tbl>
    <w:p w14:paraId="232BAE88" w14:textId="396354DD" w:rsidR="00F34CFB" w:rsidRDefault="00FD3276" w:rsidP="00FD3276">
      <w:pPr>
        <w:pStyle w:val="UnterschriftINFSII"/>
      </w:pPr>
      <w:r>
        <w:t xml:space="preserve">Abbildung </w:t>
      </w:r>
      <w:fldSimple w:instr=" SEQ Abbildung \* ARABIC ">
        <w:r w:rsidR="00C303B8">
          <w:rPr>
            <w:noProof/>
          </w:rPr>
          <w:t>4</w:t>
        </w:r>
      </w:fldSimple>
      <w:r>
        <w:t>: Datenspeicherung eines Tierheims</w:t>
      </w:r>
    </w:p>
    <w:bookmarkEnd w:id="5"/>
    <w:p w14:paraId="123635C8" w14:textId="77777777" w:rsidR="00100AB0" w:rsidRDefault="00100AB0" w:rsidP="00FD3276">
      <w:pPr>
        <w:pStyle w:val="UnterschriftINFSII"/>
      </w:pPr>
    </w:p>
    <w:p w14:paraId="5222BF67" w14:textId="0F6AE094" w:rsidR="00100AB0" w:rsidRPr="00F34CFB" w:rsidRDefault="00100AB0" w:rsidP="00FD3276">
      <w:pPr>
        <w:pStyle w:val="UnterschriftINFSII"/>
        <w:sectPr w:rsidR="00100AB0" w:rsidRPr="00F34CFB" w:rsidSect="00FD3276">
          <w:headerReference w:type="default" r:id="rId14"/>
          <w:footerReference w:type="default" r:id="rId15"/>
          <w:pgSz w:w="16838" w:h="11906" w:orient="landscape"/>
          <w:pgMar w:top="1843" w:right="1276" w:bottom="1417" w:left="1418" w:header="708" w:footer="708" w:gutter="0"/>
          <w:cols w:space="708"/>
          <w:docGrid w:linePitch="360"/>
        </w:sectPr>
      </w:pPr>
    </w:p>
    <w:p w14:paraId="757AC0C0" w14:textId="5F3129C3" w:rsidR="003D7F9C" w:rsidRDefault="003D7F9C" w:rsidP="003D7F9C">
      <w:pPr>
        <w:pStyle w:val="berschrift2"/>
      </w:pPr>
      <w:bookmarkStart w:id="7" w:name="_Hlk82078154"/>
      <w:r>
        <w:lastRenderedPageBreak/>
        <w:t>Modellierung mithilfe von ER-Diagrammen</w:t>
      </w:r>
    </w:p>
    <w:p w14:paraId="562AEE20" w14:textId="66F37779" w:rsidR="00FC3909" w:rsidRDefault="003B023E">
      <w:bookmarkStart w:id="8" w:name="_Hlk82078422"/>
      <w:r>
        <w:t xml:space="preserve">Redundanzen und Anomalien kommen häufig dadurch zustande, dass die Daten, die sich unterschiedlichen Entitäten zuordnen lassen, in einer </w:t>
      </w:r>
      <w:r w:rsidR="004D7933">
        <w:t xml:space="preserve">gemeinsamen </w:t>
      </w:r>
      <w:r>
        <w:t xml:space="preserve">Tabelle </w:t>
      </w:r>
      <w:r w:rsidR="004D7933">
        <w:t xml:space="preserve">gespeichert </w:t>
      </w:r>
      <w:r>
        <w:t xml:space="preserve">werden. </w:t>
      </w:r>
      <w:r w:rsidR="00FC3909">
        <w:t>Um dies zu vermeiden</w:t>
      </w:r>
      <w:r w:rsidR="00B979F9">
        <w:t>,</w:t>
      </w:r>
      <w:r w:rsidR="00FC3909">
        <w:t xml:space="preserve"> ist eine </w:t>
      </w:r>
      <w:r>
        <w:t xml:space="preserve">gut durchdachte Modellierung </w:t>
      </w:r>
      <w:r w:rsidR="00FC3909">
        <w:t>in einem ER-Diagramm hilfreich, um im Vorfeld zu überlegen, welche Entitäten unterschieden werden müssen und in welche</w:t>
      </w:r>
      <w:r w:rsidR="004D7933">
        <w:t>n</w:t>
      </w:r>
      <w:r w:rsidR="00FC3909">
        <w:t xml:space="preserve"> Beziehung</w:t>
      </w:r>
      <w:r w:rsidR="004D7933">
        <w:t>en</w:t>
      </w:r>
      <w:r w:rsidR="00FC3909">
        <w:t xml:space="preserve"> diese zueinanderstehen. Treten dann noch Redundanzen und Anomalien in den Tabellen auf, können die Abhängigkeiten der Attribute genauer betrachtet werden, um die Tabellen ggf. weiter aufzuteilen</w:t>
      </w:r>
      <w:r w:rsidR="00FE029F">
        <w:t xml:space="preserve"> (</w:t>
      </w:r>
      <w:r w:rsidR="00FE029F">
        <w:sym w:font="Wingdings" w:char="F0E0"/>
      </w:r>
      <w:r w:rsidR="00FE029F">
        <w:t xml:space="preserve"> s. </w:t>
      </w:r>
      <w:r w:rsidR="00FE029F" w:rsidRPr="00FE029F">
        <w:t>Optimierung einzelner Tabellen</w:t>
      </w:r>
      <w:r w:rsidR="00FE029F">
        <w:t>)</w:t>
      </w:r>
      <w:r w:rsidR="00FC3909">
        <w:t>. Wir beginnen mit der Modellierung mithilfe eines ER-Diagramms.</w:t>
      </w:r>
    </w:p>
    <w:p w14:paraId="76CEAB02" w14:textId="015006D8" w:rsidR="0023189C" w:rsidRDefault="00FC3909">
      <w:r>
        <w:t>Beim Entwurf einer Datenbank müssen die Daten, die einen Ausschnitt aus der realen Welt, z. B. eine Schule, einen Verein, einen Versandhandel oder eine Arztpraxis, beschreiben, strukturiert werden, indem der Ausschnitt der realen We</w:t>
      </w:r>
      <w:r w:rsidR="00FE029F">
        <w:t>l</w:t>
      </w:r>
      <w:r>
        <w:t xml:space="preserve">t in einem ER-Diagramm abgebildet wird. Dazu </w:t>
      </w:r>
      <w:r w:rsidR="00434525">
        <w:t>werden</w:t>
      </w:r>
      <w:r>
        <w:t xml:space="preserve"> die Daten den verschiedenen Entitäten und ihren Beziehungen zugeordnet. </w:t>
      </w:r>
    </w:p>
    <w:p w14:paraId="1EDDFEC0" w14:textId="2F656001" w:rsidR="004E7200" w:rsidRDefault="00434525">
      <w:r>
        <w:t xml:space="preserve">Manchmal </w:t>
      </w:r>
      <w:r w:rsidR="00D05058">
        <w:t>ist es nicht ganz einfach</w:t>
      </w:r>
      <w:r>
        <w:t>,</w:t>
      </w:r>
      <w:r w:rsidR="00D05058">
        <w:t xml:space="preserve"> zwischen Attributen und Entitäten zu unterscheiden. Im ER-Diagramm des Sportvereins Fitstadt wird die Sportst</w:t>
      </w:r>
      <w:r w:rsidR="004D7933">
        <w:t>ä</w:t>
      </w:r>
      <w:r w:rsidR="00D05058">
        <w:t>tte beispielsweise als Attribut der Entität Kurs modelliert. Das ist in Ordnung</w:t>
      </w:r>
      <w:r w:rsidR="004D7933">
        <w:t>,</w:t>
      </w:r>
      <w:r w:rsidR="00D05058">
        <w:t xml:space="preserve"> solange die Sportst</w:t>
      </w:r>
      <w:r w:rsidR="004D7933">
        <w:t>ä</w:t>
      </w:r>
      <w:r w:rsidR="00D05058">
        <w:t xml:space="preserve">tte mit einem einzelnen Wert, hier dem Namen, beschrieben werden kann. Möchte man hingegen weitere Informationen, </w:t>
      </w:r>
      <w:r w:rsidR="004D7933">
        <w:t xml:space="preserve">die die Sportstätte näher beschreiben, </w:t>
      </w:r>
      <w:r w:rsidR="00D05058">
        <w:t>wie die Adresse, die Größe oder die Anzahl der Sitzplätze auf der Tribüne</w:t>
      </w:r>
      <w:r w:rsidR="004D7933">
        <w:t>,</w:t>
      </w:r>
      <w:r w:rsidR="00D05058">
        <w:t xml:space="preserve"> in der Datenbank speichern, ist es sinnvoller</w:t>
      </w:r>
      <w:r>
        <w:t>,</w:t>
      </w:r>
      <w:r w:rsidR="00D05058">
        <w:t xml:space="preserve"> die Sportst</w:t>
      </w:r>
      <w:r w:rsidR="004D7933">
        <w:t>ä</w:t>
      </w:r>
      <w:r w:rsidR="00D05058">
        <w:t>tte als eigene Entität zu modellieren. Andernfalls würde</w:t>
      </w:r>
      <w:r w:rsidR="004D7933">
        <w:t>n</w:t>
      </w:r>
      <w:r w:rsidR="00D05058">
        <w:t xml:space="preserve"> diese Daten für jeden Kurs, der in der Sportst</w:t>
      </w:r>
      <w:r w:rsidR="004D7933">
        <w:t>ä</w:t>
      </w:r>
      <w:r w:rsidR="00D05058">
        <w:t>tte stattfindet, redundant gespeichert.</w:t>
      </w:r>
      <w:r w:rsidR="004E7200">
        <w:t xml:space="preserve"> </w:t>
      </w:r>
      <w:r w:rsidR="0022430D">
        <w:t>Eine entsprechende Modellierung zei</w:t>
      </w:r>
      <w:r w:rsidR="00F305C7">
        <w:t>g</w:t>
      </w:r>
      <w:r w:rsidR="0022430D">
        <w:t>t Abbildung</w:t>
      </w:r>
      <w:r>
        <w:t xml:space="preserve"> 5</w:t>
      </w:r>
      <w:r w:rsidR="0022430D">
        <w:t>.</w:t>
      </w:r>
    </w:p>
    <w:p w14:paraId="16BABCED" w14:textId="47B71849" w:rsidR="00D20D87" w:rsidRDefault="004E7200">
      <w:r>
        <w:t xml:space="preserve">Durch Unterstreichen werden im ER-Diagramm bereits die Attribute, die den Primärschlüssel bilden, </w:t>
      </w:r>
      <w:r w:rsidR="00FE029F">
        <w:t>gekennzeichnet</w:t>
      </w:r>
      <w:r>
        <w:t xml:space="preserve">. </w:t>
      </w:r>
      <w:r w:rsidR="00FE029F">
        <w:t>Zur Erinnerung: Entitäten werden als Rechtecke dargestellt, Attribute in Ovalen und die Beziehungen in Rauten.</w:t>
      </w:r>
    </w:p>
    <w:bookmarkEnd w:id="8"/>
    <w:p w14:paraId="46F9A6C8" w14:textId="77777777" w:rsidR="00FE029F" w:rsidRDefault="0022430D" w:rsidP="00FE029F">
      <w:pPr>
        <w:keepNext/>
      </w:pPr>
      <w:r>
        <w:rPr>
          <w:noProof/>
        </w:rPr>
        <w:lastRenderedPageBreak/>
        <w:drawing>
          <wp:inline distT="0" distB="0" distL="0" distR="0" wp14:anchorId="0482E1F6" wp14:editId="2BBFFDD3">
            <wp:extent cx="5760720" cy="3769995"/>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6">
                      <a:extLst>
                        <a:ext uri="{28A0092B-C50C-407E-A947-70E740481C1C}">
                          <a14:useLocalDpi xmlns:a14="http://schemas.microsoft.com/office/drawing/2010/main" val="0"/>
                        </a:ext>
                      </a:extLst>
                    </a:blip>
                    <a:stretch>
                      <a:fillRect/>
                    </a:stretch>
                  </pic:blipFill>
                  <pic:spPr>
                    <a:xfrm>
                      <a:off x="0" y="0"/>
                      <a:ext cx="5760720" cy="3769995"/>
                    </a:xfrm>
                    <a:prstGeom prst="rect">
                      <a:avLst/>
                    </a:prstGeom>
                  </pic:spPr>
                </pic:pic>
              </a:graphicData>
            </a:graphic>
          </wp:inline>
        </w:drawing>
      </w:r>
    </w:p>
    <w:p w14:paraId="72802C68" w14:textId="4CD22077" w:rsidR="00FE029F" w:rsidRDefault="00FE029F" w:rsidP="00FE029F">
      <w:pPr>
        <w:pStyle w:val="UnterschriftINFSII"/>
      </w:pPr>
      <w:r>
        <w:t xml:space="preserve">Abbildung </w:t>
      </w:r>
      <w:fldSimple w:instr=" SEQ Abbildung \* ARABIC ">
        <w:r w:rsidR="00C303B8">
          <w:rPr>
            <w:noProof/>
          </w:rPr>
          <w:t>5</w:t>
        </w:r>
      </w:fldSimple>
      <w:r>
        <w:t>: ER-Diagramm des TSV Fitstadt mit "Sportstaette" als eigener Entität</w:t>
      </w:r>
    </w:p>
    <w:p w14:paraId="3B21B5D1" w14:textId="05BE0C88" w:rsidR="00434525" w:rsidRPr="00434525" w:rsidRDefault="00434525" w:rsidP="00434525">
      <w:pPr>
        <w:pStyle w:val="berschrift3"/>
        <w:rPr>
          <w:b/>
          <w:bCs/>
        </w:rPr>
      </w:pPr>
      <w:bookmarkStart w:id="9" w:name="_Hlk82078686"/>
      <w:r w:rsidRPr="00434525">
        <w:rPr>
          <w:b/>
          <w:bCs/>
        </w:rPr>
        <w:t>Kardinalitäten</w:t>
      </w:r>
    </w:p>
    <w:p w14:paraId="3637FA91" w14:textId="723E5EA1" w:rsidR="00FC3909" w:rsidRDefault="004E7200">
      <w:r>
        <w:t xml:space="preserve">Für die spätere Umsetzung des ER-Diagramms in Tabellen ist entscheidend, ob ein Element einer Entität eine Beziehung mit </w:t>
      </w:r>
      <w:r w:rsidR="00D20D87">
        <w:t>höchstens</w:t>
      </w:r>
      <w:r>
        <w:t xml:space="preserve"> einem oder mit mehreren Elementen der anderen Entität eingehen kann. </w:t>
      </w:r>
      <w:r w:rsidR="00D20D87">
        <w:t xml:space="preserve">Man unterscheidet daher 1:1, 1:n und n:m-Beziehungen. Die Angabe 1 bzw. n wird als </w:t>
      </w:r>
      <w:r w:rsidR="00D20D87" w:rsidRPr="00B979F9">
        <w:rPr>
          <w:b/>
          <w:bCs/>
          <w:color w:val="4E6B9E"/>
        </w:rPr>
        <w:t>Kardinalität</w:t>
      </w:r>
      <w:r w:rsidR="00D20D87" w:rsidRPr="00B979F9">
        <w:rPr>
          <w:color w:val="4E6B9E"/>
        </w:rPr>
        <w:t xml:space="preserve"> </w:t>
      </w:r>
      <w:r w:rsidR="00D20D87">
        <w:t xml:space="preserve">bezeichnet und an </w:t>
      </w:r>
      <w:r>
        <w:t xml:space="preserve">den Enden der Beziehung </w:t>
      </w:r>
      <w:r w:rsidR="00D20D87">
        <w:t xml:space="preserve">neben den Entitäten </w:t>
      </w:r>
      <w:r>
        <w:t xml:space="preserve">vermerkt. </w:t>
      </w:r>
      <w:r w:rsidR="00D20D87">
        <w:t xml:space="preserve">Im TSV Fitstadt gibt es pro Kurs nur </w:t>
      </w:r>
      <w:r>
        <w:t>eine</w:t>
      </w:r>
      <w:r w:rsidR="00D20D87">
        <w:t>n</w:t>
      </w:r>
      <w:r>
        <w:t xml:space="preserve"> Trainer. Deshalb steht an der Beziehung </w:t>
      </w:r>
      <w:r w:rsidRPr="00D20D87">
        <w:rPr>
          <w:i/>
          <w:iCs/>
        </w:rPr>
        <w:t>leitet</w:t>
      </w:r>
      <w:r>
        <w:t xml:space="preserve"> auf der Seite de</w:t>
      </w:r>
      <w:r w:rsidR="00D20D87">
        <w:t>r Entität</w:t>
      </w:r>
      <w:r>
        <w:t xml:space="preserve"> </w:t>
      </w:r>
      <w:r w:rsidRPr="00D20D87">
        <w:rPr>
          <w:i/>
          <w:iCs/>
        </w:rPr>
        <w:t>Trainer</w:t>
      </w:r>
      <w:r>
        <w:t xml:space="preserve"> eine 1. Ein Trainer</w:t>
      </w:r>
      <w:r w:rsidR="00D20D87">
        <w:t xml:space="preserve"> </w:t>
      </w:r>
      <w:r>
        <w:t xml:space="preserve">kann </w:t>
      </w:r>
      <w:r w:rsidR="00D20D87">
        <w:t xml:space="preserve">aber </w:t>
      </w:r>
      <w:r>
        <w:t xml:space="preserve">beliebig viele Kurse leiten. Deshalb steht auf der Seite der Entität </w:t>
      </w:r>
      <w:r w:rsidRPr="00D20D87">
        <w:rPr>
          <w:i/>
          <w:iCs/>
        </w:rPr>
        <w:t>Kurs</w:t>
      </w:r>
      <w:r>
        <w:t xml:space="preserve"> ein n. </w:t>
      </w:r>
      <w:r w:rsidR="00E0179B">
        <w:t xml:space="preserve">Ein Mitglied kann mehr als einen Kurs belegen und ein Kurs hat mehr als einen Teilnehmer, deshalb </w:t>
      </w:r>
      <w:r w:rsidR="00D20D87">
        <w:t>handelt es sich</w:t>
      </w:r>
      <w:r w:rsidR="00C71BD7">
        <w:t xml:space="preserve"> in diesem Fall </w:t>
      </w:r>
      <w:r w:rsidR="00D20D87">
        <w:t xml:space="preserve">um eine n:m-Beziehung. </w:t>
      </w:r>
      <w:r w:rsidR="00C71BD7">
        <w:t>Sowohl bei 1:1, 1:n als auch bei n:m-Beziehungen ist es möglich, dass einige Elemente der Entität gar keine Beziehung eingehen. Das wäre z. B. der Fall, wenn ein Trainer aktuell keine Kurse leitet oder ein Mitglied keine Kurse belegt.</w:t>
      </w:r>
    </w:p>
    <w:bookmarkEnd w:id="9"/>
    <w:p w14:paraId="219C8C16" w14:textId="382EA3EF" w:rsidR="004D7933" w:rsidRDefault="00082526">
      <w:r>
        <w:rPr>
          <w:b/>
          <w:bCs/>
          <w:noProof/>
        </w:rPr>
        <w:lastRenderedPageBreak/>
        <mc:AlternateContent>
          <mc:Choice Requires="wpg">
            <w:drawing>
              <wp:anchor distT="0" distB="0" distL="114300" distR="114300" simplePos="0" relativeHeight="251677696" behindDoc="0" locked="0" layoutInCell="1" allowOverlap="1" wp14:anchorId="18FE589F" wp14:editId="6954F4D7">
                <wp:simplePos x="0" y="0"/>
                <wp:positionH relativeFrom="column">
                  <wp:posOffset>3615055</wp:posOffset>
                </wp:positionH>
                <wp:positionV relativeFrom="paragraph">
                  <wp:posOffset>8890</wp:posOffset>
                </wp:positionV>
                <wp:extent cx="2149475" cy="4737100"/>
                <wp:effectExtent l="0" t="0" r="3175" b="6350"/>
                <wp:wrapSquare wrapText="bothSides"/>
                <wp:docPr id="28" name="Gruppieren 28"/>
                <wp:cNvGraphicFramePr/>
                <a:graphic xmlns:a="http://schemas.openxmlformats.org/drawingml/2006/main">
                  <a:graphicData uri="http://schemas.microsoft.com/office/word/2010/wordprocessingGroup">
                    <wpg:wgp>
                      <wpg:cNvGrpSpPr/>
                      <wpg:grpSpPr>
                        <a:xfrm>
                          <a:off x="0" y="0"/>
                          <a:ext cx="2149475" cy="4737100"/>
                          <a:chOff x="-66675" y="0"/>
                          <a:chExt cx="2149475" cy="4737100"/>
                        </a:xfrm>
                      </wpg:grpSpPr>
                      <wpg:grpSp>
                        <wpg:cNvPr id="25" name="Gruppieren 25"/>
                        <wpg:cNvGrpSpPr/>
                        <wpg:grpSpPr>
                          <a:xfrm>
                            <a:off x="0" y="0"/>
                            <a:ext cx="2073275" cy="4318635"/>
                            <a:chOff x="0" y="0"/>
                            <a:chExt cx="2073275" cy="4318635"/>
                          </a:xfrm>
                        </wpg:grpSpPr>
                        <pic:pic xmlns:pic="http://schemas.openxmlformats.org/drawingml/2006/picture">
                          <pic:nvPicPr>
                            <pic:cNvPr id="23" name="Grafik 23"/>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2073275" cy="1439545"/>
                            </a:xfrm>
                            <a:prstGeom prst="rect">
                              <a:avLst/>
                            </a:prstGeom>
                          </pic:spPr>
                        </pic:pic>
                        <pic:pic xmlns:pic="http://schemas.openxmlformats.org/drawingml/2006/picture">
                          <pic:nvPicPr>
                            <pic:cNvPr id="24" name="Grafik 24"/>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2879090"/>
                              <a:ext cx="2073275" cy="1439545"/>
                            </a:xfrm>
                            <a:prstGeom prst="rect">
                              <a:avLst/>
                            </a:prstGeom>
                          </pic:spPr>
                        </pic:pic>
                        <pic:pic xmlns:pic="http://schemas.openxmlformats.org/drawingml/2006/picture">
                          <pic:nvPicPr>
                            <pic:cNvPr id="6" name="Grafik 6"/>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1439545"/>
                              <a:ext cx="2073275" cy="1439545"/>
                            </a:xfrm>
                            <a:prstGeom prst="rect">
                              <a:avLst/>
                            </a:prstGeom>
                          </pic:spPr>
                        </pic:pic>
                      </wpg:grpSp>
                      <wps:wsp>
                        <wps:cNvPr id="27" name="Textfeld 27"/>
                        <wps:cNvSpPr txBox="1"/>
                        <wps:spPr>
                          <a:xfrm>
                            <a:off x="-66675" y="4318635"/>
                            <a:ext cx="2149475" cy="418465"/>
                          </a:xfrm>
                          <a:prstGeom prst="rect">
                            <a:avLst/>
                          </a:prstGeom>
                          <a:solidFill>
                            <a:prstClr val="white"/>
                          </a:solidFill>
                          <a:ln>
                            <a:noFill/>
                          </a:ln>
                        </wps:spPr>
                        <wps:txbx>
                          <w:txbxContent>
                            <w:p w14:paraId="52CC4D98" w14:textId="1F3E57FC" w:rsidR="00082526" w:rsidRPr="00223270" w:rsidRDefault="00082526" w:rsidP="00CE47FF">
                              <w:pPr>
                                <w:pStyle w:val="UnterschriftINFSII"/>
                                <w:spacing w:after="0"/>
                                <w:rPr>
                                  <w:b/>
                                  <w:bCs/>
                                  <w:noProof/>
                                </w:rPr>
                              </w:pPr>
                              <w:r>
                                <w:t xml:space="preserve">Abbildung </w:t>
                              </w:r>
                              <w:fldSimple w:instr=" SEQ Abbildung \* ARABIC ">
                                <w:r w:rsidR="00C303B8">
                                  <w:rPr>
                                    <w:noProof/>
                                  </w:rPr>
                                  <w:t>6</w:t>
                                </w:r>
                              </w:fldSimple>
                              <w:r>
                                <w:t>: schematische Darstellung von Beziehungen mit unterschiedlichen Kardinalitäten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18FE589F" id="Gruppieren 28" o:spid="_x0000_s1026" style="position:absolute;margin-left:284.65pt;margin-top:.7pt;width:169.25pt;height:373pt;z-index:251677696;mso-width-relative:margin;mso-height-relative:margin" coordorigin="-666" coordsize="21494,4737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">
                <v:group id="Gruppieren 25" o:spid="_x0000_s1027" style="position:absolute;width:20732;height:43186" coordsize="20732,4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width:20732;height:143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">
                    <v:imagedata r:id="rId20" o:title=""/>
                  </v:shape>
                  <v:shape id="Grafik 24" o:spid="_x0000_s1029" type="#_x0000_t75" style="position:absolute;top:28790;width:20732;height:14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">
                    <v:imagedata r:id="rId21" o:title=""/>
                  </v:shape>
                  <v:shape id="Grafik 6" o:spid="_x0000_s1030" type="#_x0000_t75" style="position:absolute;top:14395;width:20732;height:143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">
                    <v:imagedata r:id="rId22" o:title=""/>
                  </v:shape>
                </v:group>
                <v:shapetype id="_x0000_t202" coordsize="21600,21600" o:spt="202" path="m,l,21600r21600,l21600,xe">
                  <v:stroke joinstyle="miter"/>
                  <v:path gradientshapeok="t" o:connecttype="rect"/>
                </v:shapetype>
                <v:shape id="Textfeld 27" o:spid="_x0000_s1031" type="#_x0000_t202" style="position:absolute;left:-666;top:43186;width:21494;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" stroked="f">
                  <v:textbox style="mso-fit-shape-to-text:t" inset="0,0,0,0">
                    <w:txbxContent>
                      <w:p w14:paraId="52CC4D98" w14:textId="1F3E57FC" w:rsidR="00082526" w:rsidRPr="00223270" w:rsidRDefault="00082526" w:rsidP="00CE47FF">
                        <w:pPr>
                          <w:pStyle w:val="UnterschriftINFSII"/>
                          <w:spacing w:after="0"/>
                          <w:rPr>
                            <w:b/>
                            <w:bCs/>
                            <w:noProof/>
                          </w:rPr>
                        </w:pPr>
                        <w:r>
                          <w:t xml:space="preserve">Abbildung </w:t>
                        </w:r>
                        <w:fldSimple w:instr=" SEQ Abbildung \* ARABIC ">
                          <w:r w:rsidR="00C303B8">
                            <w:rPr>
                              <w:noProof/>
                            </w:rPr>
                            <w:t>6</w:t>
                          </w:r>
                        </w:fldSimple>
                        <w:r>
                          <w:t>: schematische Darstellung von Beziehungen mit unterschiedlichen Kardinalitäten</w:t>
                        </w:r>
                      </w:p>
                    </w:txbxContent>
                  </v:textbox>
                </v:shape>
                <w10:wrap type="square"/>
              </v:group>
            </w:pict>
          </mc:Fallback>
        </mc:AlternateContent>
      </w:r>
      <w:r w:rsidR="00A25E9E" w:rsidRPr="00A25E9E">
        <w:rPr>
          <w:b/>
          <w:bCs/>
        </w:rPr>
        <w:t xml:space="preserve">Aufgabe </w:t>
      </w:r>
      <w:r w:rsidR="00434525">
        <w:rPr>
          <w:b/>
          <w:bCs/>
        </w:rPr>
        <w:t>4</w:t>
      </w:r>
      <w:r w:rsidR="00A25E9E" w:rsidRPr="00A25E9E">
        <w:rPr>
          <w:b/>
          <w:bCs/>
        </w:rPr>
        <w:t>:</w:t>
      </w:r>
      <w:r w:rsidR="00A25E9E">
        <w:t xml:space="preserve"> Begründen Sie, dass es sich bei der Beziehung </w:t>
      </w:r>
      <w:r w:rsidR="00A25E9E" w:rsidRPr="00A25E9E">
        <w:rPr>
          <w:i/>
          <w:iCs/>
        </w:rPr>
        <w:t>findet statt in</w:t>
      </w:r>
      <w:r w:rsidR="00A25E9E">
        <w:t xml:space="preserve"> zwischen Sportstätte und Kurs um eine 1:n Beziehung handelt.</w:t>
      </w:r>
    </w:p>
    <w:p w14:paraId="189389C6" w14:textId="5D7AE320" w:rsidR="00A25E9E" w:rsidRPr="00A25E9E" w:rsidRDefault="00A25E9E" w:rsidP="00A25E9E">
      <w:pPr>
        <w:spacing w:after="0"/>
        <w:rPr>
          <w:b/>
          <w:bCs/>
        </w:rPr>
      </w:pPr>
      <w:r w:rsidRPr="00A25E9E">
        <w:rPr>
          <w:b/>
          <w:bCs/>
        </w:rPr>
        <w:t xml:space="preserve">Aufgabe </w:t>
      </w:r>
      <w:r w:rsidR="00434525">
        <w:rPr>
          <w:b/>
          <w:bCs/>
        </w:rPr>
        <w:t>5</w:t>
      </w:r>
      <w:r w:rsidRPr="00A25E9E">
        <w:rPr>
          <w:b/>
          <w:bCs/>
        </w:rPr>
        <w:t>:</w:t>
      </w:r>
    </w:p>
    <w:p w14:paraId="3706D96E" w14:textId="5C57AA8F" w:rsidR="00A25E9E" w:rsidRDefault="00A25E9E" w:rsidP="00A25E9E">
      <w:pPr>
        <w:pStyle w:val="Listenabsatz"/>
        <w:numPr>
          <w:ilvl w:val="0"/>
          <w:numId w:val="35"/>
        </w:numPr>
      </w:pPr>
      <w:r>
        <w:t xml:space="preserve">Ordnen Sie den schematischen Darstellungen in Abbildung </w:t>
      </w:r>
      <w:r w:rsidR="00FE029F">
        <w:t xml:space="preserve">5 </w:t>
      </w:r>
      <w:r>
        <w:t>die Beziehungstypen 1:1, 1:n bzw. n:m zu.</w:t>
      </w:r>
    </w:p>
    <w:p w14:paraId="7E53C86B" w14:textId="4A54DA9B" w:rsidR="00A25E9E" w:rsidRDefault="00A25E9E" w:rsidP="00A25E9E">
      <w:pPr>
        <w:pStyle w:val="Listenabsatz"/>
        <w:numPr>
          <w:ilvl w:val="0"/>
          <w:numId w:val="35"/>
        </w:numPr>
      </w:pPr>
      <w:r>
        <w:t>Geben Sie Beispiele für 1:1, 1:n bzw. n:m-Beziehungen an.</w:t>
      </w:r>
    </w:p>
    <w:p w14:paraId="40E35840" w14:textId="7BD051EF" w:rsidR="00611CF2" w:rsidRDefault="00D44BCB">
      <w:r>
        <w:t xml:space="preserve">Elemente einer Entität können auch eine Beziehung mit den Elementen der gleichen Entität eingehen. Man spricht in diesem Fall von einer </w:t>
      </w:r>
      <w:r w:rsidRPr="002C6E3E">
        <w:rPr>
          <w:b/>
          <w:bCs/>
          <w:color w:val="4E6B9E"/>
        </w:rPr>
        <w:t>rekursiven Beziehung</w:t>
      </w:r>
      <w:r>
        <w:t>. Wenn im TSV Fitstadt für jeden Trainer ein anderer Trainer festgelegt wird, de</w:t>
      </w:r>
      <w:r w:rsidR="00FF5427">
        <w:t>r</w:t>
      </w:r>
      <w:r>
        <w:t xml:space="preserve"> im Krankheitsfall die Vertretung übernimmt, so kann dies im ER-Diagramm durch die rekursive Beziehung </w:t>
      </w:r>
      <w:r w:rsidRPr="00CE47FF">
        <w:rPr>
          <w:i/>
          <w:iCs/>
        </w:rPr>
        <w:t>vertritt</w:t>
      </w:r>
      <w:r>
        <w:t xml:space="preserve"> wie in Abbildung </w:t>
      </w:r>
      <w:r w:rsidR="002C6E3E">
        <w:t>7</w:t>
      </w:r>
      <w:r w:rsidR="00FE029F">
        <w:t xml:space="preserve"> </w:t>
      </w:r>
      <w:r>
        <w:t xml:space="preserve">dargestellt werden. Um die jeweilige Funktion der beiden an der Beziehung beteiligten Elemente der Entität zu verdeutlichen, wurden die beiden Enden der Beziehung hier genauer bezeichnet. Man spricht in diesem Fall von </w:t>
      </w:r>
      <w:r w:rsidRPr="002C6E3E">
        <w:rPr>
          <w:b/>
          <w:bCs/>
          <w:color w:val="4E6B9E"/>
        </w:rPr>
        <w:t>Rollen</w:t>
      </w:r>
      <w:r>
        <w:t>.</w:t>
      </w:r>
    </w:p>
    <w:p w14:paraId="41901617" w14:textId="0E772C1C" w:rsidR="00D44BCB" w:rsidRPr="00D44BCB" w:rsidRDefault="00D44BCB" w:rsidP="00D44BCB">
      <w:pPr>
        <w:spacing w:after="0"/>
        <w:rPr>
          <w:b/>
          <w:bCs/>
        </w:rPr>
      </w:pPr>
      <w:r w:rsidRPr="00D44BCB">
        <w:rPr>
          <w:b/>
          <w:bCs/>
        </w:rPr>
        <w:t xml:space="preserve">Aufgabe </w:t>
      </w:r>
      <w:r w:rsidR="00434525">
        <w:rPr>
          <w:b/>
          <w:bCs/>
        </w:rPr>
        <w:t>6</w:t>
      </w:r>
      <w:r w:rsidRPr="00D44BCB">
        <w:rPr>
          <w:b/>
          <w:bCs/>
        </w:rPr>
        <w:t xml:space="preserve">: </w:t>
      </w:r>
    </w:p>
    <w:p w14:paraId="7C28ED1C" w14:textId="0415048E" w:rsidR="00D44BCB" w:rsidRDefault="00D44BCB" w:rsidP="00082526">
      <w:pPr>
        <w:pStyle w:val="Listenabsatz"/>
        <w:numPr>
          <w:ilvl w:val="0"/>
          <w:numId w:val="36"/>
        </w:numPr>
      </w:pPr>
      <w:r>
        <w:t xml:space="preserve">Erläutern Sie, was die Kardinalitäten der Beziehung </w:t>
      </w:r>
      <w:r w:rsidRPr="00082526">
        <w:rPr>
          <w:i/>
          <w:iCs/>
        </w:rPr>
        <w:t>vertritt</w:t>
      </w:r>
      <w:r>
        <w:t xml:space="preserve"> in Abbildung</w:t>
      </w:r>
      <w:r w:rsidR="00CE47FF">
        <w:t xml:space="preserve"> </w:t>
      </w:r>
      <w:r w:rsidR="002C6E3E">
        <w:t>7</w:t>
      </w:r>
      <w:r>
        <w:t xml:space="preserve"> über die Organisation der Vertretungen im TSV Fitstadt aussagt. </w:t>
      </w:r>
    </w:p>
    <w:p w14:paraId="46B68ABE" w14:textId="2D36C60F" w:rsidR="00D44BCB" w:rsidRDefault="00CE47FF" w:rsidP="00082526">
      <w:pPr>
        <w:pStyle w:val="Listenabsatz"/>
        <w:numPr>
          <w:ilvl w:val="0"/>
          <w:numId w:val="36"/>
        </w:numPr>
      </w:pPr>
      <w:r>
        <w:rPr>
          <w:noProof/>
        </w:rPr>
        <mc:AlternateContent>
          <mc:Choice Requires="wpg">
            <w:drawing>
              <wp:anchor distT="0" distB="0" distL="114300" distR="114300" simplePos="0" relativeHeight="251683840" behindDoc="0" locked="0" layoutInCell="1" allowOverlap="1" wp14:anchorId="295908A3" wp14:editId="7B41D94F">
                <wp:simplePos x="0" y="0"/>
                <wp:positionH relativeFrom="margin">
                  <wp:align>right</wp:align>
                </wp:positionH>
                <wp:positionV relativeFrom="paragraph">
                  <wp:posOffset>311785</wp:posOffset>
                </wp:positionV>
                <wp:extent cx="2524125" cy="2000250"/>
                <wp:effectExtent l="0" t="0" r="9525" b="0"/>
                <wp:wrapSquare wrapText="bothSides"/>
                <wp:docPr id="39" name="Gruppieren 39"/>
                <wp:cNvGraphicFramePr/>
                <a:graphic xmlns:a="http://schemas.openxmlformats.org/drawingml/2006/main">
                  <a:graphicData uri="http://schemas.microsoft.com/office/word/2010/wordprocessingGroup">
                    <wpg:wgp>
                      <wpg:cNvGrpSpPr/>
                      <wpg:grpSpPr>
                        <a:xfrm>
                          <a:off x="0" y="0"/>
                          <a:ext cx="2524125" cy="2000250"/>
                          <a:chOff x="0" y="0"/>
                          <a:chExt cx="2524125" cy="2000250"/>
                        </a:xfrm>
                      </wpg:grpSpPr>
                      <pic:pic xmlns:pic="http://schemas.openxmlformats.org/drawingml/2006/picture">
                        <pic:nvPicPr>
                          <pic:cNvPr id="26" name="Grafik 26"/>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2524125" cy="1896745"/>
                          </a:xfrm>
                          <a:prstGeom prst="rect">
                            <a:avLst/>
                          </a:prstGeom>
                        </pic:spPr>
                      </pic:pic>
                      <wps:wsp>
                        <wps:cNvPr id="38" name="Textfeld 38"/>
                        <wps:cNvSpPr txBox="1"/>
                        <wps:spPr>
                          <a:xfrm>
                            <a:off x="0" y="1819275"/>
                            <a:ext cx="2524125" cy="180975"/>
                          </a:xfrm>
                          <a:prstGeom prst="rect">
                            <a:avLst/>
                          </a:prstGeom>
                          <a:solidFill>
                            <a:prstClr val="white"/>
                          </a:solidFill>
                          <a:ln>
                            <a:noFill/>
                          </a:ln>
                        </wps:spPr>
                        <wps:txbx>
                          <w:txbxContent>
                            <w:p w14:paraId="5B2B41E0" w14:textId="46AED6F5" w:rsidR="00A677B0" w:rsidRPr="000B64BB" w:rsidRDefault="00A677B0" w:rsidP="00A677B0">
                              <w:pPr>
                                <w:pStyle w:val="UnterschriftINFSII"/>
                                <w:rPr>
                                  <w:noProof/>
                                </w:rPr>
                              </w:pPr>
                              <w:r>
                                <w:t xml:space="preserve">Abbildung </w:t>
                              </w:r>
                              <w:fldSimple w:instr=" SEQ Abbildung \* ARABIC ">
                                <w:r w:rsidR="00C303B8">
                                  <w:rPr>
                                    <w:noProof/>
                                  </w:rPr>
                                  <w:t>7</w:t>
                                </w:r>
                              </w:fldSimple>
                              <w:r>
                                <w:t>: Beispiel für eine rekursive Beziehung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295908A3" id="Gruppieren 39" o:spid="_x0000_s1032" style="position:absolute;left:0;text-align:left;margin-left:147.55pt;margin-top:24.55pt;width:198.75pt;height:157.5pt;z-index:251683840;mso-position-horizontal:right;mso-position-horizontal-relative:margin" coordsize="25241,200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">
                <v:shape id="Grafik 26" o:spid="_x0000_s1033" type="#_x0000_t75" style="position:absolute;width:25241;height:189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">
                  <v:imagedata r:id="rId24" o:title=""/>
                </v:shape>
                <v:shape id="Textfeld 38" o:spid="_x0000_s1034" type="#_x0000_t202" style="position:absolute;top:18192;width:25241;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YQ4wQAAANsAAAAPAAAAZHJzL2Rvd25yZXYueG1sRE/LasJA&#10;FN0X+g/DLbgpOtGC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CzhhDjBAAAA2wAAAA8AAAAA&#10;AAAAAAAAAAAABwIAAGRycy9kb3ducmV2LnhtbFBLBQYAAAAAAwADALcAAAD1AgAAAAA=&#10;" stroked="f">
                  <v:textbox inset="0,0,0,0">
                    <w:txbxContent>
                      <w:p w14:paraId="5B2B41E0" w14:textId="46AED6F5" w:rsidR="00A677B0" w:rsidRPr="000B64BB" w:rsidRDefault="00A677B0" w:rsidP="00A677B0">
                        <w:pPr>
                          <w:pStyle w:val="UnterschriftINFSII"/>
                          <w:rPr>
                            <w:noProof/>
                          </w:rPr>
                        </w:pPr>
                        <w:r>
                          <w:t xml:space="preserve">Abbildung </w:t>
                        </w:r>
                        <w:fldSimple w:instr=" SEQ Abbildung \* ARABIC ">
                          <w:r w:rsidR="00C303B8">
                            <w:rPr>
                              <w:noProof/>
                            </w:rPr>
                            <w:t>7</w:t>
                          </w:r>
                        </w:fldSimple>
                        <w:r>
                          <w:t>: Beispiel für eine rekursive Beziehung</w:t>
                        </w:r>
                      </w:p>
                    </w:txbxContent>
                  </v:textbox>
                </v:shape>
                <w10:wrap type="square" anchorx="margin"/>
              </v:group>
            </w:pict>
          </mc:Fallback>
        </mc:AlternateContent>
      </w:r>
      <w:r w:rsidR="00D44BCB">
        <w:t>Diskutieren Sie alternative Lösungen in der realen Welt und die entsprechende Modellierung im ER-Diagramm.</w:t>
      </w:r>
    </w:p>
    <w:p w14:paraId="31028F3D" w14:textId="58FE9A69" w:rsidR="00B15F7B" w:rsidRDefault="00082526" w:rsidP="006875EB">
      <w:pPr>
        <w:spacing w:after="0"/>
      </w:pPr>
      <w:r w:rsidRPr="005579A3">
        <w:rPr>
          <w:b/>
          <w:bCs/>
        </w:rPr>
        <w:t xml:space="preserve">Aufgabe </w:t>
      </w:r>
      <w:r w:rsidR="00434525">
        <w:rPr>
          <w:b/>
          <w:bCs/>
        </w:rPr>
        <w:t>7</w:t>
      </w:r>
      <w:r>
        <w:t xml:space="preserve">: </w:t>
      </w:r>
      <w:bookmarkStart w:id="10" w:name="_Hlk83303367"/>
      <w:r w:rsidR="005314E1">
        <w:t>Für die Schulbuchausleihe sollen folgende Informationen in einer Datenbank verwaltet werden</w:t>
      </w:r>
      <w:r w:rsidR="001C34A2">
        <w:t xml:space="preserve">: </w:t>
      </w:r>
      <w:r w:rsidR="00B15F7B">
        <w:t xml:space="preserve">Es wird eine Übersicht benötigt, welche Schulbücher zur Ausleihe zur Verfügung stehen. Zu jedem </w:t>
      </w:r>
      <w:r w:rsidR="00B15F7B" w:rsidRPr="00CE47FF">
        <w:rPr>
          <w:b/>
          <w:bCs/>
        </w:rPr>
        <w:t>Schulbuch</w:t>
      </w:r>
      <w:r w:rsidR="00B15F7B">
        <w:t xml:space="preserve"> werden </w:t>
      </w:r>
      <w:r w:rsidR="00B15F7B" w:rsidRPr="00CE47FF">
        <w:rPr>
          <w:b/>
          <w:bCs/>
        </w:rPr>
        <w:t>Titel</w:t>
      </w:r>
      <w:r w:rsidR="00B15F7B">
        <w:t xml:space="preserve">, </w:t>
      </w:r>
      <w:r w:rsidR="00B15F7B" w:rsidRPr="00CE47FF">
        <w:rPr>
          <w:b/>
          <w:bCs/>
        </w:rPr>
        <w:t>Verlag</w:t>
      </w:r>
      <w:r w:rsidR="00B15F7B">
        <w:t xml:space="preserve">, </w:t>
      </w:r>
      <w:r w:rsidR="00B15F7B" w:rsidRPr="00CE47FF">
        <w:rPr>
          <w:b/>
          <w:bCs/>
        </w:rPr>
        <w:t>ISBN</w:t>
      </w:r>
      <w:r w:rsidR="00B15F7B">
        <w:t xml:space="preserve">, </w:t>
      </w:r>
      <w:r w:rsidR="00B15F7B" w:rsidRPr="00CE47FF">
        <w:rPr>
          <w:b/>
          <w:bCs/>
        </w:rPr>
        <w:t>Fach</w:t>
      </w:r>
      <w:r w:rsidR="00B15F7B">
        <w:t xml:space="preserve"> und </w:t>
      </w:r>
      <w:r w:rsidR="00B15F7B" w:rsidRPr="00CE47FF">
        <w:rPr>
          <w:b/>
          <w:bCs/>
        </w:rPr>
        <w:t>Jahrgang</w:t>
      </w:r>
      <w:r w:rsidR="00B15F7B">
        <w:t xml:space="preserve"> vermerkt. </w:t>
      </w:r>
      <w:r w:rsidR="006875EB">
        <w:t xml:space="preserve">Ein </w:t>
      </w:r>
      <w:r w:rsidR="006875EB" w:rsidRPr="006875EB">
        <w:rPr>
          <w:b/>
          <w:bCs/>
        </w:rPr>
        <w:t>Exemplar</w:t>
      </w:r>
      <w:r w:rsidR="006875EB">
        <w:t xml:space="preserve"> eines Schulbuchs wird anhand der </w:t>
      </w:r>
      <w:r w:rsidR="006875EB" w:rsidRPr="006875EB">
        <w:rPr>
          <w:b/>
          <w:bCs/>
        </w:rPr>
        <w:t>Inventarnummer</w:t>
      </w:r>
      <w:r w:rsidR="006875EB">
        <w:t xml:space="preserve"> identifiziert und zusätzlich der </w:t>
      </w:r>
      <w:r w:rsidR="006875EB" w:rsidRPr="006875EB">
        <w:rPr>
          <w:b/>
          <w:bCs/>
        </w:rPr>
        <w:t>Zustand</w:t>
      </w:r>
      <w:r w:rsidR="006875EB">
        <w:t xml:space="preserve"> vermerkt. </w:t>
      </w:r>
      <w:r w:rsidR="00B15F7B">
        <w:t>Zu jede</w:t>
      </w:r>
      <w:r w:rsidR="008973B5">
        <w:t>m</w:t>
      </w:r>
      <w:r w:rsidR="00B15F7B">
        <w:t xml:space="preserve"> </w:t>
      </w:r>
      <w:r w:rsidR="00B15F7B" w:rsidRPr="00CE47FF">
        <w:rPr>
          <w:b/>
          <w:bCs/>
        </w:rPr>
        <w:t>Schüler</w:t>
      </w:r>
      <w:r w:rsidR="00B15F7B">
        <w:t xml:space="preserve"> werden </w:t>
      </w:r>
      <w:r w:rsidR="00B15F7B" w:rsidRPr="00CE47FF">
        <w:rPr>
          <w:b/>
          <w:bCs/>
        </w:rPr>
        <w:t>Vor</w:t>
      </w:r>
      <w:r w:rsidR="001C34A2" w:rsidRPr="00CE47FF">
        <w:rPr>
          <w:b/>
          <w:bCs/>
        </w:rPr>
        <w:t>name</w:t>
      </w:r>
      <w:r w:rsidR="001C34A2">
        <w:t>,</w:t>
      </w:r>
      <w:r w:rsidR="00B15F7B">
        <w:t xml:space="preserve"> </w:t>
      </w:r>
      <w:r w:rsidR="00B15F7B" w:rsidRPr="00CE47FF">
        <w:rPr>
          <w:b/>
          <w:bCs/>
        </w:rPr>
        <w:t>Nachname</w:t>
      </w:r>
      <w:r w:rsidR="00B15F7B">
        <w:t xml:space="preserve"> </w:t>
      </w:r>
      <w:r w:rsidR="001C34A2">
        <w:t>und</w:t>
      </w:r>
      <w:r w:rsidR="00B15F7B">
        <w:t xml:space="preserve"> die </w:t>
      </w:r>
      <w:r w:rsidR="00B15F7B" w:rsidRPr="00CE47FF">
        <w:rPr>
          <w:b/>
          <w:bCs/>
        </w:rPr>
        <w:t>E-Mail-Adresse</w:t>
      </w:r>
      <w:r w:rsidR="00B15F7B">
        <w:t xml:space="preserve"> gespeichert. Den Schülern werden außerdem ihre </w:t>
      </w:r>
      <w:r w:rsidR="00B15F7B" w:rsidRPr="00CE47FF">
        <w:rPr>
          <w:b/>
          <w:bCs/>
        </w:rPr>
        <w:t>Klassen zugeordnet</w:t>
      </w:r>
      <w:r w:rsidR="00B15F7B">
        <w:t xml:space="preserve">. Jede </w:t>
      </w:r>
      <w:r w:rsidR="00B15F7B" w:rsidRPr="00CE47FF">
        <w:rPr>
          <w:b/>
          <w:bCs/>
        </w:rPr>
        <w:t>Klasse</w:t>
      </w:r>
      <w:r w:rsidR="00B15F7B">
        <w:t xml:space="preserve"> erhält neben der </w:t>
      </w:r>
      <w:r w:rsidR="00B15F7B" w:rsidRPr="00CE47FF">
        <w:rPr>
          <w:b/>
          <w:bCs/>
        </w:rPr>
        <w:t>Bezeichnung</w:t>
      </w:r>
      <w:r w:rsidR="00B15F7B">
        <w:t xml:space="preserve"> und der </w:t>
      </w:r>
      <w:r w:rsidR="00B15F7B" w:rsidRPr="00CE47FF">
        <w:rPr>
          <w:b/>
          <w:bCs/>
        </w:rPr>
        <w:t>Raumn</w:t>
      </w:r>
      <w:r w:rsidR="00CE47FF">
        <w:rPr>
          <w:b/>
          <w:bCs/>
        </w:rPr>
        <w:t>umme</w:t>
      </w:r>
      <w:r w:rsidR="00B15F7B" w:rsidRPr="00CE47FF">
        <w:rPr>
          <w:b/>
          <w:bCs/>
        </w:rPr>
        <w:t>r</w:t>
      </w:r>
      <w:r w:rsidR="00B15F7B">
        <w:t xml:space="preserve"> eine </w:t>
      </w:r>
      <w:r w:rsidR="00B15F7B" w:rsidRPr="00CE47FF">
        <w:rPr>
          <w:b/>
          <w:bCs/>
        </w:rPr>
        <w:t>ID</w:t>
      </w:r>
      <w:r w:rsidR="00B15F7B">
        <w:t>. Wenn ein</w:t>
      </w:r>
      <w:r w:rsidR="00987914">
        <w:t xml:space="preserve"> </w:t>
      </w:r>
      <w:r w:rsidR="00B15F7B">
        <w:t xml:space="preserve">Schüler ein </w:t>
      </w:r>
      <w:r w:rsidR="006875EB">
        <w:t>Exemplar eines Buches</w:t>
      </w:r>
      <w:r w:rsidR="00B15F7B">
        <w:t xml:space="preserve"> </w:t>
      </w:r>
      <w:r w:rsidR="00B15F7B" w:rsidRPr="00CE47FF">
        <w:rPr>
          <w:b/>
          <w:bCs/>
        </w:rPr>
        <w:t>ausleiht</w:t>
      </w:r>
      <w:r w:rsidR="00B15F7B">
        <w:t>, w</w:t>
      </w:r>
      <w:r w:rsidR="006875EB">
        <w:t>e</w:t>
      </w:r>
      <w:r w:rsidR="00B15F7B">
        <w:t>rd</w:t>
      </w:r>
      <w:r w:rsidR="006875EB">
        <w:t>en</w:t>
      </w:r>
      <w:r w:rsidR="00B15F7B">
        <w:t xml:space="preserve"> dazu </w:t>
      </w:r>
      <w:r w:rsidR="001C34A2">
        <w:t xml:space="preserve">das </w:t>
      </w:r>
      <w:r w:rsidR="001C34A2" w:rsidRPr="00CE47FF">
        <w:rPr>
          <w:b/>
          <w:bCs/>
        </w:rPr>
        <w:t>Ausleihdatum</w:t>
      </w:r>
      <w:r w:rsidR="001C34A2">
        <w:t xml:space="preserve"> und das </w:t>
      </w:r>
      <w:r w:rsidR="001C34A2" w:rsidRPr="00CE47FF">
        <w:rPr>
          <w:b/>
          <w:bCs/>
        </w:rPr>
        <w:t>Rückgabedatum</w:t>
      </w:r>
      <w:r w:rsidR="001C34A2">
        <w:t xml:space="preserve"> vermerkt.</w:t>
      </w:r>
      <w:bookmarkEnd w:id="10"/>
    </w:p>
    <w:p w14:paraId="7B5F01FF" w14:textId="6627668F" w:rsidR="00CE47FF" w:rsidRDefault="00CE47FF" w:rsidP="006875EB">
      <w:pPr>
        <w:pStyle w:val="Listenabsatz"/>
        <w:numPr>
          <w:ilvl w:val="0"/>
          <w:numId w:val="40"/>
        </w:numPr>
        <w:spacing w:after="160"/>
      </w:pPr>
      <w:r>
        <w:t>Modellieren Sie den Ausschnitt der Miniwelt „Schulbuchausleihe“ mithilfe eines ER-Diagramms.</w:t>
      </w:r>
    </w:p>
    <w:p w14:paraId="5249EA63" w14:textId="5AEAC39B" w:rsidR="0021040F" w:rsidRDefault="0021040F" w:rsidP="006875EB">
      <w:pPr>
        <w:pStyle w:val="Listenabsatz"/>
        <w:numPr>
          <w:ilvl w:val="0"/>
          <w:numId w:val="40"/>
        </w:numPr>
        <w:spacing w:after="160"/>
      </w:pPr>
      <w:r>
        <w:t>Erläutern Sie, welchen Vorteil es hat, der Klasse eine ID als Primärschlüssel zuzuordnen, anstatt die Bezeichnung als Schüsselattribut zu verwenden.</w:t>
      </w:r>
    </w:p>
    <w:p w14:paraId="4637F191" w14:textId="5EB33D72" w:rsidR="000E42E8" w:rsidRDefault="001C34A2" w:rsidP="006875EB">
      <w:pPr>
        <w:pStyle w:val="Listenabsatz"/>
        <w:numPr>
          <w:ilvl w:val="0"/>
          <w:numId w:val="40"/>
        </w:numPr>
        <w:spacing w:after="160"/>
      </w:pPr>
      <w:r>
        <w:lastRenderedPageBreak/>
        <w:t>Diskutieren Sie, unter welchen Voraussetzungen es sinnvoll ist, den Verlag als eigene Entität zu modellieren.</w:t>
      </w:r>
    </w:p>
    <w:p w14:paraId="7C179901" w14:textId="5F2123CF" w:rsidR="001C34A2" w:rsidRDefault="001C34A2" w:rsidP="00775C38">
      <w:pPr>
        <w:pStyle w:val="Listenabsatz"/>
        <w:numPr>
          <w:ilvl w:val="0"/>
          <w:numId w:val="40"/>
        </w:numPr>
        <w:spacing w:after="160" w:line="259" w:lineRule="auto"/>
      </w:pPr>
      <w:bookmarkStart w:id="11" w:name="_Hlk84604558"/>
      <w:r>
        <w:t>Um die Schüler über die Klassenlehrer zu erreichen, soll diese Zuordnung ebenfalls in der Datenbank enthalten sein. Diskutieren Sie, wie die Klassenlehrer sinnvoll in dem ER-</w:t>
      </w:r>
      <w:r w:rsidR="00F94065">
        <w:t xml:space="preserve">Diagramm </w:t>
      </w:r>
      <w:r>
        <w:t>ergänzt werden können</w:t>
      </w:r>
      <w:bookmarkEnd w:id="11"/>
      <w:r>
        <w:t>.</w:t>
      </w:r>
    </w:p>
    <w:p w14:paraId="06EC21E3" w14:textId="2B0BFC0D" w:rsidR="00775C38" w:rsidRDefault="00775C38" w:rsidP="00775C38">
      <w:pPr>
        <w:pStyle w:val="Listenabsatz"/>
        <w:numPr>
          <w:ilvl w:val="0"/>
          <w:numId w:val="40"/>
        </w:numPr>
        <w:spacing w:after="160" w:line="259" w:lineRule="auto"/>
      </w:pPr>
      <w:bookmarkStart w:id="12" w:name="_Hlk84604567"/>
      <w:r>
        <w:t>Die Schüler müssen pro Schuljahr eine Leihgebühr bezahlen. Die jeweilige Höhe der Leihgebühr und ob diese bereits bezahlt wurde, soll ebenfalls in der Datenbank gespeichert werden. Ergänzen Sie das ER-</w:t>
      </w:r>
      <w:r w:rsidR="00F94065">
        <w:t xml:space="preserve">Diagramm </w:t>
      </w:r>
      <w:r>
        <w:t>entsprechend</w:t>
      </w:r>
      <w:bookmarkEnd w:id="12"/>
      <w:r>
        <w:t>.</w:t>
      </w:r>
    </w:p>
    <w:p w14:paraId="26F42855" w14:textId="1788E8B9" w:rsidR="00CE47FF" w:rsidRDefault="00CE47FF" w:rsidP="00775C38">
      <w:pPr>
        <w:pStyle w:val="Listenabsatz"/>
        <w:numPr>
          <w:ilvl w:val="0"/>
          <w:numId w:val="40"/>
        </w:numPr>
        <w:spacing w:after="160" w:line="259" w:lineRule="auto"/>
      </w:pPr>
      <w:bookmarkStart w:id="13" w:name="_Hlk84604580"/>
      <w:r>
        <w:t>Schüler, deren Geschwister ebenfalls an der Schulbuchausleihe teilnehmen, erhalten eine Ermäßigung der Lei</w:t>
      </w:r>
      <w:r w:rsidR="008973B5">
        <w:t>h</w:t>
      </w:r>
      <w:r>
        <w:t>gebühr. Deshalb soll in der Datenbank auch aufgenommen werden, welche Schüler Geschwister sind</w:t>
      </w:r>
      <w:bookmarkEnd w:id="13"/>
      <w:r>
        <w:t>.</w:t>
      </w:r>
    </w:p>
    <w:p w14:paraId="2059A838" w14:textId="3BFEC4BA" w:rsidR="00775C38" w:rsidRDefault="00775C38" w:rsidP="00775C38">
      <w:pPr>
        <w:pStyle w:val="Listenabsatz"/>
        <w:numPr>
          <w:ilvl w:val="0"/>
          <w:numId w:val="40"/>
        </w:numPr>
        <w:spacing w:after="160" w:line="259" w:lineRule="auto"/>
      </w:pPr>
      <w:r>
        <w:t xml:space="preserve">Vergleichen Sie das </w:t>
      </w:r>
      <w:r w:rsidR="00F94065">
        <w:t xml:space="preserve">ER-Diagramm </w:t>
      </w:r>
      <w:r>
        <w:t>mit der Schulbauchausleihe an Ihrer Schule. Müssen weitere Informationen ergänzt werden oder werden einige gar nicht benötigt?</w:t>
      </w:r>
    </w:p>
    <w:p w14:paraId="32426B15" w14:textId="4E4BC558" w:rsidR="00A677B0" w:rsidRDefault="001D6C3D" w:rsidP="00A677B0">
      <w:pPr>
        <w:spacing w:after="0" w:line="259" w:lineRule="auto"/>
      </w:pPr>
      <w:r w:rsidRPr="00A677B0">
        <w:rPr>
          <w:b/>
          <w:bCs/>
        </w:rPr>
        <w:t xml:space="preserve">Aufgabe </w:t>
      </w:r>
      <w:r w:rsidR="00434525">
        <w:rPr>
          <w:b/>
          <w:bCs/>
        </w:rPr>
        <w:t>8</w:t>
      </w:r>
      <w:r w:rsidRPr="00A677B0">
        <w:rPr>
          <w:b/>
          <w:bCs/>
        </w:rPr>
        <w:t>:</w:t>
      </w:r>
      <w:r>
        <w:t xml:space="preserve"> </w:t>
      </w:r>
      <w:r w:rsidR="00A677B0">
        <w:t xml:space="preserve">Ein Lehrerkollegium möchte die Klausuren der Oberstufe künftig mithilfe eines Programms koordinieren, das die entsprechenden Daten in einer Datenbank speichert. Der Informatikkurs entwirft dafür das ER-Diagramm in Abbildung </w:t>
      </w:r>
      <w:r w:rsidR="00FF5427">
        <w:t>8</w:t>
      </w:r>
      <w:r w:rsidR="00CE47FF">
        <w:t>.</w:t>
      </w:r>
    </w:p>
    <w:p w14:paraId="66BE6C55" w14:textId="4E2AE31F" w:rsidR="00082526" w:rsidRDefault="001D6C3D" w:rsidP="00A677B0">
      <w:pPr>
        <w:pStyle w:val="Listenabsatz"/>
        <w:numPr>
          <w:ilvl w:val="0"/>
          <w:numId w:val="41"/>
        </w:numPr>
        <w:spacing w:after="160" w:line="259" w:lineRule="auto"/>
      </w:pPr>
      <w:r>
        <w:t>Beurteilen Sie das ER-</w:t>
      </w:r>
      <w:r w:rsidR="00A677B0">
        <w:t xml:space="preserve">Diagramm hinsichtlich der Modellierung und </w:t>
      </w:r>
      <w:r>
        <w:t xml:space="preserve">optimieren Sie es ggf. </w:t>
      </w:r>
    </w:p>
    <w:p w14:paraId="221E2FDC" w14:textId="3B9EBEEC" w:rsidR="00A677B0" w:rsidRDefault="00A677B0" w:rsidP="00A677B0">
      <w:pPr>
        <w:pStyle w:val="Listenabsatz"/>
        <w:numPr>
          <w:ilvl w:val="0"/>
          <w:numId w:val="41"/>
        </w:numPr>
        <w:spacing w:after="160" w:line="259" w:lineRule="auto"/>
      </w:pPr>
      <w:r>
        <w:rPr>
          <w:noProof/>
        </w:rPr>
        <mc:AlternateContent>
          <mc:Choice Requires="wps">
            <w:drawing>
              <wp:anchor distT="0" distB="0" distL="114300" distR="114300" simplePos="0" relativeHeight="251680768" behindDoc="0" locked="0" layoutInCell="1" allowOverlap="1" wp14:anchorId="540F3687" wp14:editId="283A998C">
                <wp:simplePos x="0" y="0"/>
                <wp:positionH relativeFrom="column">
                  <wp:posOffset>0</wp:posOffset>
                </wp:positionH>
                <wp:positionV relativeFrom="paragraph">
                  <wp:posOffset>3723640</wp:posOffset>
                </wp:positionV>
                <wp:extent cx="5760720" cy="635"/>
                <wp:effectExtent l="0" t="0" r="0" b="0"/>
                <wp:wrapSquare wrapText="bothSides"/>
                <wp:docPr id="37" name="Textfeld 37"/>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3BA56CD8" w14:textId="4B5504F4" w:rsidR="00A677B0" w:rsidRPr="00081739" w:rsidRDefault="00A677B0" w:rsidP="00A677B0">
                            <w:pPr>
                              <w:pStyle w:val="UnterschriftINFSII"/>
                              <w:rPr>
                                <w:noProof/>
                              </w:rPr>
                            </w:pPr>
                            <w:r>
                              <w:t xml:space="preserve">Abbildung </w:t>
                            </w:r>
                            <w:fldSimple w:instr=" SEQ Abbildung \* ARABIC ">
                              <w:r w:rsidR="00C303B8">
                                <w:rPr>
                                  <w:noProof/>
                                </w:rPr>
                                <w:t>8</w:t>
                              </w:r>
                            </w:fldSimple>
                            <w:r>
                              <w:t>: ER-Diagramm für eine Klausurplanung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40F3687" id="Textfeld 37" o:spid="_x0000_s1035" type="#_x0000_t202" style="position:absolute;left:0;text-align:left;margin-left:0;margin-top:293.2pt;width:453.6pt;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" stroked="f">
                <v:textbox style="mso-fit-shape-to-text:t" inset="0,0,0,0">
                  <w:txbxContent>
                    <w:p w14:paraId="3BA56CD8" w14:textId="4B5504F4" w:rsidR="00A677B0" w:rsidRPr="00081739" w:rsidRDefault="00A677B0" w:rsidP="00A677B0">
                      <w:pPr>
                        <w:pStyle w:val="UnterschriftINFSII"/>
                        <w:rPr>
                          <w:noProof/>
                        </w:rPr>
                      </w:pPr>
                      <w:r>
                        <w:t xml:space="preserve">Abbildung </w:t>
                      </w:r>
                      <w:fldSimple w:instr=" SEQ Abbildung \* ARABIC ">
                        <w:r w:rsidR="00C303B8">
                          <w:rPr>
                            <w:noProof/>
                          </w:rPr>
                          <w:t>8</w:t>
                        </w:r>
                      </w:fldSimple>
                      <w:r>
                        <w:t>: ER-Diagramm für eine Klausurplanung</w:t>
                      </w:r>
                    </w:p>
                  </w:txbxContent>
                </v:textbox>
                <w10:wrap type="square"/>
              </v:shape>
            </w:pict>
          </mc:Fallback>
        </mc:AlternateContent>
      </w:r>
      <w:r>
        <w:rPr>
          <w:noProof/>
        </w:rPr>
        <w:drawing>
          <wp:anchor distT="0" distB="0" distL="114300" distR="114300" simplePos="0" relativeHeight="251678720" behindDoc="0" locked="0" layoutInCell="1" allowOverlap="1" wp14:anchorId="3B2E3AD6" wp14:editId="6B214E6C">
            <wp:simplePos x="0" y="0"/>
            <wp:positionH relativeFrom="margin">
              <wp:align>right</wp:align>
            </wp:positionH>
            <wp:positionV relativeFrom="paragraph">
              <wp:posOffset>259080</wp:posOffset>
            </wp:positionV>
            <wp:extent cx="5760720" cy="3407410"/>
            <wp:effectExtent l="0" t="0" r="0" b="2540"/>
            <wp:wrapSquare wrapText="bothSides"/>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fik 36"/>
                    <pic:cNvPicPr/>
                  </pic:nvPicPr>
                  <pic:blipFill>
                    <a:blip r:embed="rId25">
                      <a:extLst>
                        <a:ext uri="{28A0092B-C50C-407E-A947-70E740481C1C}">
                          <a14:useLocalDpi xmlns:a14="http://schemas.microsoft.com/office/drawing/2010/main" val="0"/>
                        </a:ext>
                      </a:extLst>
                    </a:blip>
                    <a:stretch>
                      <a:fillRect/>
                    </a:stretch>
                  </pic:blipFill>
                  <pic:spPr>
                    <a:xfrm>
                      <a:off x="0" y="0"/>
                      <a:ext cx="5760720" cy="3407410"/>
                    </a:xfrm>
                    <a:prstGeom prst="rect">
                      <a:avLst/>
                    </a:prstGeom>
                  </pic:spPr>
                </pic:pic>
              </a:graphicData>
            </a:graphic>
          </wp:anchor>
        </w:drawing>
      </w:r>
      <w:r>
        <w:t>Beurteilen Sie das ER-Diagramm unter datenschutzrechtlichen Gesichtspunkten.</w:t>
      </w:r>
    </w:p>
    <w:p w14:paraId="754DDDEA" w14:textId="77777777" w:rsidR="00637982" w:rsidRDefault="00637982">
      <w:pPr>
        <w:spacing w:after="160" w:line="259" w:lineRule="auto"/>
        <w:rPr>
          <w:b/>
          <w:bCs/>
        </w:rPr>
      </w:pPr>
      <w:r>
        <w:rPr>
          <w:b/>
          <w:bCs/>
        </w:rPr>
        <w:br w:type="page"/>
      </w:r>
    </w:p>
    <w:p w14:paraId="418F9A60" w14:textId="682B2BBC" w:rsidR="000E42E8" w:rsidRDefault="000E42E8">
      <w:pPr>
        <w:spacing w:after="160" w:line="259" w:lineRule="auto"/>
      </w:pPr>
      <w:r>
        <w:rPr>
          <w:b/>
          <w:bCs/>
        </w:rPr>
        <w:lastRenderedPageBreak/>
        <w:t xml:space="preserve">Aufgabe </w:t>
      </w:r>
      <w:r w:rsidR="00434525">
        <w:rPr>
          <w:b/>
          <w:bCs/>
        </w:rPr>
        <w:t>9</w:t>
      </w:r>
      <w:r>
        <w:rPr>
          <w:b/>
          <w:bCs/>
        </w:rPr>
        <w:t xml:space="preserve">: </w:t>
      </w:r>
      <w:r w:rsidRPr="000E42E8">
        <w:t xml:space="preserve">Beschreiben sie </w:t>
      </w:r>
      <w:r>
        <w:t xml:space="preserve">die </w:t>
      </w:r>
      <w:r w:rsidRPr="000E42E8">
        <w:t>ER-Diagramme einer Fahrschule in Abbildung</w:t>
      </w:r>
      <w:r>
        <w:t xml:space="preserve"> </w:t>
      </w:r>
      <w:r w:rsidR="008A7FD3">
        <w:t>9</w:t>
      </w:r>
      <w:r w:rsidR="00637982">
        <w:t xml:space="preserve"> </w:t>
      </w:r>
      <w:r>
        <w:t xml:space="preserve">und Abbildung </w:t>
      </w:r>
      <w:r w:rsidR="008A7FD3">
        <w:t xml:space="preserve">10 </w:t>
      </w:r>
      <w:r>
        <w:t>und gehen Sie auf die Unterschiede ein.</w:t>
      </w:r>
      <w:r w:rsidRPr="000E42E8">
        <w:t xml:space="preserve"> Diskutieren Sie Vor- und Nachteile der beiden Modellierungen.</w:t>
      </w:r>
    </w:p>
    <w:p w14:paraId="02320878" w14:textId="77777777" w:rsidR="00CE47FF" w:rsidRDefault="000E42E8" w:rsidP="00CE47FF">
      <w:pPr>
        <w:keepNext/>
        <w:spacing w:after="160" w:line="259" w:lineRule="auto"/>
      </w:pPr>
      <w:r>
        <w:rPr>
          <w:noProof/>
        </w:rPr>
        <w:drawing>
          <wp:inline distT="0" distB="0" distL="0" distR="0" wp14:anchorId="23B73654" wp14:editId="77CA78C5">
            <wp:extent cx="5760720" cy="3895032"/>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 35"/>
                    <pic:cNvPicPr/>
                  </pic:nvPicPr>
                  <pic:blipFill>
                    <a:blip r:embed="rId26">
                      <a:extLst>
                        <a:ext uri="{28A0092B-C50C-407E-A947-70E740481C1C}">
                          <a14:useLocalDpi xmlns:a14="http://schemas.microsoft.com/office/drawing/2010/main" val="0"/>
                        </a:ext>
                      </a:extLst>
                    </a:blip>
                    <a:stretch>
                      <a:fillRect/>
                    </a:stretch>
                  </pic:blipFill>
                  <pic:spPr>
                    <a:xfrm>
                      <a:off x="0" y="0"/>
                      <a:ext cx="5760720" cy="3895032"/>
                    </a:xfrm>
                    <a:prstGeom prst="rect">
                      <a:avLst/>
                    </a:prstGeom>
                  </pic:spPr>
                </pic:pic>
              </a:graphicData>
            </a:graphic>
          </wp:inline>
        </w:drawing>
      </w:r>
    </w:p>
    <w:p w14:paraId="547BA77A" w14:textId="1D3F5D68" w:rsidR="00CE47FF" w:rsidRDefault="00CE47FF" w:rsidP="00CE47FF">
      <w:pPr>
        <w:pStyle w:val="UnterschriftINFSII"/>
      </w:pPr>
      <w:r>
        <w:t xml:space="preserve">Abbildung </w:t>
      </w:r>
      <w:fldSimple w:instr=" SEQ Abbildung \* ARABIC ">
        <w:r w:rsidR="00C303B8">
          <w:rPr>
            <w:noProof/>
          </w:rPr>
          <w:t>9</w:t>
        </w:r>
      </w:fldSimple>
      <w:r>
        <w:t>: ER-Diagramm</w:t>
      </w:r>
      <w:r>
        <w:rPr>
          <w:noProof/>
        </w:rPr>
        <w:t xml:space="preserve"> einer Fahrschule - Variante A</w:t>
      </w:r>
    </w:p>
    <w:p w14:paraId="397BD408" w14:textId="77777777" w:rsidR="00CE47FF" w:rsidRDefault="000E42E8" w:rsidP="00CE47FF">
      <w:pPr>
        <w:keepNext/>
        <w:spacing w:after="160" w:line="259" w:lineRule="auto"/>
      </w:pPr>
      <w:r>
        <w:rPr>
          <w:noProof/>
        </w:rPr>
        <w:drawing>
          <wp:inline distT="0" distB="0" distL="0" distR="0" wp14:anchorId="24A02067" wp14:editId="2D88215E">
            <wp:extent cx="5760720" cy="2844504"/>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27">
                      <a:extLst>
                        <a:ext uri="{28A0092B-C50C-407E-A947-70E740481C1C}">
                          <a14:useLocalDpi xmlns:a14="http://schemas.microsoft.com/office/drawing/2010/main" val="0"/>
                        </a:ext>
                      </a:extLst>
                    </a:blip>
                    <a:stretch>
                      <a:fillRect/>
                    </a:stretch>
                  </pic:blipFill>
                  <pic:spPr>
                    <a:xfrm>
                      <a:off x="0" y="0"/>
                      <a:ext cx="5760720" cy="2844504"/>
                    </a:xfrm>
                    <a:prstGeom prst="rect">
                      <a:avLst/>
                    </a:prstGeom>
                  </pic:spPr>
                </pic:pic>
              </a:graphicData>
            </a:graphic>
          </wp:inline>
        </w:drawing>
      </w:r>
    </w:p>
    <w:p w14:paraId="4C37C17F" w14:textId="7E5B1800" w:rsidR="000E42E8" w:rsidRPr="000E42E8" w:rsidRDefault="00CE47FF" w:rsidP="00637982">
      <w:pPr>
        <w:pStyle w:val="UnterschriftINFSII"/>
      </w:pPr>
      <w:r>
        <w:t xml:space="preserve">Abbildung </w:t>
      </w:r>
      <w:fldSimple w:instr=" SEQ Abbildung \* ARABIC ">
        <w:r w:rsidR="00C303B8">
          <w:rPr>
            <w:noProof/>
          </w:rPr>
          <w:t>10</w:t>
        </w:r>
      </w:fldSimple>
      <w:r>
        <w:t xml:space="preserve">: </w:t>
      </w:r>
      <w:r w:rsidRPr="000C70E9">
        <w:t xml:space="preserve">ER-Diagramm einer Fahrschule - Variante </w:t>
      </w:r>
      <w:r>
        <w:t>B</w:t>
      </w:r>
    </w:p>
    <w:p w14:paraId="173FDCA9" w14:textId="77777777" w:rsidR="00637982" w:rsidRDefault="00637982">
      <w:pPr>
        <w:spacing w:after="160" w:line="259" w:lineRule="auto"/>
        <w:rPr>
          <w:b/>
          <w:bCs/>
        </w:rPr>
      </w:pPr>
      <w:r>
        <w:rPr>
          <w:b/>
          <w:bCs/>
        </w:rPr>
        <w:br w:type="page"/>
      </w:r>
    </w:p>
    <w:p w14:paraId="5721DDF1" w14:textId="17C03FDE" w:rsidR="00DA7C2E" w:rsidRDefault="00DA7C2E" w:rsidP="00637982">
      <w:pPr>
        <w:spacing w:after="0" w:line="259" w:lineRule="auto"/>
      </w:pPr>
      <w:bookmarkStart w:id="14" w:name="_Hlk83368819"/>
      <w:r w:rsidRPr="00E129FF">
        <w:rPr>
          <w:b/>
          <w:bCs/>
        </w:rPr>
        <w:lastRenderedPageBreak/>
        <w:t xml:space="preserve">Aufgabe </w:t>
      </w:r>
      <w:r w:rsidR="00434525">
        <w:rPr>
          <w:b/>
          <w:bCs/>
        </w:rPr>
        <w:t>10</w:t>
      </w:r>
      <w:r w:rsidRPr="00E129FF">
        <w:rPr>
          <w:b/>
          <w:bCs/>
        </w:rPr>
        <w:t>:</w:t>
      </w:r>
      <w:r>
        <w:t xml:space="preserve"> </w:t>
      </w:r>
      <w:r w:rsidR="00CA5D9B">
        <w:t xml:space="preserve">Wählen Sie einen Weltausschnitt, für den </w:t>
      </w:r>
      <w:r>
        <w:t xml:space="preserve">Sie ein ER-Diagramm </w:t>
      </w:r>
      <w:r w:rsidR="00CA5D9B">
        <w:t xml:space="preserve">erstellen. </w:t>
      </w:r>
      <w:r w:rsidR="00637982">
        <w:t>Diskutieren Sie dazu in der Kleingruppe, welche Informationen jeweils benötigt werden.</w:t>
      </w:r>
      <w:r w:rsidR="00CA5D9B">
        <w:t xml:space="preserve"> Vielleicht können Sie sogar ein Experteninterview durchführen. Beispiele für mögliche Szenarien sind:</w:t>
      </w:r>
    </w:p>
    <w:p w14:paraId="76DF197C" w14:textId="0B2851D2" w:rsidR="00E129FF" w:rsidRDefault="00E129FF" w:rsidP="00E129FF">
      <w:pPr>
        <w:pStyle w:val="Listenabsatz"/>
        <w:numPr>
          <w:ilvl w:val="0"/>
          <w:numId w:val="39"/>
        </w:numPr>
        <w:spacing w:after="160" w:line="259" w:lineRule="auto"/>
      </w:pPr>
      <w:r>
        <w:t>eine Autovermietung</w:t>
      </w:r>
    </w:p>
    <w:p w14:paraId="24D7A115" w14:textId="3F82B6C5" w:rsidR="00E129FF" w:rsidRDefault="00E129FF" w:rsidP="00E129FF">
      <w:pPr>
        <w:pStyle w:val="Listenabsatz"/>
        <w:numPr>
          <w:ilvl w:val="0"/>
          <w:numId w:val="39"/>
        </w:numPr>
        <w:spacing w:after="160" w:line="259" w:lineRule="auto"/>
      </w:pPr>
      <w:r>
        <w:t>eine Vermietung von Ferienwohnungen</w:t>
      </w:r>
    </w:p>
    <w:p w14:paraId="14AA6CED" w14:textId="455EF905" w:rsidR="00E129FF" w:rsidRDefault="00E129FF" w:rsidP="00E129FF">
      <w:pPr>
        <w:pStyle w:val="Listenabsatz"/>
        <w:numPr>
          <w:ilvl w:val="0"/>
          <w:numId w:val="39"/>
        </w:numPr>
        <w:spacing w:after="160" w:line="259" w:lineRule="auto"/>
      </w:pPr>
      <w:r>
        <w:t>ein Lieferservice für Pizza</w:t>
      </w:r>
    </w:p>
    <w:p w14:paraId="678418B2" w14:textId="4550484D" w:rsidR="00CA5D9B" w:rsidRDefault="00CA5D9B" w:rsidP="00E129FF">
      <w:pPr>
        <w:pStyle w:val="Listenabsatz"/>
        <w:numPr>
          <w:ilvl w:val="0"/>
          <w:numId w:val="39"/>
        </w:numPr>
        <w:spacing w:after="160" w:line="259" w:lineRule="auto"/>
      </w:pPr>
      <w:r>
        <w:t>ein Fitnessstudio</w:t>
      </w:r>
    </w:p>
    <w:p w14:paraId="33F27C27" w14:textId="77777777" w:rsidR="004F0DCC" w:rsidRDefault="004F0DCC" w:rsidP="004F0DCC">
      <w:pPr>
        <w:pStyle w:val="Listenabsatz"/>
        <w:spacing w:after="160" w:line="259" w:lineRule="auto"/>
      </w:pPr>
    </w:p>
    <w:p w14:paraId="4DE8C163" w14:textId="55694732" w:rsidR="004F0DCC" w:rsidRPr="004F0DCC" w:rsidRDefault="004F0DCC" w:rsidP="004F0DCC">
      <w:pPr>
        <w:pStyle w:val="berschrift2"/>
        <w:rPr>
          <w:b w:val="0"/>
          <w:bCs/>
        </w:rPr>
      </w:pPr>
      <w:bookmarkStart w:id="15" w:name="_Hlk83373152"/>
      <w:bookmarkEnd w:id="14"/>
      <w:r w:rsidRPr="004F0DCC">
        <w:rPr>
          <w:bCs/>
        </w:rPr>
        <w:t xml:space="preserve">Exkurs: </w:t>
      </w:r>
      <w:r>
        <w:rPr>
          <w:bCs/>
        </w:rPr>
        <w:t>Datenbankentwurf</w:t>
      </w:r>
      <w:r w:rsidRPr="004F0DCC">
        <w:rPr>
          <w:bCs/>
        </w:rPr>
        <w:t xml:space="preserve"> mithilfe unterschiedlicher Sichten</w:t>
      </w:r>
    </w:p>
    <w:p w14:paraId="1949203D" w14:textId="49C58FF4" w:rsidR="00771C90" w:rsidRDefault="00771C90" w:rsidP="00637982">
      <w:pPr>
        <w:spacing w:after="0" w:line="259" w:lineRule="auto"/>
      </w:pPr>
      <w:r w:rsidRPr="00771C90">
        <w:t xml:space="preserve">Komplexe Datenbanksysteme, auf denen später unterschiedliche Anwendungen arbeiten sollen, können oft nur überblickt und modelliert werden, indem man zunächst </w:t>
      </w:r>
      <w:r>
        <w:t xml:space="preserve">einzelne ER-Diagramme </w:t>
      </w:r>
      <w:r w:rsidRPr="00771C90">
        <w:t xml:space="preserve">für die Anforderungen </w:t>
      </w:r>
      <w:r>
        <w:t>unterschiedliche</w:t>
      </w:r>
      <w:r w:rsidR="004F0DCC">
        <w:t>r</w:t>
      </w:r>
      <w:r>
        <w:t xml:space="preserve"> Bereiche </w:t>
      </w:r>
      <w:r w:rsidRPr="00771C90">
        <w:t xml:space="preserve">entwirft. </w:t>
      </w:r>
      <w:r>
        <w:t xml:space="preserve">Man spricht hier von unterschiedlichen </w:t>
      </w:r>
      <w:r w:rsidRPr="00637982">
        <w:rPr>
          <w:b/>
          <w:bCs/>
        </w:rPr>
        <w:t>Sichten</w:t>
      </w:r>
      <w:r>
        <w:t xml:space="preserve">. </w:t>
      </w:r>
      <w:r w:rsidRPr="00771C90">
        <w:t xml:space="preserve">In einem zweiten Schritt werden die </w:t>
      </w:r>
      <w:r>
        <w:t xml:space="preserve">einzelnen ER-Diagramme </w:t>
      </w:r>
      <w:r w:rsidRPr="00771C90">
        <w:t xml:space="preserve">zu einem Gesamtmodell zusammengeführt, das schließlich alle Anforderungen berücksichtig. Da es zwischen den </w:t>
      </w:r>
      <w:r w:rsidR="004F0DCC">
        <w:t xml:space="preserve">Bereichen und den entsprechenden ER-Diagrammen </w:t>
      </w:r>
      <w:r w:rsidRPr="00771C90">
        <w:t xml:space="preserve">Schnittmengen geben wird, muss auf folgende Aspekte geachtet werden: </w:t>
      </w:r>
    </w:p>
    <w:p w14:paraId="0089E195" w14:textId="214FC5B6" w:rsidR="00771C90" w:rsidRPr="0064160E" w:rsidRDefault="00771C90" w:rsidP="004F0DCC">
      <w:pPr>
        <w:pStyle w:val="Listenabsatz"/>
        <w:numPr>
          <w:ilvl w:val="0"/>
          <w:numId w:val="45"/>
        </w:numPr>
      </w:pPr>
      <w:bookmarkStart w:id="16" w:name="_Hlk83997695"/>
      <w:r w:rsidRPr="004F0DCC">
        <w:rPr>
          <w:b/>
        </w:rPr>
        <w:t>Redundanzfreiheit</w:t>
      </w:r>
      <w:r w:rsidRPr="0064160E">
        <w:t>: Entitäten und Beziehungen</w:t>
      </w:r>
      <w:r w:rsidR="004F0DCC">
        <w:t>,</w:t>
      </w:r>
      <w:r w:rsidRPr="0064160E">
        <w:t xml:space="preserve"> die in mehreren Teil</w:t>
      </w:r>
      <w:r w:rsidR="004F0DCC">
        <w:t>diagrammen</w:t>
      </w:r>
      <w:r w:rsidRPr="0064160E">
        <w:t xml:space="preserve"> eine Rolle spielen</w:t>
      </w:r>
      <w:r w:rsidR="004F0DCC">
        <w:t>,</w:t>
      </w:r>
      <w:r w:rsidRPr="0064160E">
        <w:t xml:space="preserve"> dürfen nur einmal im Gesamtmodell enthalten sein.</w:t>
      </w:r>
    </w:p>
    <w:p w14:paraId="449FCBA6" w14:textId="30E5B5DC" w:rsidR="00771C90" w:rsidRPr="0064160E" w:rsidRDefault="00771C90" w:rsidP="004F0DCC">
      <w:pPr>
        <w:pStyle w:val="Listenabsatz"/>
        <w:numPr>
          <w:ilvl w:val="0"/>
          <w:numId w:val="45"/>
        </w:numPr>
      </w:pPr>
      <w:r w:rsidRPr="004F0DCC">
        <w:rPr>
          <w:b/>
        </w:rPr>
        <w:t>Widerspruchsfrei</w:t>
      </w:r>
      <w:r w:rsidR="000B4ADF">
        <w:rPr>
          <w:b/>
        </w:rPr>
        <w:t>heit</w:t>
      </w:r>
      <w:r w:rsidRPr="0064160E">
        <w:t>: Die modellierten Sachverhalte dürfen sich</w:t>
      </w:r>
      <w:r w:rsidR="004F0DCC">
        <w:t xml:space="preserve"> weder inhaltlich noch strukturell</w:t>
      </w:r>
      <w:r w:rsidRPr="0064160E">
        <w:t xml:space="preserve"> widersprechen. Beispielsweise darf eine Entität </w:t>
      </w:r>
      <w:r w:rsidR="002C6E88" w:rsidRPr="002C6E88">
        <w:rPr>
          <w:i/>
          <w:iCs/>
        </w:rPr>
        <w:t>Klausur</w:t>
      </w:r>
      <w:r w:rsidR="002C6E88">
        <w:t xml:space="preserve"> </w:t>
      </w:r>
      <w:r w:rsidRPr="0064160E">
        <w:t>nicht an anderer Stelle als Beziehung</w:t>
      </w:r>
      <w:r w:rsidR="002C6E88">
        <w:t xml:space="preserve"> </w:t>
      </w:r>
      <w:r w:rsidR="002C6E88" w:rsidRPr="002C6E88">
        <w:rPr>
          <w:i/>
          <w:iCs/>
        </w:rPr>
        <w:t>schreibt Klausur</w:t>
      </w:r>
      <w:r w:rsidR="002C6E88">
        <w:t xml:space="preserve"> </w:t>
      </w:r>
      <w:r w:rsidRPr="0064160E">
        <w:t>dargestellt werden.</w:t>
      </w:r>
      <w:r w:rsidR="004F0DCC">
        <w:t xml:space="preserve"> Auch ein Attribut darf nicht gleichzeitig als Entität dargestellt werden. </w:t>
      </w:r>
    </w:p>
    <w:p w14:paraId="0B442076" w14:textId="77777777" w:rsidR="004F0DCC" w:rsidRPr="004F0DCC" w:rsidRDefault="00771C90" w:rsidP="004F0DCC">
      <w:pPr>
        <w:pStyle w:val="Listenabsatz"/>
        <w:numPr>
          <w:ilvl w:val="0"/>
          <w:numId w:val="45"/>
        </w:numPr>
      </w:pPr>
      <w:r w:rsidRPr="004F0DCC">
        <w:rPr>
          <w:b/>
        </w:rPr>
        <w:t>Synonyme</w:t>
      </w:r>
      <w:r w:rsidRPr="004F0DCC">
        <w:t xml:space="preserve"> </w:t>
      </w:r>
      <w:r w:rsidRPr="004F0DCC">
        <w:rPr>
          <w:b/>
        </w:rPr>
        <w:t>bereinigen</w:t>
      </w:r>
      <w:r w:rsidRPr="004F0DCC">
        <w:t xml:space="preserve">: Der gleiche Sachverhalt darf nicht unterschiedliche Bezeichnungen haben. Zum Beispiel darf es nicht die Entität Putzfrau und Reinigungskraft geben, wenn beide dieselbe Gruppe von </w:t>
      </w:r>
      <w:r w:rsidR="004F0DCC" w:rsidRPr="004F0DCC">
        <w:t xml:space="preserve">Personen </w:t>
      </w:r>
      <w:r w:rsidRPr="004F0DCC">
        <w:t>bezeichnen.</w:t>
      </w:r>
    </w:p>
    <w:p w14:paraId="6A91F126" w14:textId="4F9DF681" w:rsidR="00771C90" w:rsidRDefault="00771C90" w:rsidP="00FF48BC">
      <w:pPr>
        <w:pStyle w:val="Listenabsatz"/>
        <w:numPr>
          <w:ilvl w:val="0"/>
          <w:numId w:val="45"/>
        </w:numPr>
        <w:ind w:left="714" w:hanging="357"/>
        <w:contextualSpacing w:val="0"/>
      </w:pPr>
      <w:r w:rsidRPr="004F0DCC">
        <w:rPr>
          <w:b/>
        </w:rPr>
        <w:t>Homonyme</w:t>
      </w:r>
      <w:r w:rsidRPr="004F0DCC">
        <w:t xml:space="preserve"> </w:t>
      </w:r>
      <w:r w:rsidRPr="004F0DCC">
        <w:rPr>
          <w:b/>
        </w:rPr>
        <w:t>bereinigen</w:t>
      </w:r>
      <w:r w:rsidRPr="004F0DCC">
        <w:t>: Es darf nicht derselbe Begriff für unterschiedliche Sachverhalte verwendet werden. Es darf beispielsweise nicht zwei Entitäten Klasse geben, wobei die eine die Schulklasse als Gruppe und die andere die Jahrgang</w:t>
      </w:r>
      <w:r w:rsidR="004F0DCC">
        <w:t>s</w:t>
      </w:r>
      <w:r w:rsidRPr="004F0DCC">
        <w:t>stufe meint.</w:t>
      </w:r>
      <w:bookmarkEnd w:id="16"/>
    </w:p>
    <w:p w14:paraId="5EACDB0F" w14:textId="682DD063" w:rsidR="001D6C3D" w:rsidRDefault="004F0DCC" w:rsidP="00FF48BC">
      <w:pPr>
        <w:spacing w:before="60"/>
      </w:pPr>
      <w:r w:rsidRPr="00A677B0">
        <w:rPr>
          <w:b/>
          <w:bCs/>
        </w:rPr>
        <w:t xml:space="preserve">Aufgabe </w:t>
      </w:r>
      <w:r>
        <w:rPr>
          <w:b/>
          <w:bCs/>
        </w:rPr>
        <w:t>11</w:t>
      </w:r>
      <w:r w:rsidRPr="00A677B0">
        <w:rPr>
          <w:b/>
          <w:bCs/>
        </w:rPr>
        <w:t>:</w:t>
      </w:r>
      <w:r>
        <w:t xml:space="preserve"> </w:t>
      </w:r>
      <w:r w:rsidR="001D6C3D">
        <w:t>Anhand der Daten, die in den unter</w:t>
      </w:r>
      <w:r w:rsidR="00D95FAE">
        <w:softHyphen/>
      </w:r>
      <w:r w:rsidR="001D6C3D">
        <w:t>schied</w:t>
      </w:r>
      <w:r w:rsidR="00D95FAE">
        <w:softHyphen/>
      </w:r>
      <w:r w:rsidR="001D6C3D">
        <w:t>lichen Bereichen einer Schule anfallen, soll d</w:t>
      </w:r>
      <w:r w:rsidR="002C6E88">
        <w:t xml:space="preserve">as Erstellen eines ER-Diagramms mithilfe unterschiedlicher Sichten </w:t>
      </w:r>
      <w:r w:rsidR="00D95FAE">
        <w:t xml:space="preserve">einmal </w:t>
      </w:r>
      <w:r w:rsidR="001D6C3D">
        <w:t>umgesetzt werden.</w:t>
      </w:r>
    </w:p>
    <w:p w14:paraId="40A05F93" w14:textId="5CEB99C3" w:rsidR="002C6E88" w:rsidRPr="009C198D" w:rsidRDefault="002C6E88" w:rsidP="00FF48BC">
      <w:pPr>
        <w:rPr>
          <w:b/>
          <w:bCs/>
          <w:color w:val="4E6B9E"/>
        </w:rPr>
      </w:pPr>
      <w:r w:rsidRPr="009C198D">
        <w:rPr>
          <w:b/>
          <w:bCs/>
          <w:color w:val="4E6B9E"/>
        </w:rPr>
        <w:t>Phase 1: Erstellen der Sichten</w:t>
      </w:r>
    </w:p>
    <w:p w14:paraId="76118D8A" w14:textId="2361087E" w:rsidR="00DA7C2E" w:rsidRDefault="00D95FAE" w:rsidP="00FF48BC">
      <w:pPr>
        <w:spacing w:after="120"/>
      </w:pPr>
      <w:r>
        <w:t>Bilde</w:t>
      </w:r>
      <w:r w:rsidR="00DA7C2E">
        <w:t>n Sie</w:t>
      </w:r>
      <w:r>
        <w:t xml:space="preserve"> Kleingruppen. Jede Kleingruppe erstellt ein ER-Diagramm für einen der drei Bereiche </w:t>
      </w:r>
      <w:r w:rsidRPr="009C198D">
        <w:rPr>
          <w:b/>
          <w:bCs/>
          <w:color w:val="4E6B9E"/>
        </w:rPr>
        <w:t>Sekretariat</w:t>
      </w:r>
      <w:r>
        <w:t xml:space="preserve">, </w:t>
      </w:r>
      <w:r w:rsidRPr="009C198D">
        <w:rPr>
          <w:b/>
          <w:bCs/>
          <w:color w:val="4E6B9E"/>
        </w:rPr>
        <w:t>Stunden- und Vertretungsplan</w:t>
      </w:r>
      <w:r w:rsidRPr="009C198D">
        <w:rPr>
          <w:color w:val="4E6B9E"/>
        </w:rPr>
        <w:t xml:space="preserve"> </w:t>
      </w:r>
      <w:r>
        <w:t xml:space="preserve">sowie </w:t>
      </w:r>
      <w:r w:rsidRPr="009C198D">
        <w:rPr>
          <w:b/>
          <w:bCs/>
          <w:color w:val="4E6B9E"/>
        </w:rPr>
        <w:t>Bibliothek</w:t>
      </w:r>
      <w:bookmarkStart w:id="17" w:name="_Hlk83997336"/>
      <w:r w:rsidR="00DA7C2E">
        <w:t xml:space="preserve">. </w:t>
      </w:r>
      <w:r w:rsidR="002C6E88">
        <w:t>Im Folgenden erhalten Sie für Ihren Bereich einen Überblick über die Anforderungen.</w:t>
      </w:r>
      <w:r w:rsidR="00FF48BC">
        <w:t xml:space="preserve"> Nehmen Sie ggf. noch Ergänzungen vor. Z</w:t>
      </w:r>
      <w:r w:rsidR="009C198D">
        <w:t>wecks</w:t>
      </w:r>
      <w:r w:rsidR="00FF48BC">
        <w:t xml:space="preserve"> bessere</w:t>
      </w:r>
      <w:r w:rsidR="009C198D">
        <w:t>r</w:t>
      </w:r>
      <w:r w:rsidR="00FF48BC">
        <w:t xml:space="preserve"> Lesbarkeit wird nur die maskuline Form verwendet, Schülerinnen, Lehrerinnen usw. sind hier genauso gemeint.</w:t>
      </w:r>
      <w:r w:rsidR="002C6E88">
        <w:t xml:space="preserve"> </w:t>
      </w:r>
      <w:bookmarkEnd w:id="17"/>
    </w:p>
    <w:p w14:paraId="02DE33BD" w14:textId="6FF6E8F6" w:rsidR="002C6E88" w:rsidRDefault="002C6E88" w:rsidP="009C198D">
      <w:pPr>
        <w:pStyle w:val="Listenabsatz"/>
        <w:numPr>
          <w:ilvl w:val="0"/>
          <w:numId w:val="46"/>
        </w:numPr>
        <w:spacing w:after="0"/>
      </w:pPr>
      <w:bookmarkStart w:id="18" w:name="_Hlk83997299"/>
      <w:r w:rsidRPr="009C198D">
        <w:rPr>
          <w:b/>
          <w:bCs/>
          <w:color w:val="4E6B9E"/>
        </w:rPr>
        <w:t>Sekretariat</w:t>
      </w:r>
      <w:r>
        <w:t>: Im Sekretariat werden die persönlichen Daten der Schüler und Lehrer verwaltet. Dazu gehören Name, Adresse, Geburtsdatum und Telefonnummer. Für jeden Schüler werden zusätzlich die Konfession und die Namen der Eltern gespeichert sowie die Klasse, in die die Schüler gehen.</w:t>
      </w:r>
    </w:p>
    <w:p w14:paraId="2173948E" w14:textId="725ECF44" w:rsidR="002C6E88" w:rsidRDefault="002C6E88" w:rsidP="009C198D">
      <w:pPr>
        <w:pStyle w:val="Listenabsatz"/>
        <w:spacing w:after="0"/>
      </w:pPr>
      <w:r>
        <w:t>Für jeden Lehrer werden zusätzlich seine Unterrichtsfächer vermerkt und von welcher Klasse er Klassenlehrer ist.</w:t>
      </w:r>
    </w:p>
    <w:p w14:paraId="6A16DC95" w14:textId="3AABF83B" w:rsidR="002C6E88" w:rsidRDefault="002C6E88" w:rsidP="009C198D">
      <w:pPr>
        <w:pStyle w:val="Listenabsatz"/>
        <w:spacing w:after="160"/>
      </w:pPr>
      <w:r>
        <w:lastRenderedPageBreak/>
        <w:t xml:space="preserve">Die Schüler der fünften Klasse bekommen jeweils einen älteren Schüler als </w:t>
      </w:r>
      <w:r w:rsidR="003E267A">
        <w:t>Paten</w:t>
      </w:r>
      <w:r>
        <w:t xml:space="preserve"> zugeteilt. </w:t>
      </w:r>
    </w:p>
    <w:p w14:paraId="75D56064" w14:textId="6A76DD4B" w:rsidR="002C6E88" w:rsidRDefault="002C6E88" w:rsidP="009C198D">
      <w:pPr>
        <w:pStyle w:val="Listenabsatz"/>
        <w:numPr>
          <w:ilvl w:val="0"/>
          <w:numId w:val="46"/>
        </w:numPr>
        <w:spacing w:after="0"/>
      </w:pPr>
      <w:bookmarkStart w:id="19" w:name="_Hlk83997441"/>
      <w:bookmarkEnd w:id="18"/>
      <w:r w:rsidRPr="009C198D">
        <w:rPr>
          <w:b/>
          <w:bCs/>
          <w:color w:val="4E6B9E"/>
        </w:rPr>
        <w:t>Stunden</w:t>
      </w:r>
      <w:r w:rsidR="003E267A" w:rsidRPr="009C198D">
        <w:rPr>
          <w:b/>
          <w:bCs/>
          <w:color w:val="4E6B9E"/>
        </w:rPr>
        <w:t>- und Vertretungs</w:t>
      </w:r>
      <w:r w:rsidRPr="009C198D">
        <w:rPr>
          <w:b/>
          <w:bCs/>
          <w:color w:val="4E6B9E"/>
        </w:rPr>
        <w:t>plan</w:t>
      </w:r>
      <w:bookmarkEnd w:id="19"/>
      <w:r w:rsidR="003E267A" w:rsidRPr="009C198D">
        <w:rPr>
          <w:b/>
          <w:bCs/>
          <w:color w:val="4E6B9E"/>
        </w:rPr>
        <w:t>:</w:t>
      </w:r>
      <w:r w:rsidR="00FF48BC" w:rsidRPr="009C198D">
        <w:rPr>
          <w:b/>
          <w:bCs/>
          <w:color w:val="4E6B9E"/>
        </w:rPr>
        <w:t xml:space="preserve"> </w:t>
      </w:r>
      <w:bookmarkStart w:id="20" w:name="_Hlk83997456"/>
      <w:r>
        <w:t xml:space="preserve">Der Stundenplankoordinator, der auch die Vertretungspläne erstellt, benötigt folgende Informationen: Die Stundenpläne der einzelnen Klassen, wobei zu jeder Stunde das Fach, der Raum und der Lehrer angegeben sein muss. Außerdem müssen die Größe der Klasse (Anzahl Schüler), </w:t>
      </w:r>
      <w:r w:rsidR="003E267A">
        <w:t xml:space="preserve">der Klassenraum sowie der Klassenlehrer abrufbar sein. Zu den Räumen werden folgende Angaben benötigt: die Raumnummer, die </w:t>
      </w:r>
      <w:r>
        <w:t xml:space="preserve">Größe </w:t>
      </w:r>
      <w:r w:rsidR="003E267A">
        <w:t xml:space="preserve">in Quadratmetern, die aktuelle </w:t>
      </w:r>
      <w:r>
        <w:t>Anzahl</w:t>
      </w:r>
      <w:r w:rsidR="003E267A">
        <w:t xml:space="preserve"> der </w:t>
      </w:r>
      <w:r>
        <w:t>Sitzplätze</w:t>
      </w:r>
      <w:r w:rsidR="003E267A">
        <w:t xml:space="preserve"> und um welche Art von Fachraum es sich ggf. handelt.</w:t>
      </w:r>
    </w:p>
    <w:p w14:paraId="472AAA04" w14:textId="0DB2B366" w:rsidR="002C6E88" w:rsidRDefault="002C6E88" w:rsidP="009C198D">
      <w:pPr>
        <w:pStyle w:val="Listenabsatz"/>
        <w:spacing w:after="120"/>
      </w:pPr>
      <w:r>
        <w:t>Um den Vertretungsunterricht sinnvoll zu planen, muss außerdem bekannt sein, welche</w:t>
      </w:r>
      <w:r w:rsidR="003E267A">
        <w:t xml:space="preserve">r Lehrer, welche </w:t>
      </w:r>
      <w:r>
        <w:t>Fächer unterrichte</w:t>
      </w:r>
      <w:r w:rsidR="003E267A">
        <w:t>t</w:t>
      </w:r>
      <w:r w:rsidR="00FF48BC">
        <w:t>,</w:t>
      </w:r>
      <w:r w:rsidR="003E267A">
        <w:t xml:space="preserve"> </w:t>
      </w:r>
      <w:r>
        <w:t>und welche Lehrer sich in bestimmten Stunden für spontane Vertretungseinsätze bereithalten. Jeder Lehrer bekommt höchstens zwei Stunden zugeteilt, in denen er sich bereithalten muss. Damit kein Lehrer übermäßig belastet wird, wird vermerkt wie viele Stunden ein Lehrer im aktuellen Schuljahr schon vertreten hat.</w:t>
      </w:r>
      <w:bookmarkEnd w:id="20"/>
      <w:r>
        <w:t xml:space="preserve"> </w:t>
      </w:r>
    </w:p>
    <w:p w14:paraId="252AE31E" w14:textId="1B98FC91" w:rsidR="002C6E88" w:rsidRDefault="002C6E88" w:rsidP="009C198D">
      <w:pPr>
        <w:pStyle w:val="Listenabsatz"/>
        <w:numPr>
          <w:ilvl w:val="0"/>
          <w:numId w:val="46"/>
        </w:numPr>
        <w:spacing w:after="0"/>
      </w:pPr>
      <w:r w:rsidRPr="009C198D">
        <w:rPr>
          <w:b/>
          <w:bCs/>
          <w:color w:val="4E6B9E"/>
        </w:rPr>
        <w:t>Bibliothek</w:t>
      </w:r>
      <w:r>
        <w:t xml:space="preserve">: </w:t>
      </w:r>
      <w:bookmarkStart w:id="21" w:name="_Hlk83997545"/>
      <w:r>
        <w:t>In der Bibliothek werden alle Bücher elektronisch verwaltet. Zu jedem Buch werden eine Signatur, der Titel, der Autor, das Erscheinungsjahr und der Verlag gespeichert. Alle Lehrer und Schüler sind nutzungsberechtigt. Sie werden mit Namen, Adresse, Telefonnummer</w:t>
      </w:r>
      <w:r w:rsidR="00AA35A1">
        <w:t xml:space="preserve"> und E-Mail</w:t>
      </w:r>
      <w:r>
        <w:t xml:space="preserve"> gespeichert. </w:t>
      </w:r>
    </w:p>
    <w:p w14:paraId="7957B6EF" w14:textId="47E07CEB" w:rsidR="002C6E88" w:rsidRDefault="002C6E88" w:rsidP="009C198D">
      <w:pPr>
        <w:pStyle w:val="Listenabsatz"/>
        <w:spacing w:after="0"/>
      </w:pPr>
      <w:r>
        <w:t xml:space="preserve">Leiht ein Benutzer ein Buch aus, werden dazu das Datum der Ausleihe und das späteste Rückgabedatum vermerkt. Benutzer können ein Buch auch vormerken lassen, so dass es für sie reserviert wird, sobald es zurückgegeben wurde und sie mit dem Ausleihen an der Reihe sind. Wird ein Buch nicht rechtzeitig zurückgegeben, </w:t>
      </w:r>
      <w:r w:rsidR="00AA35A1">
        <w:t xml:space="preserve">muss der Benutzer eine </w:t>
      </w:r>
      <w:r>
        <w:t xml:space="preserve">Mahngebühr </w:t>
      </w:r>
      <w:r w:rsidR="00AA35A1">
        <w:t>bezahlen</w:t>
      </w:r>
      <w:r>
        <w:t>.</w:t>
      </w:r>
    </w:p>
    <w:p w14:paraId="103C8D03" w14:textId="15319BE8" w:rsidR="00AA35A1" w:rsidRDefault="002C6E88" w:rsidP="009C198D">
      <w:pPr>
        <w:pStyle w:val="Listenabsatz"/>
        <w:spacing w:after="120"/>
      </w:pPr>
      <w:r>
        <w:t xml:space="preserve">Die Betreuung der Bibliothek wird von Lehrern und Schülern übernommen, die </w:t>
      </w:r>
      <w:r w:rsidR="00AA35A1">
        <w:t>vorher eine entsprechende Schulung erhalten haben</w:t>
      </w:r>
      <w:r>
        <w:t xml:space="preserve">. Sie bekommen </w:t>
      </w:r>
      <w:r w:rsidR="00FF48BC">
        <w:t xml:space="preserve">regelmäßige </w:t>
      </w:r>
      <w:r>
        <w:t>Zeiten zugeteilt, in denen sie in</w:t>
      </w:r>
      <w:r w:rsidR="00FF48BC">
        <w:t xml:space="preserve"> jeder Woche in </w:t>
      </w:r>
      <w:r>
        <w:t>der Bibliothek Aufsicht führen und die Ausleihe verwalten. Die Bibliothek ist in den großen Pausen und für eine Stunde nach Schulschluss geöffnet.</w:t>
      </w:r>
      <w:bookmarkEnd w:id="21"/>
      <w:r w:rsidR="00AA35A1">
        <w:t xml:space="preserve"> </w:t>
      </w:r>
    </w:p>
    <w:p w14:paraId="30C52AF0" w14:textId="67D430ED" w:rsidR="00AA35A1" w:rsidRPr="009C198D" w:rsidRDefault="00AA35A1" w:rsidP="00FF48BC">
      <w:pPr>
        <w:rPr>
          <w:b/>
          <w:bCs/>
          <w:color w:val="4E6B9E"/>
        </w:rPr>
      </w:pPr>
      <w:bookmarkStart w:id="22" w:name="_Hlk83997642"/>
      <w:r w:rsidRPr="009C198D">
        <w:rPr>
          <w:b/>
          <w:bCs/>
          <w:color w:val="4E6B9E"/>
        </w:rPr>
        <w:t>Phase 2: Zusammenführung der Sichten</w:t>
      </w:r>
    </w:p>
    <w:bookmarkEnd w:id="22"/>
    <w:p w14:paraId="5C2CF175" w14:textId="1F7CB6C0" w:rsidR="001E2A42" w:rsidRDefault="001E2A42" w:rsidP="00FF48BC">
      <w:pPr>
        <w:spacing w:after="160"/>
      </w:pPr>
      <w:r>
        <w:t xml:space="preserve">Bilden Sie neue Kleingruppen, in denen für jede </w:t>
      </w:r>
      <w:r w:rsidR="00AA35A1">
        <w:t>Sicht</w:t>
      </w:r>
      <w:r>
        <w:t xml:space="preserve"> ein bis zwei Entwickler des entsprechen</w:t>
      </w:r>
      <w:r w:rsidR="00FF48BC">
        <w:softHyphen/>
      </w:r>
      <w:r>
        <w:t xml:space="preserve">den ER-Diagramms vertreten sind. </w:t>
      </w:r>
      <w:bookmarkStart w:id="23" w:name="_Hlk83997676"/>
      <w:r>
        <w:t>Führen Sie die drei ER-Diagramme zu eine</w:t>
      </w:r>
      <w:r w:rsidR="00FF48BC">
        <w:t>r Gesamtmodellierung z</w:t>
      </w:r>
      <w:r>
        <w:t xml:space="preserve">usammen. Überprüfen Sie das </w:t>
      </w:r>
      <w:r w:rsidR="00FF48BC">
        <w:t>vollständige</w:t>
      </w:r>
      <w:r>
        <w:t xml:space="preserve"> ER-Diagramm auf Redundanzen, Widerspruchsfreiheit und Namenskonflikte</w:t>
      </w:r>
      <w:bookmarkEnd w:id="23"/>
      <w:r>
        <w:t xml:space="preserve">. </w:t>
      </w:r>
    </w:p>
    <w:bookmarkEnd w:id="15"/>
    <w:p w14:paraId="45CCD251" w14:textId="2DC78EF4" w:rsidR="00637982" w:rsidRPr="00FF48BC" w:rsidRDefault="00637982" w:rsidP="00637982">
      <w:pPr>
        <w:pStyle w:val="berschrift2"/>
        <w:rPr>
          <w:b w:val="0"/>
          <w:bCs/>
        </w:rPr>
      </w:pPr>
      <w:r w:rsidRPr="00FF48BC">
        <w:rPr>
          <w:bCs/>
        </w:rPr>
        <w:t xml:space="preserve">Überführung eines ER-Diagramms in ein relationales </w:t>
      </w:r>
      <w:r w:rsidR="00ED59FC">
        <w:rPr>
          <w:bCs/>
        </w:rPr>
        <w:t>S</w:t>
      </w:r>
      <w:r w:rsidRPr="00FF48BC">
        <w:rPr>
          <w:bCs/>
        </w:rPr>
        <w:t>chema</w:t>
      </w:r>
    </w:p>
    <w:p w14:paraId="2D81E62D" w14:textId="65498D41" w:rsidR="000E70B2" w:rsidRPr="000E70B2" w:rsidRDefault="000E70B2" w:rsidP="000E70B2">
      <w:pPr>
        <w:pStyle w:val="berschrift3"/>
        <w:rPr>
          <w:b/>
          <w:bCs/>
        </w:rPr>
      </w:pPr>
      <w:r w:rsidRPr="000E70B2">
        <w:rPr>
          <w:b/>
          <w:bCs/>
        </w:rPr>
        <w:t>Abbildung von Entitäten</w:t>
      </w:r>
    </w:p>
    <w:p w14:paraId="08BCC464" w14:textId="5E8849BE" w:rsidR="00637982" w:rsidRDefault="00637982" w:rsidP="00637982">
      <w:r>
        <w:t xml:space="preserve">Um die Modellierung eines ER-Diagramms auf entsprechende Tabellen einer relationalen Datenbank abzubilden, wird im ersten Schritt für jede Entität eine Tabelle mit den entsprechenden Attributen angelegt. Wurden die Schlüsselattribute im ER-Diagramm bereits gekennzeichnet, können sie ebenfalls direkt übernommen werden. </w:t>
      </w:r>
      <w:r w:rsidR="000E70B2">
        <w:t>Ansonsten müssen Sie geeignet definiert werden.</w:t>
      </w:r>
    </w:p>
    <w:p w14:paraId="7509C5B6" w14:textId="607B6138" w:rsidR="000E70B2" w:rsidRPr="000E70B2" w:rsidRDefault="000E70B2" w:rsidP="000E70B2">
      <w:pPr>
        <w:pStyle w:val="berschrift3"/>
        <w:rPr>
          <w:b/>
          <w:bCs/>
        </w:rPr>
      </w:pPr>
      <w:r w:rsidRPr="000E70B2">
        <w:rPr>
          <w:b/>
          <w:bCs/>
        </w:rPr>
        <w:t>Abbildung von n:m- und 1:n-Beziehungen</w:t>
      </w:r>
    </w:p>
    <w:p w14:paraId="308B646E" w14:textId="2ABFEA5E" w:rsidR="00637982" w:rsidRDefault="003E320D" w:rsidP="00637982">
      <w:r>
        <w:t xml:space="preserve">Im zweiten Schritt erfolgt die Abbildung der Beziehungen. Ob für eine Beziehung eine eigene Tabelle eingerichtet wird oder ob die Beziehung in eine der Tabellen der beteiligten Entitäten eingetragen </w:t>
      </w:r>
      <w:r>
        <w:lastRenderedPageBreak/>
        <w:t>werden kann, hängt von den Kardinalitäten ab. Für das ER-</w:t>
      </w:r>
      <w:r w:rsidR="006A5853">
        <w:t>Diagramm</w:t>
      </w:r>
      <w:r>
        <w:t xml:space="preserve"> des TSV-Fitstadt </w:t>
      </w:r>
      <w:r w:rsidR="006A5853">
        <w:t xml:space="preserve">in Abbildung 11 </w:t>
      </w:r>
      <w:r>
        <w:t>ergeben sich die folgenden Tabellen:</w:t>
      </w:r>
    </w:p>
    <w:p w14:paraId="0EAA87EC" w14:textId="0E778629" w:rsidR="003E320D" w:rsidRDefault="003E320D" w:rsidP="00637982">
      <w:r w:rsidRPr="00993AFB">
        <w:rPr>
          <w:b/>
          <w:bCs/>
        </w:rPr>
        <w:t>Trainer</w:t>
      </w:r>
      <w:r>
        <w:t xml:space="preserve"> (</w:t>
      </w:r>
      <w:r w:rsidRPr="00993AFB">
        <w:rPr>
          <w:u w:val="single"/>
        </w:rPr>
        <w:t>TrainerID</w:t>
      </w:r>
      <w:r>
        <w:t>, Vorname, Nachname, T</w:t>
      </w:r>
      <w:r w:rsidR="006A5853">
        <w:t>e</w:t>
      </w:r>
      <w:r>
        <w:t>lefonnr, Strasse, Hausnr, PLZ, Ort, Geb-Datum</w:t>
      </w:r>
      <w:r w:rsidR="00BA1B26">
        <w:t>)</w:t>
      </w:r>
      <w:r>
        <w:t xml:space="preserve"> </w:t>
      </w:r>
    </w:p>
    <w:p w14:paraId="1E7521EB" w14:textId="0A534E47" w:rsidR="003E320D" w:rsidRDefault="003E320D" w:rsidP="00637982">
      <w:r w:rsidRPr="00993AFB">
        <w:rPr>
          <w:b/>
          <w:bCs/>
        </w:rPr>
        <w:t>Kurs</w:t>
      </w:r>
      <w:r>
        <w:t xml:space="preserve"> (</w:t>
      </w:r>
      <w:r w:rsidRPr="00993AFB">
        <w:rPr>
          <w:u w:val="single"/>
        </w:rPr>
        <w:t>KursID</w:t>
      </w:r>
      <w:r>
        <w:t xml:space="preserve">, Dauer, Uhrzeit, Wochentag, Sportart, </w:t>
      </w:r>
      <w:bookmarkStart w:id="24" w:name="_Hlk81998912"/>
      <w:r w:rsidR="00993AFB">
        <w:rPr>
          <w:rFonts w:cstheme="minorHAnsi"/>
        </w:rPr>
        <w:t>↑</w:t>
      </w:r>
      <w:bookmarkEnd w:id="24"/>
      <w:r w:rsidR="00993AFB">
        <w:t>Trainer</w:t>
      </w:r>
      <w:r w:rsidR="000E70B2">
        <w:t>ID</w:t>
      </w:r>
      <w:r w:rsidR="00993AFB">
        <w:t xml:space="preserve">, </w:t>
      </w:r>
      <w:r w:rsidR="00993AFB">
        <w:rPr>
          <w:rFonts w:cstheme="minorHAnsi"/>
        </w:rPr>
        <w:t>↑</w:t>
      </w:r>
      <w:r w:rsidR="00993AFB">
        <w:t>Sportstaette</w:t>
      </w:r>
      <w:r w:rsidR="000E70B2">
        <w:t>_Bezeichung</w:t>
      </w:r>
      <w:r w:rsidR="00993AFB">
        <w:t>)</w:t>
      </w:r>
    </w:p>
    <w:p w14:paraId="2DDF6436" w14:textId="5C365D60" w:rsidR="00993AFB" w:rsidRDefault="00993AFB" w:rsidP="00637982">
      <w:r w:rsidRPr="00BA1B26">
        <w:rPr>
          <w:b/>
          <w:bCs/>
        </w:rPr>
        <w:t>Sportstaette</w:t>
      </w:r>
      <w:r>
        <w:t xml:space="preserve"> (</w:t>
      </w:r>
      <w:r w:rsidRPr="00993AFB">
        <w:rPr>
          <w:u w:val="single"/>
        </w:rPr>
        <w:t>Bezeichnung</w:t>
      </w:r>
      <w:r>
        <w:t>, Groesse, Sitzplaetze, Hausnr, Strasse)</w:t>
      </w:r>
    </w:p>
    <w:p w14:paraId="651743B6" w14:textId="615C15A1" w:rsidR="00993AFB" w:rsidRDefault="00993AFB" w:rsidP="00637982">
      <w:r w:rsidRPr="00993AFB">
        <w:rPr>
          <w:b/>
          <w:bCs/>
        </w:rPr>
        <w:t>Mitglied</w:t>
      </w:r>
      <w:r>
        <w:t xml:space="preserve"> (</w:t>
      </w:r>
      <w:r w:rsidRPr="00993AFB">
        <w:rPr>
          <w:u w:val="single"/>
        </w:rPr>
        <w:t>Mitgliedsnr</w:t>
      </w:r>
      <w:r>
        <w:t>, Vorname, Nachname, T</w:t>
      </w:r>
      <w:r w:rsidR="00BA1B26">
        <w:t>e</w:t>
      </w:r>
      <w:r>
        <w:t>lefonnr, Strasse, Hausnr, PLZ, Ort, Geb-Datum, Beitrag, Kontnr)</w:t>
      </w:r>
    </w:p>
    <w:p w14:paraId="2CA9093D" w14:textId="445B744F" w:rsidR="00993AFB" w:rsidRDefault="00993AFB" w:rsidP="00637982">
      <w:r w:rsidRPr="00993AFB">
        <w:rPr>
          <w:b/>
          <w:bCs/>
        </w:rPr>
        <w:t>Belegung</w:t>
      </w:r>
      <w:r>
        <w:t xml:space="preserve"> (</w:t>
      </w:r>
      <w:bookmarkStart w:id="25" w:name="_Hlk83375413"/>
      <w:r>
        <w:rPr>
          <w:rFonts w:cstheme="minorHAnsi"/>
        </w:rPr>
        <w:t>↑</w:t>
      </w:r>
      <w:bookmarkEnd w:id="25"/>
      <w:r w:rsidRPr="00993AFB">
        <w:rPr>
          <w:u w:val="single"/>
        </w:rPr>
        <w:t>Mitgliedsnr</w:t>
      </w:r>
      <w:r>
        <w:t xml:space="preserve">, </w:t>
      </w:r>
      <w:r>
        <w:rPr>
          <w:rFonts w:cstheme="minorHAnsi"/>
        </w:rPr>
        <w:t>↑</w:t>
      </w:r>
      <w:r w:rsidRPr="00993AFB">
        <w:rPr>
          <w:u w:val="single"/>
        </w:rPr>
        <w:t>KursID</w:t>
      </w:r>
      <w:r>
        <w:t xml:space="preserve">, TeilnahmeWettbewerbe) </w:t>
      </w:r>
    </w:p>
    <w:p w14:paraId="46EEC0ED" w14:textId="77777777" w:rsidR="00993AFB" w:rsidRDefault="003E320D" w:rsidP="00993AFB">
      <w:pPr>
        <w:keepNext/>
      </w:pPr>
      <w:r>
        <w:rPr>
          <w:noProof/>
        </w:rPr>
        <w:drawing>
          <wp:inline distT="0" distB="0" distL="0" distR="0" wp14:anchorId="0A616E5A" wp14:editId="5A74DA1B">
            <wp:extent cx="5760720" cy="3769995"/>
            <wp:effectExtent l="0" t="0" r="0" b="190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6">
                      <a:extLst>
                        <a:ext uri="{28A0092B-C50C-407E-A947-70E740481C1C}">
                          <a14:useLocalDpi xmlns:a14="http://schemas.microsoft.com/office/drawing/2010/main" val="0"/>
                        </a:ext>
                      </a:extLst>
                    </a:blip>
                    <a:stretch>
                      <a:fillRect/>
                    </a:stretch>
                  </pic:blipFill>
                  <pic:spPr>
                    <a:xfrm>
                      <a:off x="0" y="0"/>
                      <a:ext cx="5760720" cy="3769995"/>
                    </a:xfrm>
                    <a:prstGeom prst="rect">
                      <a:avLst/>
                    </a:prstGeom>
                  </pic:spPr>
                </pic:pic>
              </a:graphicData>
            </a:graphic>
          </wp:inline>
        </w:drawing>
      </w:r>
    </w:p>
    <w:p w14:paraId="19E69D85" w14:textId="33506065" w:rsidR="003E320D" w:rsidRDefault="00993AFB" w:rsidP="00993AFB">
      <w:pPr>
        <w:pStyle w:val="UnterschriftINFSII"/>
      </w:pPr>
      <w:r>
        <w:t xml:space="preserve">Abbildung </w:t>
      </w:r>
      <w:fldSimple w:instr=" SEQ Abbildung \* ARABIC ">
        <w:r w:rsidR="00C303B8">
          <w:rPr>
            <w:noProof/>
          </w:rPr>
          <w:t>11</w:t>
        </w:r>
      </w:fldSimple>
      <w:r>
        <w:t>: ER-Diagramm des TSV-Fiststadt</w:t>
      </w:r>
    </w:p>
    <w:p w14:paraId="68A482E4" w14:textId="0B2CECF3" w:rsidR="00993AFB" w:rsidRPr="00993AFB" w:rsidRDefault="00993AFB" w:rsidP="00993AFB">
      <w:pPr>
        <w:spacing w:after="0"/>
        <w:rPr>
          <w:b/>
          <w:bCs/>
        </w:rPr>
      </w:pPr>
      <w:r w:rsidRPr="00993AFB">
        <w:rPr>
          <w:b/>
          <w:bCs/>
        </w:rPr>
        <w:t>Aufgabe 1</w:t>
      </w:r>
      <w:r w:rsidR="00434525">
        <w:rPr>
          <w:b/>
          <w:bCs/>
        </w:rPr>
        <w:t>2</w:t>
      </w:r>
      <w:r w:rsidRPr="00993AFB">
        <w:rPr>
          <w:b/>
          <w:bCs/>
        </w:rPr>
        <w:t xml:space="preserve">: </w:t>
      </w:r>
    </w:p>
    <w:p w14:paraId="7D7EFE9F" w14:textId="0AB04C4A" w:rsidR="00993AFB" w:rsidRDefault="00993AFB" w:rsidP="002B6B93">
      <w:pPr>
        <w:pStyle w:val="Listenabsatz"/>
        <w:numPr>
          <w:ilvl w:val="0"/>
          <w:numId w:val="43"/>
        </w:numPr>
      </w:pPr>
      <w:bookmarkStart w:id="26" w:name="_Hlk83373845"/>
      <w:r>
        <w:t xml:space="preserve">Untersuchen Sie die </w:t>
      </w:r>
      <w:r w:rsidR="006A5853">
        <w:t>Umsetzung</w:t>
      </w:r>
      <w:r>
        <w:t xml:space="preserve"> der Beziehungen des ER-Diagramms des TSV-Fitstadt in dem relationalen </w:t>
      </w:r>
      <w:r w:rsidR="00AA6309">
        <w:t>S</w:t>
      </w:r>
      <w:r>
        <w:t>chema</w:t>
      </w:r>
      <w:r w:rsidR="00AA6309">
        <w:t xml:space="preserve"> (Tabellen)</w:t>
      </w:r>
      <w:r>
        <w:t>.</w:t>
      </w:r>
      <w:r w:rsidR="00ED5764">
        <w:t xml:space="preserve"> </w:t>
      </w:r>
      <w:r>
        <w:t>Formulieren Sie Regeln für die Abbildung von n:m und 1:n-Beziehungen auf Tabellen.</w:t>
      </w:r>
    </w:p>
    <w:bookmarkEnd w:id="26"/>
    <w:p w14:paraId="39845B9B" w14:textId="20445625" w:rsidR="00993AFB" w:rsidRDefault="00993AFB" w:rsidP="00993AFB">
      <w:pPr>
        <w:pStyle w:val="Listenabsatz"/>
        <w:numPr>
          <w:ilvl w:val="0"/>
          <w:numId w:val="43"/>
        </w:numPr>
      </w:pPr>
      <w:r>
        <w:t>Erläutern Sie, warum ein unterschiedliches Vorgehen hier sinnvoll ist.</w:t>
      </w:r>
    </w:p>
    <w:p w14:paraId="2B93562D" w14:textId="7C17544B" w:rsidR="000E70B2" w:rsidRPr="0094043E" w:rsidRDefault="000E70B2" w:rsidP="0094043E">
      <w:pPr>
        <w:pStyle w:val="berschrift3"/>
        <w:rPr>
          <w:b/>
          <w:bCs/>
        </w:rPr>
      </w:pPr>
      <w:r w:rsidRPr="0094043E">
        <w:rPr>
          <w:b/>
          <w:bCs/>
        </w:rPr>
        <w:t>Abbildung von 1:1-Beziehungen</w:t>
      </w:r>
    </w:p>
    <w:p w14:paraId="60ED677C" w14:textId="4C0C06B3" w:rsidR="000E70B2" w:rsidRDefault="00993AFB" w:rsidP="00993AFB">
      <w:r>
        <w:t xml:space="preserve">Bei einer 1:1 Beziehung </w:t>
      </w:r>
      <w:r w:rsidR="000E70B2">
        <w:t>sollte zunächst noch einmal geprüft werden, ob es sich tatsächlich um zwei eigenständige Entitäten handelt oder ob die Attribute der einen Entität auch der anderen zugeordnet werden können, so dass die zweite Entität und die Beziehung nicht benötigt werden.</w:t>
      </w:r>
    </w:p>
    <w:p w14:paraId="716D1393" w14:textId="4ED84EB9" w:rsidR="000E70B2" w:rsidRDefault="000E70B2" w:rsidP="00993AFB">
      <w:r>
        <w:t xml:space="preserve">Handelt es sich tatsächlich um zwei Entitäten, ist zu prüfen, in welche Tabelle die Beziehung in Form des Fremdschlüsselattributs aufgenommen werden sollte. Ein Kriterium ist dabei die Vermeidung von leeren Datenfeldern in den Tabellen. </w:t>
      </w:r>
      <w:r w:rsidR="00AA6309">
        <w:t>Stellt die eine Entität eigentlich Attribute der ander</w:t>
      </w:r>
      <w:r w:rsidR="00433BDE">
        <w:t>e</w:t>
      </w:r>
      <w:r w:rsidR="00AA6309">
        <w:t>n dar</w:t>
      </w:r>
      <w:r w:rsidR="00433BDE">
        <w:t>,</w:t>
      </w:r>
      <w:r>
        <w:t xml:space="preserve"> </w:t>
      </w:r>
      <w:r w:rsidR="00993AFB">
        <w:t xml:space="preserve">wäre es möglich, die beiden beteiligten Entitäten vollständig in einer Tabelle zusammenzufassen. </w:t>
      </w:r>
      <w:r w:rsidR="00AA6309">
        <w:t xml:space="preserve">Auch </w:t>
      </w:r>
      <w:r w:rsidR="00AA6309">
        <w:lastRenderedPageBreak/>
        <w:t xml:space="preserve">hier ist die Vermeidung leerer Datenfelder ein Kriterium. </w:t>
      </w:r>
      <w:r>
        <w:t xml:space="preserve">Insbesondere bei rekursiven 1:1-Beziehungen ist außerdem darauf zu achten, dass die Attribute in der Tabelle unterschiedliche </w:t>
      </w:r>
      <w:r w:rsidR="00802667">
        <w:rPr>
          <w:noProof/>
        </w:rPr>
        <mc:AlternateContent>
          <mc:Choice Requires="wpg">
            <w:drawing>
              <wp:anchor distT="0" distB="0" distL="114300" distR="114300" simplePos="0" relativeHeight="251693056" behindDoc="0" locked="0" layoutInCell="1" allowOverlap="1" wp14:anchorId="1A82F910" wp14:editId="77713003">
                <wp:simplePos x="0" y="0"/>
                <wp:positionH relativeFrom="margin">
                  <wp:align>left</wp:align>
                </wp:positionH>
                <wp:positionV relativeFrom="paragraph">
                  <wp:posOffset>621665</wp:posOffset>
                </wp:positionV>
                <wp:extent cx="5755640" cy="3409950"/>
                <wp:effectExtent l="0" t="0" r="0" b="0"/>
                <wp:wrapThrough wrapText="bothSides">
                  <wp:wrapPolygon edited="0">
                    <wp:start x="10009" y="0"/>
                    <wp:lineTo x="10009" y="7723"/>
                    <wp:lineTo x="0" y="9050"/>
                    <wp:lineTo x="0" y="21479"/>
                    <wp:lineTo x="21519" y="21479"/>
                    <wp:lineTo x="21519" y="0"/>
                    <wp:lineTo x="10009" y="0"/>
                  </wp:wrapPolygon>
                </wp:wrapThrough>
                <wp:docPr id="5" name="Gruppieren 5"/>
                <wp:cNvGraphicFramePr/>
                <a:graphic xmlns:a="http://schemas.openxmlformats.org/drawingml/2006/main">
                  <a:graphicData uri="http://schemas.microsoft.com/office/word/2010/wordprocessingGroup">
                    <wpg:wgp>
                      <wpg:cNvGrpSpPr/>
                      <wpg:grpSpPr>
                        <a:xfrm>
                          <a:off x="0" y="0"/>
                          <a:ext cx="5755640" cy="3409950"/>
                          <a:chOff x="0" y="0"/>
                          <a:chExt cx="5755640" cy="3409950"/>
                        </a:xfrm>
                      </wpg:grpSpPr>
                      <wpg:grpSp>
                        <wpg:cNvPr id="48" name="Gruppieren 48"/>
                        <wpg:cNvGrpSpPr/>
                        <wpg:grpSpPr>
                          <a:xfrm>
                            <a:off x="2695575" y="0"/>
                            <a:ext cx="3060065" cy="3400425"/>
                            <a:chOff x="0" y="0"/>
                            <a:chExt cx="3060065" cy="3400425"/>
                          </a:xfrm>
                        </wpg:grpSpPr>
                        <pic:pic xmlns:pic="http://schemas.openxmlformats.org/drawingml/2006/picture">
                          <pic:nvPicPr>
                            <pic:cNvPr id="42" name="Grafik 42"/>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0"/>
                              <a:ext cx="3060065" cy="3171825"/>
                            </a:xfrm>
                            <a:prstGeom prst="rect">
                              <a:avLst/>
                            </a:prstGeom>
                          </pic:spPr>
                        </pic:pic>
                        <wps:wsp>
                          <wps:cNvPr id="1" name="Textfeld 1"/>
                          <wps:cNvSpPr txBox="1"/>
                          <wps:spPr>
                            <a:xfrm>
                              <a:off x="0" y="3133725"/>
                              <a:ext cx="3060065" cy="266700"/>
                            </a:xfrm>
                            <a:prstGeom prst="rect">
                              <a:avLst/>
                            </a:prstGeom>
                            <a:solidFill>
                              <a:prstClr val="white"/>
                            </a:solidFill>
                            <a:ln>
                              <a:noFill/>
                            </a:ln>
                          </wps:spPr>
                          <wps:txbx>
                            <w:txbxContent>
                              <w:p w14:paraId="529AEDC5" w14:textId="540B3D37" w:rsidR="00ED5764" w:rsidRPr="00FB4742" w:rsidRDefault="00ED5764" w:rsidP="00ED5764">
                                <w:pPr>
                                  <w:pStyle w:val="UnterschriftINFSII"/>
                                  <w:rPr>
                                    <w:noProof/>
                                  </w:rPr>
                                </w:pPr>
                                <w:r>
                                  <w:t xml:space="preserve">Beispiel </w:t>
                                </w:r>
                                <w:r w:rsidR="00533F87">
                                  <w:t>2</w:t>
                                </w:r>
                                <w:r>
                                  <w:t xml:space="preserve"> zu Aufgabe</w:t>
                                </w:r>
                                <w:r>
                                  <w:rPr>
                                    <w:noProof/>
                                  </w:rPr>
                                  <w:t xml:space="preserve"> 1</w:t>
                                </w:r>
                                <w:r w:rsidR="00533F87">
                                  <w:rPr>
                                    <w:noProof/>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grpSp>
                        <wpg:cNvPr id="47" name="Gruppieren 47"/>
                        <wpg:cNvGrpSpPr/>
                        <wpg:grpSpPr>
                          <a:xfrm>
                            <a:off x="0" y="1447800"/>
                            <a:ext cx="3162300" cy="1962150"/>
                            <a:chOff x="0" y="0"/>
                            <a:chExt cx="3162300" cy="1962150"/>
                          </a:xfrm>
                        </wpg:grpSpPr>
                        <pic:pic xmlns:pic="http://schemas.openxmlformats.org/drawingml/2006/picture">
                          <pic:nvPicPr>
                            <pic:cNvPr id="43" name="Grafik 43"/>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a:xfrm>
                              <a:off x="0" y="0"/>
                              <a:ext cx="3162300" cy="1717040"/>
                            </a:xfrm>
                            <a:prstGeom prst="rect">
                              <a:avLst/>
                            </a:prstGeom>
                          </pic:spPr>
                        </pic:pic>
                        <wps:wsp>
                          <wps:cNvPr id="46" name="Textfeld 46"/>
                          <wps:cNvSpPr txBox="1"/>
                          <wps:spPr>
                            <a:xfrm>
                              <a:off x="9525" y="1695450"/>
                              <a:ext cx="2533650" cy="266700"/>
                            </a:xfrm>
                            <a:prstGeom prst="rect">
                              <a:avLst/>
                            </a:prstGeom>
                            <a:solidFill>
                              <a:prstClr val="white"/>
                            </a:solidFill>
                            <a:ln>
                              <a:noFill/>
                            </a:ln>
                          </wps:spPr>
                          <wps:txbx>
                            <w:txbxContent>
                              <w:p w14:paraId="1843D0DB" w14:textId="069317F8" w:rsidR="00ED5764" w:rsidRPr="00A722B2" w:rsidRDefault="00ED5764" w:rsidP="00ED5764">
                                <w:pPr>
                                  <w:pStyle w:val="UnterschriftINFSII"/>
                                  <w:rPr>
                                    <w:noProof/>
                                  </w:rPr>
                                </w:pPr>
                                <w:r>
                                  <w:t xml:space="preserve">Beispiel </w:t>
                                </w:r>
                                <w:r w:rsidR="00533F87">
                                  <w:t>1</w:t>
                                </w:r>
                                <w:r>
                                  <w:t xml:space="preserve"> zu Aufgabe 1</w:t>
                                </w:r>
                                <w:r w:rsidR="00533F87">
                                  <w:t>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wgp>
                  </a:graphicData>
                </a:graphic>
                <wp14:sizeRelV relativeFrom="margin">
                  <wp14:pctHeight>0</wp14:pctHeight>
                </wp14:sizeRelV>
              </wp:anchor>
            </w:drawing>
          </mc:Choice>
          <mc:Fallback>
            <w:pict>
              <v:group w14:anchorId="1A82F910" id="Gruppieren 5" o:spid="_x0000_s1036" style="position:absolute;margin-left:0;margin-top:48.95pt;width:453.2pt;height:268.5pt;z-index:251693056;mso-position-horizontal:left;mso-position-horizontal-relative:margin;mso-height-relative:margin" coordsize="57556,3409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">
                <v:group id="Gruppieren 48" o:spid="_x0000_s1037" style="position:absolute;left:26955;width:30601;height:34004" coordsize="30600,34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Grafik 42" o:spid="_x0000_s1038" type="#_x0000_t75" style="position:absolute;width:30600;height:31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">
                    <v:imagedata r:id="rId30" o:title=""/>
                  </v:shape>
                  <v:shape id="Textfeld 1" o:spid="_x0000_s1039" type="#_x0000_t202" style="position:absolute;top:31337;width:3060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14:paraId="529AEDC5" w14:textId="540B3D37" w:rsidR="00ED5764" w:rsidRPr="00FB4742" w:rsidRDefault="00ED5764" w:rsidP="00ED5764">
                          <w:pPr>
                            <w:pStyle w:val="UnterschriftINFSII"/>
                            <w:rPr>
                              <w:noProof/>
                            </w:rPr>
                          </w:pPr>
                          <w:r>
                            <w:t xml:space="preserve">Beispiel </w:t>
                          </w:r>
                          <w:r w:rsidR="00533F87">
                            <w:t>2</w:t>
                          </w:r>
                          <w:r>
                            <w:t xml:space="preserve"> zu Aufgabe</w:t>
                          </w:r>
                          <w:r>
                            <w:rPr>
                              <w:noProof/>
                            </w:rPr>
                            <w:t xml:space="preserve"> 1</w:t>
                          </w:r>
                          <w:r w:rsidR="00533F87">
                            <w:rPr>
                              <w:noProof/>
                            </w:rPr>
                            <w:t>3</w:t>
                          </w:r>
                        </w:p>
                      </w:txbxContent>
                    </v:textbox>
                  </v:shape>
                </v:group>
                <v:group id="Gruppieren 47" o:spid="_x0000_s1040" style="position:absolute;top:14478;width:31623;height:19621" coordsize="31623,19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Grafik 43" o:spid="_x0000_s1041" type="#_x0000_t75" style="position:absolute;width:31623;height:171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">
                    <v:imagedata r:id="rId31" o:title=""/>
                  </v:shape>
                  <v:shape id="Textfeld 46" o:spid="_x0000_s1042" type="#_x0000_t202" style="position:absolute;left:95;top:16954;width:2533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" stroked="f">
                    <v:textbox style="mso-fit-shape-to-text:t" inset="0,0,0,0">
                      <w:txbxContent>
                        <w:p w14:paraId="1843D0DB" w14:textId="069317F8" w:rsidR="00ED5764" w:rsidRPr="00A722B2" w:rsidRDefault="00ED5764" w:rsidP="00ED5764">
                          <w:pPr>
                            <w:pStyle w:val="UnterschriftINFSII"/>
                            <w:rPr>
                              <w:noProof/>
                            </w:rPr>
                          </w:pPr>
                          <w:r>
                            <w:t xml:space="preserve">Beispiel </w:t>
                          </w:r>
                          <w:r w:rsidR="00533F87">
                            <w:t>1</w:t>
                          </w:r>
                          <w:r>
                            <w:t xml:space="preserve"> zu Aufgabe 1</w:t>
                          </w:r>
                          <w:r w:rsidR="00533F87">
                            <w:t>3</w:t>
                          </w:r>
                        </w:p>
                      </w:txbxContent>
                    </v:textbox>
                  </v:shape>
                </v:group>
                <w10:wrap type="through" anchorx="margin"/>
              </v:group>
            </w:pict>
          </mc:Fallback>
        </mc:AlternateContent>
      </w:r>
      <w:r>
        <w:t xml:space="preserve">Namen erhalten. </w:t>
      </w:r>
    </w:p>
    <w:p w14:paraId="55EAD32E" w14:textId="7C73B63A" w:rsidR="00993AFB" w:rsidRDefault="000E70B2" w:rsidP="00993AFB">
      <w:r w:rsidRPr="00026C84">
        <w:rPr>
          <w:b/>
          <w:bCs/>
        </w:rPr>
        <w:t>Aufgabe 1</w:t>
      </w:r>
      <w:r w:rsidR="00434525">
        <w:rPr>
          <w:b/>
          <w:bCs/>
        </w:rPr>
        <w:t>3</w:t>
      </w:r>
      <w:r>
        <w:t xml:space="preserve">: </w:t>
      </w:r>
      <w:bookmarkStart w:id="27" w:name="_Hlk83376210"/>
      <w:r w:rsidR="00993AFB">
        <w:t xml:space="preserve">Diskutieren Sie für die 1:1-Beziehungen </w:t>
      </w:r>
      <w:r w:rsidR="0094043E">
        <w:t xml:space="preserve">in </w:t>
      </w:r>
      <w:r w:rsidR="001B39B0">
        <w:t xml:space="preserve">den Beispielen </w:t>
      </w:r>
      <w:r w:rsidR="0094043E">
        <w:t xml:space="preserve">1 bis </w:t>
      </w:r>
      <w:r w:rsidR="001B39B0">
        <w:t>3</w:t>
      </w:r>
      <w:r w:rsidR="00E9278C">
        <w:t xml:space="preserve"> </w:t>
      </w:r>
      <w:r w:rsidR="00993AFB">
        <w:t>jeweils, welche Aufteilung der Tabellen Sie für sinnvoll erachten</w:t>
      </w:r>
      <w:bookmarkEnd w:id="27"/>
      <w:r w:rsidR="00993AFB">
        <w:t>.</w:t>
      </w:r>
    </w:p>
    <w:p w14:paraId="09261AB8" w14:textId="1CE86B66" w:rsidR="00ED5764" w:rsidRDefault="00ED5764" w:rsidP="00ED5764">
      <w:pPr>
        <w:keepNext/>
      </w:pPr>
    </w:p>
    <w:p w14:paraId="717ACE7B" w14:textId="1B6CF682" w:rsidR="00993AFB" w:rsidRDefault="00802667" w:rsidP="00ED5764">
      <w:pPr>
        <w:pStyle w:val="UnterschriftINFSII"/>
      </w:pPr>
      <w:r>
        <w:rPr>
          <w:noProof/>
        </w:rPr>
        <mc:AlternateContent>
          <mc:Choice Requires="wps">
            <w:drawing>
              <wp:anchor distT="0" distB="0" distL="114300" distR="114300" simplePos="0" relativeHeight="251696128" behindDoc="0" locked="0" layoutInCell="1" allowOverlap="1" wp14:anchorId="264862F0" wp14:editId="3E399385">
                <wp:simplePos x="0" y="0"/>
                <wp:positionH relativeFrom="margin">
                  <wp:align>right</wp:align>
                </wp:positionH>
                <wp:positionV relativeFrom="paragraph">
                  <wp:posOffset>4502150</wp:posOffset>
                </wp:positionV>
                <wp:extent cx="5760720" cy="635"/>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322A993D" w14:textId="4E3842B1" w:rsidR="00533F87" w:rsidRPr="007E14D5" w:rsidRDefault="00533F87" w:rsidP="00533F87">
                            <w:pPr>
                              <w:pStyle w:val="UnterschriftINFSII"/>
                              <w:rPr>
                                <w:noProof/>
                              </w:rPr>
                            </w:pPr>
                            <w:r w:rsidRPr="00600A89">
                              <w:t xml:space="preserve">Beispiel </w:t>
                            </w:r>
                            <w:r>
                              <w:t>3</w:t>
                            </w:r>
                            <w:r w:rsidRPr="00600A89">
                              <w:t xml:space="preserve"> zu Aufgabe 1</w:t>
                            </w:r>
                            <w: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64862F0" id="Textfeld 4" o:spid="_x0000_s1043" type="#_x0000_t202" style="position:absolute;margin-left:402.4pt;margin-top:354.5pt;width:453.6pt;height:.05pt;z-index:25169612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" stroked="f">
                <v:textbox style="mso-fit-shape-to-text:t" inset="0,0,0,0">
                  <w:txbxContent>
                    <w:p w14:paraId="322A993D" w14:textId="4E3842B1" w:rsidR="00533F87" w:rsidRPr="007E14D5" w:rsidRDefault="00533F87" w:rsidP="00533F87">
                      <w:pPr>
                        <w:pStyle w:val="UnterschriftINFSII"/>
                        <w:rPr>
                          <w:noProof/>
                        </w:rPr>
                      </w:pPr>
                      <w:r w:rsidRPr="00600A89">
                        <w:t xml:space="preserve">Beispiel </w:t>
                      </w:r>
                      <w:r>
                        <w:t>3</w:t>
                      </w:r>
                      <w:r w:rsidRPr="00600A89">
                        <w:t xml:space="preserve"> zu Aufgabe 1</w:t>
                      </w:r>
                      <w:r>
                        <w:t>3</w:t>
                      </w:r>
                    </w:p>
                  </w:txbxContent>
                </v:textbox>
                <w10:wrap type="square" anchorx="margin"/>
              </v:shape>
            </w:pict>
          </mc:Fallback>
        </mc:AlternateContent>
      </w:r>
      <w:r>
        <w:rPr>
          <w:noProof/>
        </w:rPr>
        <w:drawing>
          <wp:anchor distT="0" distB="0" distL="114300" distR="114300" simplePos="0" relativeHeight="251694080" behindDoc="0" locked="0" layoutInCell="1" allowOverlap="1" wp14:anchorId="73E92AC4" wp14:editId="51C4EF7A">
            <wp:simplePos x="0" y="0"/>
            <wp:positionH relativeFrom="margin">
              <wp:align>right</wp:align>
            </wp:positionH>
            <wp:positionV relativeFrom="paragraph">
              <wp:posOffset>2319655</wp:posOffset>
            </wp:positionV>
            <wp:extent cx="5760720" cy="2181860"/>
            <wp:effectExtent l="0" t="0" r="0" b="8890"/>
            <wp:wrapSquare wrapText="bothSides"/>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fik 41"/>
                    <pic:cNvPicPr/>
                  </pic:nvPicPr>
                  <pic:blipFill>
                    <a:blip r:embed="rId32">
                      <a:extLst>
                        <a:ext uri="{28A0092B-C50C-407E-A947-70E740481C1C}">
                          <a14:useLocalDpi xmlns:a14="http://schemas.microsoft.com/office/drawing/2010/main" val="0"/>
                        </a:ext>
                      </a:extLst>
                    </a:blip>
                    <a:stretch>
                      <a:fillRect/>
                    </a:stretch>
                  </pic:blipFill>
                  <pic:spPr>
                    <a:xfrm>
                      <a:off x="0" y="0"/>
                      <a:ext cx="5760720" cy="2181860"/>
                    </a:xfrm>
                    <a:prstGeom prst="rect">
                      <a:avLst/>
                    </a:prstGeom>
                  </pic:spPr>
                </pic:pic>
              </a:graphicData>
            </a:graphic>
          </wp:anchor>
        </w:drawing>
      </w:r>
    </w:p>
    <w:p w14:paraId="15446C14" w14:textId="11350F18" w:rsidR="00993AFB" w:rsidRPr="00993AFB" w:rsidRDefault="00ED5764" w:rsidP="00993AFB">
      <w:r w:rsidRPr="00ED5764">
        <w:rPr>
          <w:b/>
          <w:bCs/>
        </w:rPr>
        <w:t>Aufgabe 1</w:t>
      </w:r>
      <w:r w:rsidR="00434525">
        <w:rPr>
          <w:b/>
          <w:bCs/>
        </w:rPr>
        <w:t>4</w:t>
      </w:r>
      <w:r w:rsidRPr="00ED5764">
        <w:rPr>
          <w:b/>
          <w:bCs/>
        </w:rPr>
        <w:t>:</w:t>
      </w:r>
      <w:r>
        <w:t xml:space="preserve"> Überführen Sie die ER-Diagramme einer Fahrschule aus Aufgabe </w:t>
      </w:r>
      <w:r w:rsidR="008973B5">
        <w:t>9</w:t>
      </w:r>
      <w:r>
        <w:t xml:space="preserve"> jeweils in ein relationales </w:t>
      </w:r>
      <w:r w:rsidR="00433BDE">
        <w:t>S</w:t>
      </w:r>
      <w:r>
        <w:t>chema.</w:t>
      </w:r>
    </w:p>
    <w:p w14:paraId="2836CEF6" w14:textId="77777777" w:rsidR="009B0760" w:rsidRDefault="009B0760">
      <w:pPr>
        <w:spacing w:after="160" w:line="259" w:lineRule="auto"/>
        <w:rPr>
          <w:rFonts w:asciiTheme="majorHAnsi" w:eastAsiaTheme="majorEastAsia" w:hAnsiTheme="majorHAnsi" w:cstheme="majorBidi"/>
          <w:b/>
          <w:bCs/>
          <w:color w:val="4E6B9E"/>
          <w:sz w:val="26"/>
          <w:szCs w:val="26"/>
        </w:rPr>
      </w:pPr>
      <w:r>
        <w:rPr>
          <w:b/>
          <w:bCs/>
        </w:rPr>
        <w:br w:type="page"/>
      </w:r>
    </w:p>
    <w:p w14:paraId="2708B5B9" w14:textId="12718638" w:rsidR="00AC11BA" w:rsidRPr="00802667" w:rsidRDefault="00AC11BA" w:rsidP="00AC11BA">
      <w:pPr>
        <w:pStyle w:val="berschrift2"/>
        <w:rPr>
          <w:b w:val="0"/>
          <w:bCs/>
        </w:rPr>
      </w:pPr>
      <w:r w:rsidRPr="00802667">
        <w:rPr>
          <w:bCs/>
        </w:rPr>
        <w:lastRenderedPageBreak/>
        <w:t>Optimierung einzelner Tabellen</w:t>
      </w:r>
    </w:p>
    <w:p w14:paraId="4277CBEC" w14:textId="6FD16965" w:rsidR="009A2840" w:rsidRDefault="009A2840">
      <w:r>
        <w:t xml:space="preserve">Die Tabellen, die aus einem ER-Diagramm abgeleitet wurden, sollten noch einmal auf Redundanzen und Anomalien überprüft werden. </w:t>
      </w:r>
      <w:bookmarkStart w:id="28" w:name="_Hlk83377922"/>
      <w:r w:rsidR="00615B81">
        <w:t>Außerdem</w:t>
      </w:r>
      <w:r w:rsidR="002327BC">
        <w:t xml:space="preserve"> </w:t>
      </w:r>
      <w:bookmarkEnd w:id="28"/>
      <w:r w:rsidR="002327BC">
        <w:t xml:space="preserve">ist sicherzustellen, dass die Werte aller Attribute </w:t>
      </w:r>
      <w:r w:rsidR="00802667" w:rsidRPr="00802667">
        <w:rPr>
          <w:b/>
          <w:bCs/>
          <w:color w:val="4E6B9E"/>
        </w:rPr>
        <w:t>a</w:t>
      </w:r>
      <w:r w:rsidR="002327BC" w:rsidRPr="00802667">
        <w:rPr>
          <w:b/>
          <w:bCs/>
          <w:color w:val="4E6B9E"/>
        </w:rPr>
        <w:t>to</w:t>
      </w:r>
      <w:r w:rsidR="002327BC" w:rsidRPr="002F4F65">
        <w:rPr>
          <w:b/>
          <w:bCs/>
          <w:color w:val="4E6B9E"/>
        </w:rPr>
        <w:t>mar</w:t>
      </w:r>
      <w:r w:rsidR="002F4F65">
        <w:rPr>
          <w:rStyle w:val="Funotenzeichen"/>
          <w:b/>
          <w:bCs/>
          <w:color w:val="4E6B9E"/>
        </w:rPr>
        <w:footnoteReference w:id="2"/>
      </w:r>
      <w:r w:rsidR="002327BC">
        <w:t xml:space="preserve"> sind. </w:t>
      </w:r>
      <w:bookmarkStart w:id="29" w:name="_Hlk83377961"/>
      <w:r w:rsidR="00615B81">
        <w:t>W</w:t>
      </w:r>
      <w:r>
        <w:t xml:space="preserve">enn Tabellen nachträglich um zusätzliche Attribute erweitert wurden oder Tabellen aus anderer Quelle übernommen werden, ist eine solche Überprüfung </w:t>
      </w:r>
      <w:r w:rsidR="00615B81">
        <w:t xml:space="preserve">ebenfalls </w:t>
      </w:r>
      <w:r>
        <w:t>sinnvoll.</w:t>
      </w:r>
      <w:bookmarkEnd w:id="29"/>
    </w:p>
    <w:p w14:paraId="51D0E9A1" w14:textId="7CD20BA0" w:rsidR="001F1510" w:rsidRDefault="001F1510">
      <w:r>
        <w:t xml:space="preserve">Hat man redundante Daten und Anomalien in einer Tabelle identifiziert, sollte die Tabellenstruktur überdacht und nach weiteren Aufteilungsmöglichkeiten in mehrere Tabellen gesucht werden. Dazu kann auf der Ebene der Entitäten und Beziehungen noch einmal geprüft werden, ob diese nicht sauber getrennt wurden. So kann man neben den Kursen in </w:t>
      </w:r>
      <w:bookmarkStart w:id="30" w:name="_Hlk82006741"/>
      <w:r>
        <w:t xml:space="preserve">der Tabelle </w:t>
      </w:r>
      <w:r w:rsidR="00CA1CFE" w:rsidRPr="00CA1CFE">
        <w:rPr>
          <w:i/>
          <w:iCs/>
        </w:rPr>
        <w:t>Kurse</w:t>
      </w:r>
      <w:r w:rsidR="00CA1CFE">
        <w:t xml:space="preserve"> </w:t>
      </w:r>
      <w:bookmarkEnd w:id="30"/>
      <w:r w:rsidR="00CA1CFE">
        <w:t>aus Abbildung 1</w:t>
      </w:r>
      <w:r w:rsidR="00F43BD3">
        <w:t>2</w:t>
      </w:r>
      <w:r w:rsidR="00CA1CFE">
        <w:t xml:space="preserve"> </w:t>
      </w:r>
      <w:r>
        <w:t xml:space="preserve">die eigenständigen Entitäten </w:t>
      </w:r>
      <w:r w:rsidRPr="00F43BD3">
        <w:rPr>
          <w:i/>
          <w:iCs/>
        </w:rPr>
        <w:t>Sportstätte</w:t>
      </w:r>
      <w:r>
        <w:t xml:space="preserve"> und </w:t>
      </w:r>
      <w:r w:rsidRPr="00F43BD3">
        <w:rPr>
          <w:i/>
          <w:iCs/>
        </w:rPr>
        <w:t>An</w:t>
      </w:r>
      <w:r w:rsidR="002F4F65" w:rsidRPr="00F43BD3">
        <w:rPr>
          <w:i/>
          <w:iCs/>
        </w:rPr>
        <w:t>s</w:t>
      </w:r>
      <w:r w:rsidRPr="00F43BD3">
        <w:rPr>
          <w:i/>
          <w:iCs/>
        </w:rPr>
        <w:t>prechpartner</w:t>
      </w:r>
      <w:r>
        <w:t xml:space="preserve"> ausfindig machen. </w:t>
      </w:r>
    </w:p>
    <w:p w14:paraId="2114F3C9" w14:textId="4909F810" w:rsidR="00C45CF9" w:rsidRPr="00C45CF9" w:rsidRDefault="00C45CF9">
      <w:pPr>
        <w:rPr>
          <w:b/>
          <w:bCs/>
        </w:rPr>
      </w:pPr>
      <w:r w:rsidRPr="00C45CF9">
        <w:rPr>
          <w:b/>
          <w:bCs/>
        </w:rPr>
        <w:t>Kurse</w:t>
      </w:r>
    </w:p>
    <w:tbl>
      <w:tblPr>
        <w:tblStyle w:val="Gitternetztabelle4Akzent1"/>
        <w:tblW w:w="9072" w:type="dxa"/>
        <w:tblInd w:w="-5" w:type="dxa"/>
        <w:tblLayout w:type="fixed"/>
        <w:tblCellMar>
          <w:left w:w="28" w:type="dxa"/>
          <w:right w:w="28" w:type="dxa"/>
        </w:tblCellMar>
        <w:tblLook w:val="0420" w:firstRow="1" w:lastRow="0" w:firstColumn="0" w:lastColumn="0" w:noHBand="0" w:noVBand="1"/>
      </w:tblPr>
      <w:tblGrid>
        <w:gridCol w:w="567"/>
        <w:gridCol w:w="851"/>
        <w:gridCol w:w="1134"/>
        <w:gridCol w:w="709"/>
        <w:gridCol w:w="992"/>
        <w:gridCol w:w="1417"/>
        <w:gridCol w:w="993"/>
        <w:gridCol w:w="850"/>
        <w:gridCol w:w="709"/>
        <w:gridCol w:w="850"/>
      </w:tblGrid>
      <w:tr w:rsidR="00AD4D86" w:rsidRPr="00F83A0B" w14:paraId="434D78C1" w14:textId="77777777" w:rsidTr="00AD4D86">
        <w:trPr>
          <w:cnfStyle w:val="100000000000" w:firstRow="1" w:lastRow="0" w:firstColumn="0" w:lastColumn="0" w:oddVBand="0" w:evenVBand="0" w:oddHBand="0" w:evenHBand="0" w:firstRowFirstColumn="0" w:firstRowLastColumn="0" w:lastRowFirstColumn="0" w:lastRowLastColumn="0"/>
        </w:trPr>
        <w:tc>
          <w:tcPr>
            <w:tcW w:w="567" w:type="dxa"/>
            <w:shd w:val="clear" w:color="auto" w:fill="ED7D31" w:themeFill="accent2"/>
          </w:tcPr>
          <w:p w14:paraId="7572EF7B" w14:textId="77777777" w:rsidR="00CA1CFE" w:rsidRPr="00F83A0B" w:rsidRDefault="00CA1CFE" w:rsidP="00385B70">
            <w:pPr>
              <w:spacing w:after="0" w:line="240" w:lineRule="auto"/>
              <w:rPr>
                <w:sz w:val="18"/>
                <w:szCs w:val="18"/>
                <w:u w:val="single"/>
              </w:rPr>
            </w:pPr>
            <w:r w:rsidRPr="00F83A0B">
              <w:rPr>
                <w:sz w:val="18"/>
                <w:szCs w:val="18"/>
                <w:u w:val="single"/>
              </w:rPr>
              <w:t>KursID</w:t>
            </w:r>
          </w:p>
        </w:tc>
        <w:tc>
          <w:tcPr>
            <w:tcW w:w="851" w:type="dxa"/>
            <w:shd w:val="clear" w:color="auto" w:fill="4E6B9E"/>
          </w:tcPr>
          <w:p w14:paraId="555A3EA0" w14:textId="77777777" w:rsidR="00CA1CFE" w:rsidRPr="00F83A0B" w:rsidRDefault="00CA1CFE" w:rsidP="00385B70">
            <w:pPr>
              <w:spacing w:after="0" w:line="240" w:lineRule="auto"/>
              <w:rPr>
                <w:sz w:val="18"/>
                <w:szCs w:val="18"/>
              </w:rPr>
            </w:pPr>
            <w:r w:rsidRPr="00F83A0B">
              <w:rPr>
                <w:sz w:val="18"/>
                <w:szCs w:val="18"/>
              </w:rPr>
              <w:t>Sportart</w:t>
            </w:r>
          </w:p>
        </w:tc>
        <w:tc>
          <w:tcPr>
            <w:tcW w:w="1134" w:type="dxa"/>
            <w:shd w:val="clear" w:color="auto" w:fill="4E6B9E"/>
          </w:tcPr>
          <w:p w14:paraId="022168CE" w14:textId="77777777" w:rsidR="00CA1CFE" w:rsidRPr="00F83A0B" w:rsidRDefault="00CA1CFE" w:rsidP="00385B70">
            <w:pPr>
              <w:spacing w:after="0" w:line="240" w:lineRule="auto"/>
              <w:rPr>
                <w:sz w:val="18"/>
                <w:szCs w:val="18"/>
              </w:rPr>
            </w:pPr>
            <w:r w:rsidRPr="00F83A0B">
              <w:rPr>
                <w:sz w:val="18"/>
                <w:szCs w:val="18"/>
              </w:rPr>
              <w:t>Sportstaette</w:t>
            </w:r>
          </w:p>
        </w:tc>
        <w:tc>
          <w:tcPr>
            <w:tcW w:w="709" w:type="dxa"/>
            <w:shd w:val="clear" w:color="auto" w:fill="4E6B9E"/>
          </w:tcPr>
          <w:p w14:paraId="56BE50CB" w14:textId="77777777" w:rsidR="00CA1CFE" w:rsidRPr="00F83A0B" w:rsidRDefault="00CA1CFE" w:rsidP="00385B70">
            <w:pPr>
              <w:spacing w:after="0" w:line="240" w:lineRule="auto"/>
              <w:rPr>
                <w:sz w:val="18"/>
                <w:szCs w:val="18"/>
              </w:rPr>
            </w:pPr>
            <w:r w:rsidRPr="00F83A0B">
              <w:rPr>
                <w:sz w:val="18"/>
                <w:szCs w:val="18"/>
              </w:rPr>
              <w:t>Hallen</w:t>
            </w:r>
            <w:r>
              <w:rPr>
                <w:sz w:val="18"/>
                <w:szCs w:val="18"/>
              </w:rPr>
              <w:t>-</w:t>
            </w:r>
            <w:r w:rsidRPr="00F83A0B">
              <w:rPr>
                <w:sz w:val="18"/>
                <w:szCs w:val="18"/>
              </w:rPr>
              <w:t>groesse</w:t>
            </w:r>
          </w:p>
        </w:tc>
        <w:tc>
          <w:tcPr>
            <w:tcW w:w="992" w:type="dxa"/>
            <w:shd w:val="clear" w:color="auto" w:fill="4E6B9E"/>
          </w:tcPr>
          <w:p w14:paraId="5E2E7129" w14:textId="77777777" w:rsidR="00CA1CFE" w:rsidRPr="00F83A0B" w:rsidRDefault="00CA1CFE" w:rsidP="00385B70">
            <w:pPr>
              <w:spacing w:after="0" w:line="240" w:lineRule="auto"/>
              <w:rPr>
                <w:sz w:val="18"/>
                <w:szCs w:val="18"/>
              </w:rPr>
            </w:pPr>
            <w:r w:rsidRPr="00F83A0B">
              <w:rPr>
                <w:sz w:val="18"/>
                <w:szCs w:val="18"/>
              </w:rPr>
              <w:t>Ansprech-partner</w:t>
            </w:r>
          </w:p>
        </w:tc>
        <w:tc>
          <w:tcPr>
            <w:tcW w:w="1417" w:type="dxa"/>
            <w:shd w:val="clear" w:color="auto" w:fill="4E6B9E"/>
          </w:tcPr>
          <w:p w14:paraId="36B81493" w14:textId="77777777" w:rsidR="00CA1CFE" w:rsidRPr="00F83A0B" w:rsidRDefault="00CA1CFE" w:rsidP="00385B70">
            <w:pPr>
              <w:spacing w:after="0" w:line="240" w:lineRule="auto"/>
              <w:rPr>
                <w:sz w:val="18"/>
                <w:szCs w:val="18"/>
              </w:rPr>
            </w:pPr>
            <w:r w:rsidRPr="00F83A0B">
              <w:rPr>
                <w:sz w:val="18"/>
                <w:szCs w:val="18"/>
              </w:rPr>
              <w:t>Telefon</w:t>
            </w:r>
          </w:p>
        </w:tc>
        <w:tc>
          <w:tcPr>
            <w:tcW w:w="993" w:type="dxa"/>
            <w:shd w:val="clear" w:color="auto" w:fill="4E6B9E"/>
          </w:tcPr>
          <w:p w14:paraId="4EFA2DB5" w14:textId="10999104" w:rsidR="00CA1CFE" w:rsidRPr="00F83A0B" w:rsidRDefault="00CA1CFE" w:rsidP="00385B70">
            <w:pPr>
              <w:spacing w:after="0" w:line="240" w:lineRule="auto"/>
              <w:rPr>
                <w:sz w:val="18"/>
                <w:szCs w:val="18"/>
              </w:rPr>
            </w:pPr>
            <w:r w:rsidRPr="00F83A0B">
              <w:rPr>
                <w:sz w:val="18"/>
                <w:szCs w:val="18"/>
              </w:rPr>
              <w:t>Wochentag</w:t>
            </w:r>
          </w:p>
        </w:tc>
        <w:tc>
          <w:tcPr>
            <w:tcW w:w="850" w:type="dxa"/>
            <w:shd w:val="clear" w:color="auto" w:fill="4E6B9E"/>
          </w:tcPr>
          <w:p w14:paraId="6EB85E94" w14:textId="6EC016D6" w:rsidR="00CA1CFE" w:rsidRPr="00F83A0B" w:rsidRDefault="00CA1CFE" w:rsidP="00385B70">
            <w:pPr>
              <w:spacing w:after="0" w:line="240" w:lineRule="auto"/>
              <w:rPr>
                <w:sz w:val="18"/>
                <w:szCs w:val="18"/>
              </w:rPr>
            </w:pPr>
            <w:r w:rsidRPr="00F83A0B">
              <w:rPr>
                <w:sz w:val="18"/>
                <w:szCs w:val="18"/>
              </w:rPr>
              <w:t>Uhrzeit</w:t>
            </w:r>
          </w:p>
        </w:tc>
        <w:tc>
          <w:tcPr>
            <w:tcW w:w="709" w:type="dxa"/>
            <w:shd w:val="clear" w:color="auto" w:fill="4E6B9E"/>
          </w:tcPr>
          <w:p w14:paraId="32114E33" w14:textId="5A38F977" w:rsidR="00CA1CFE" w:rsidRPr="00F83A0B" w:rsidRDefault="00CA1CFE" w:rsidP="00385B70">
            <w:pPr>
              <w:spacing w:after="0" w:line="240" w:lineRule="auto"/>
              <w:rPr>
                <w:sz w:val="18"/>
                <w:szCs w:val="18"/>
              </w:rPr>
            </w:pPr>
            <w:r w:rsidRPr="00F83A0B">
              <w:rPr>
                <w:sz w:val="18"/>
                <w:szCs w:val="18"/>
              </w:rPr>
              <w:t>Dauer</w:t>
            </w:r>
          </w:p>
        </w:tc>
        <w:tc>
          <w:tcPr>
            <w:tcW w:w="850" w:type="dxa"/>
            <w:shd w:val="clear" w:color="auto" w:fill="FFC000" w:themeFill="accent4"/>
          </w:tcPr>
          <w:p w14:paraId="5CF1CCDF" w14:textId="77777777" w:rsidR="00CA1CFE" w:rsidRPr="00F83A0B" w:rsidRDefault="00CA1CFE" w:rsidP="00385B70">
            <w:pPr>
              <w:spacing w:after="0" w:line="240" w:lineRule="auto"/>
              <w:rPr>
                <w:sz w:val="18"/>
                <w:szCs w:val="18"/>
              </w:rPr>
            </w:pPr>
            <w:r w:rsidRPr="00F83A0B">
              <w:rPr>
                <w:sz w:val="18"/>
                <w:szCs w:val="18"/>
              </w:rPr>
              <w:t>Trainer</w:t>
            </w:r>
          </w:p>
        </w:tc>
      </w:tr>
      <w:tr w:rsidR="00AD4D86" w:rsidRPr="00F83A0B" w14:paraId="55DEB7F9" w14:textId="77777777" w:rsidTr="00AD4D86">
        <w:trPr>
          <w:cnfStyle w:val="000000100000" w:firstRow="0" w:lastRow="0" w:firstColumn="0" w:lastColumn="0" w:oddVBand="0" w:evenVBand="0" w:oddHBand="1" w:evenHBand="0" w:firstRowFirstColumn="0" w:firstRowLastColumn="0" w:lastRowFirstColumn="0" w:lastRowLastColumn="0"/>
          <w:trHeight w:val="170"/>
        </w:trPr>
        <w:tc>
          <w:tcPr>
            <w:tcW w:w="567" w:type="dxa"/>
            <w:shd w:val="clear" w:color="auto" w:fill="FBE4D5" w:themeFill="accent2" w:themeFillTint="33"/>
          </w:tcPr>
          <w:p w14:paraId="0E1E539E" w14:textId="77777777" w:rsidR="00CA1CFE" w:rsidRPr="00F83A0B" w:rsidRDefault="00CA1CFE" w:rsidP="001F51BE">
            <w:pPr>
              <w:spacing w:after="0"/>
              <w:rPr>
                <w:sz w:val="18"/>
                <w:szCs w:val="18"/>
              </w:rPr>
            </w:pPr>
            <w:r w:rsidRPr="00F83A0B">
              <w:rPr>
                <w:sz w:val="18"/>
                <w:szCs w:val="18"/>
              </w:rPr>
              <w:t>…</w:t>
            </w:r>
          </w:p>
        </w:tc>
        <w:tc>
          <w:tcPr>
            <w:tcW w:w="851" w:type="dxa"/>
          </w:tcPr>
          <w:p w14:paraId="3C7A7D29" w14:textId="77777777" w:rsidR="00CA1CFE" w:rsidRPr="00F83A0B" w:rsidRDefault="00CA1CFE" w:rsidP="001F51BE">
            <w:pPr>
              <w:spacing w:after="0"/>
              <w:rPr>
                <w:sz w:val="18"/>
                <w:szCs w:val="18"/>
              </w:rPr>
            </w:pPr>
            <w:r w:rsidRPr="00F83A0B">
              <w:rPr>
                <w:sz w:val="18"/>
                <w:szCs w:val="18"/>
              </w:rPr>
              <w:t>…</w:t>
            </w:r>
          </w:p>
        </w:tc>
        <w:tc>
          <w:tcPr>
            <w:tcW w:w="1134" w:type="dxa"/>
          </w:tcPr>
          <w:p w14:paraId="4220608A" w14:textId="77777777" w:rsidR="00CA1CFE" w:rsidRPr="00F83A0B" w:rsidRDefault="00CA1CFE" w:rsidP="001F51BE">
            <w:pPr>
              <w:spacing w:after="0"/>
              <w:rPr>
                <w:sz w:val="18"/>
                <w:szCs w:val="18"/>
              </w:rPr>
            </w:pPr>
            <w:r w:rsidRPr="00F83A0B">
              <w:rPr>
                <w:sz w:val="18"/>
                <w:szCs w:val="18"/>
              </w:rPr>
              <w:t>…</w:t>
            </w:r>
          </w:p>
        </w:tc>
        <w:tc>
          <w:tcPr>
            <w:tcW w:w="709" w:type="dxa"/>
          </w:tcPr>
          <w:p w14:paraId="6F247562" w14:textId="77777777" w:rsidR="00CA1CFE" w:rsidRPr="00F83A0B" w:rsidRDefault="00CA1CFE" w:rsidP="001F51BE">
            <w:pPr>
              <w:spacing w:after="0"/>
              <w:rPr>
                <w:sz w:val="18"/>
                <w:szCs w:val="18"/>
              </w:rPr>
            </w:pPr>
            <w:r w:rsidRPr="007E4F2B">
              <w:rPr>
                <w:sz w:val="18"/>
                <w:szCs w:val="18"/>
              </w:rPr>
              <w:t>…</w:t>
            </w:r>
          </w:p>
        </w:tc>
        <w:tc>
          <w:tcPr>
            <w:tcW w:w="992" w:type="dxa"/>
          </w:tcPr>
          <w:p w14:paraId="64B815FA" w14:textId="77777777" w:rsidR="00CA1CFE" w:rsidRPr="00F83A0B" w:rsidRDefault="00CA1CFE" w:rsidP="001F51BE">
            <w:pPr>
              <w:spacing w:after="0"/>
              <w:rPr>
                <w:sz w:val="18"/>
                <w:szCs w:val="18"/>
              </w:rPr>
            </w:pPr>
            <w:r w:rsidRPr="007E4F2B">
              <w:rPr>
                <w:sz w:val="18"/>
                <w:szCs w:val="18"/>
              </w:rPr>
              <w:t>…</w:t>
            </w:r>
          </w:p>
        </w:tc>
        <w:tc>
          <w:tcPr>
            <w:tcW w:w="1417" w:type="dxa"/>
          </w:tcPr>
          <w:p w14:paraId="05300EE3" w14:textId="77777777" w:rsidR="00CA1CFE" w:rsidRPr="00F83A0B" w:rsidRDefault="00CA1CFE" w:rsidP="001F51BE">
            <w:pPr>
              <w:spacing w:after="0"/>
              <w:rPr>
                <w:sz w:val="18"/>
                <w:szCs w:val="18"/>
              </w:rPr>
            </w:pPr>
            <w:r w:rsidRPr="007E4F2B">
              <w:rPr>
                <w:sz w:val="18"/>
                <w:szCs w:val="18"/>
              </w:rPr>
              <w:t>…</w:t>
            </w:r>
          </w:p>
        </w:tc>
        <w:tc>
          <w:tcPr>
            <w:tcW w:w="993" w:type="dxa"/>
          </w:tcPr>
          <w:p w14:paraId="1FB7BFA2" w14:textId="77777777" w:rsidR="00CA1CFE" w:rsidRPr="00F83A0B" w:rsidRDefault="00CA1CFE" w:rsidP="001F51BE">
            <w:pPr>
              <w:spacing w:after="0"/>
              <w:rPr>
                <w:sz w:val="18"/>
                <w:szCs w:val="18"/>
              </w:rPr>
            </w:pPr>
            <w:r w:rsidRPr="00F83A0B">
              <w:rPr>
                <w:sz w:val="18"/>
                <w:szCs w:val="18"/>
              </w:rPr>
              <w:t>…</w:t>
            </w:r>
          </w:p>
        </w:tc>
        <w:tc>
          <w:tcPr>
            <w:tcW w:w="850" w:type="dxa"/>
          </w:tcPr>
          <w:p w14:paraId="673F60EC" w14:textId="77777777" w:rsidR="00CA1CFE" w:rsidRPr="00F83A0B" w:rsidRDefault="00CA1CFE" w:rsidP="001F51BE">
            <w:pPr>
              <w:spacing w:after="0"/>
              <w:rPr>
                <w:sz w:val="18"/>
                <w:szCs w:val="18"/>
              </w:rPr>
            </w:pPr>
            <w:r w:rsidRPr="00F83A0B">
              <w:rPr>
                <w:sz w:val="18"/>
                <w:szCs w:val="18"/>
              </w:rPr>
              <w:t>…</w:t>
            </w:r>
          </w:p>
        </w:tc>
        <w:tc>
          <w:tcPr>
            <w:tcW w:w="709" w:type="dxa"/>
          </w:tcPr>
          <w:p w14:paraId="05762AFC" w14:textId="77777777" w:rsidR="00CA1CFE" w:rsidRPr="00F83A0B" w:rsidRDefault="00CA1CFE" w:rsidP="001F51BE">
            <w:pPr>
              <w:spacing w:after="0"/>
              <w:rPr>
                <w:sz w:val="18"/>
                <w:szCs w:val="18"/>
              </w:rPr>
            </w:pPr>
            <w:r w:rsidRPr="00F83A0B">
              <w:rPr>
                <w:sz w:val="18"/>
                <w:szCs w:val="18"/>
              </w:rPr>
              <w:t>…</w:t>
            </w:r>
          </w:p>
        </w:tc>
        <w:tc>
          <w:tcPr>
            <w:tcW w:w="850" w:type="dxa"/>
            <w:shd w:val="clear" w:color="auto" w:fill="FFF2CC" w:themeFill="accent4" w:themeFillTint="33"/>
          </w:tcPr>
          <w:p w14:paraId="215BB295" w14:textId="77777777" w:rsidR="00CA1CFE" w:rsidRPr="00F83A0B" w:rsidRDefault="00CA1CFE" w:rsidP="001F51BE">
            <w:pPr>
              <w:spacing w:after="0"/>
              <w:rPr>
                <w:sz w:val="18"/>
                <w:szCs w:val="18"/>
              </w:rPr>
            </w:pPr>
            <w:r w:rsidRPr="00F83A0B">
              <w:rPr>
                <w:sz w:val="18"/>
                <w:szCs w:val="18"/>
              </w:rPr>
              <w:t>…</w:t>
            </w:r>
          </w:p>
        </w:tc>
      </w:tr>
      <w:tr w:rsidR="00CA1CFE" w:rsidRPr="00F83A0B" w14:paraId="0EA07DB7" w14:textId="77777777" w:rsidTr="00AD4D86">
        <w:tc>
          <w:tcPr>
            <w:tcW w:w="567" w:type="dxa"/>
          </w:tcPr>
          <w:p w14:paraId="5C44ADFD" w14:textId="77777777" w:rsidR="00CA1CFE" w:rsidRPr="00F83A0B" w:rsidRDefault="00CA1CFE" w:rsidP="00AB6183">
            <w:pPr>
              <w:spacing w:after="0" w:line="240" w:lineRule="auto"/>
              <w:rPr>
                <w:sz w:val="18"/>
                <w:szCs w:val="18"/>
              </w:rPr>
            </w:pPr>
            <w:r>
              <w:rPr>
                <w:sz w:val="18"/>
                <w:szCs w:val="18"/>
              </w:rPr>
              <w:t>TWJ</w:t>
            </w:r>
          </w:p>
        </w:tc>
        <w:tc>
          <w:tcPr>
            <w:tcW w:w="851" w:type="dxa"/>
          </w:tcPr>
          <w:p w14:paraId="51D39747" w14:textId="77777777" w:rsidR="00CA1CFE" w:rsidRPr="00F83A0B" w:rsidRDefault="00CA1CFE" w:rsidP="00AB6183">
            <w:pPr>
              <w:spacing w:after="0" w:line="240" w:lineRule="auto"/>
              <w:rPr>
                <w:sz w:val="18"/>
                <w:szCs w:val="18"/>
              </w:rPr>
            </w:pPr>
            <w:r>
              <w:rPr>
                <w:sz w:val="18"/>
                <w:szCs w:val="18"/>
              </w:rPr>
              <w:t>Turnen</w:t>
            </w:r>
          </w:p>
        </w:tc>
        <w:tc>
          <w:tcPr>
            <w:tcW w:w="1134" w:type="dxa"/>
          </w:tcPr>
          <w:p w14:paraId="3D5F6CDD" w14:textId="77777777" w:rsidR="00CA1CFE" w:rsidRPr="00F83A0B" w:rsidRDefault="00CA1CFE" w:rsidP="00AB6183">
            <w:pPr>
              <w:spacing w:after="0" w:line="240" w:lineRule="auto"/>
              <w:rPr>
                <w:sz w:val="18"/>
                <w:szCs w:val="18"/>
              </w:rPr>
            </w:pPr>
            <w:r w:rsidRPr="00F83A0B">
              <w:rPr>
                <w:sz w:val="18"/>
                <w:szCs w:val="18"/>
              </w:rPr>
              <w:t>Sporthalle IGS</w:t>
            </w:r>
          </w:p>
        </w:tc>
        <w:tc>
          <w:tcPr>
            <w:tcW w:w="709" w:type="dxa"/>
          </w:tcPr>
          <w:p w14:paraId="10E02D9C" w14:textId="77777777" w:rsidR="00CA1CFE" w:rsidRPr="00F83A0B" w:rsidRDefault="00CA1CFE" w:rsidP="00AB6183">
            <w:pPr>
              <w:spacing w:after="0" w:line="240" w:lineRule="auto"/>
              <w:rPr>
                <w:sz w:val="18"/>
                <w:szCs w:val="18"/>
              </w:rPr>
            </w:pPr>
            <w:r w:rsidRPr="00F83A0B">
              <w:rPr>
                <w:sz w:val="18"/>
                <w:szCs w:val="18"/>
              </w:rPr>
              <w:t>300</w:t>
            </w:r>
          </w:p>
        </w:tc>
        <w:tc>
          <w:tcPr>
            <w:tcW w:w="992" w:type="dxa"/>
          </w:tcPr>
          <w:p w14:paraId="03426C8D" w14:textId="77777777" w:rsidR="00CA1CFE" w:rsidRPr="00F83A0B" w:rsidRDefault="00CA1CFE" w:rsidP="00AB6183">
            <w:pPr>
              <w:spacing w:after="0" w:line="240" w:lineRule="auto"/>
              <w:rPr>
                <w:sz w:val="18"/>
                <w:szCs w:val="18"/>
              </w:rPr>
            </w:pPr>
            <w:r w:rsidRPr="00F83A0B">
              <w:rPr>
                <w:sz w:val="18"/>
                <w:szCs w:val="18"/>
              </w:rPr>
              <w:t>Herr Freund</w:t>
            </w:r>
          </w:p>
        </w:tc>
        <w:tc>
          <w:tcPr>
            <w:tcW w:w="1417" w:type="dxa"/>
          </w:tcPr>
          <w:p w14:paraId="264B1D83" w14:textId="77777777" w:rsidR="00CA1CFE" w:rsidRPr="00F83A0B" w:rsidRDefault="00CA1CFE" w:rsidP="00AB6183">
            <w:pPr>
              <w:spacing w:after="0" w:line="240" w:lineRule="auto"/>
              <w:rPr>
                <w:sz w:val="18"/>
                <w:szCs w:val="18"/>
              </w:rPr>
            </w:pPr>
            <w:r w:rsidRPr="00F83A0B">
              <w:rPr>
                <w:sz w:val="18"/>
                <w:szCs w:val="18"/>
              </w:rPr>
              <w:t>0151-73451239</w:t>
            </w:r>
          </w:p>
        </w:tc>
        <w:tc>
          <w:tcPr>
            <w:tcW w:w="993" w:type="dxa"/>
          </w:tcPr>
          <w:p w14:paraId="2AB7FE97" w14:textId="77777777" w:rsidR="00CA1CFE" w:rsidRPr="00F83A0B" w:rsidRDefault="00CA1CFE" w:rsidP="00AB6183">
            <w:pPr>
              <w:spacing w:after="0" w:line="240" w:lineRule="auto"/>
              <w:rPr>
                <w:sz w:val="18"/>
                <w:szCs w:val="18"/>
              </w:rPr>
            </w:pPr>
            <w:r>
              <w:rPr>
                <w:sz w:val="18"/>
                <w:szCs w:val="18"/>
              </w:rPr>
              <w:t>Dienstag</w:t>
            </w:r>
          </w:p>
        </w:tc>
        <w:tc>
          <w:tcPr>
            <w:tcW w:w="850" w:type="dxa"/>
          </w:tcPr>
          <w:p w14:paraId="6FAEA2B8" w14:textId="77777777" w:rsidR="00CA1CFE" w:rsidRPr="00F83A0B" w:rsidRDefault="00CA1CFE" w:rsidP="00AB6183">
            <w:pPr>
              <w:spacing w:after="0" w:line="240" w:lineRule="auto"/>
              <w:rPr>
                <w:sz w:val="18"/>
                <w:szCs w:val="18"/>
              </w:rPr>
            </w:pPr>
            <w:r>
              <w:rPr>
                <w:sz w:val="18"/>
                <w:szCs w:val="18"/>
              </w:rPr>
              <w:t>16:00</w:t>
            </w:r>
          </w:p>
        </w:tc>
        <w:tc>
          <w:tcPr>
            <w:tcW w:w="709" w:type="dxa"/>
          </w:tcPr>
          <w:p w14:paraId="19A57212" w14:textId="77777777" w:rsidR="00CA1CFE" w:rsidRPr="00F83A0B" w:rsidRDefault="00CA1CFE" w:rsidP="00AB6183">
            <w:pPr>
              <w:spacing w:after="0" w:line="240" w:lineRule="auto"/>
              <w:rPr>
                <w:sz w:val="18"/>
                <w:szCs w:val="18"/>
              </w:rPr>
            </w:pPr>
            <w:r>
              <w:rPr>
                <w:sz w:val="18"/>
                <w:szCs w:val="18"/>
              </w:rPr>
              <w:t>60</w:t>
            </w:r>
          </w:p>
        </w:tc>
        <w:tc>
          <w:tcPr>
            <w:tcW w:w="850" w:type="dxa"/>
          </w:tcPr>
          <w:p w14:paraId="7B15CE83" w14:textId="77777777" w:rsidR="00CA1CFE" w:rsidRPr="00F83A0B" w:rsidRDefault="00CA1CFE" w:rsidP="00AB6183">
            <w:pPr>
              <w:spacing w:after="0" w:line="240" w:lineRule="auto"/>
              <w:rPr>
                <w:sz w:val="18"/>
                <w:szCs w:val="18"/>
              </w:rPr>
            </w:pPr>
            <w:r>
              <w:rPr>
                <w:sz w:val="18"/>
                <w:szCs w:val="18"/>
              </w:rPr>
              <w:t>26</w:t>
            </w:r>
          </w:p>
        </w:tc>
      </w:tr>
      <w:tr w:rsidR="00AD4D86" w:rsidRPr="00F83A0B" w14:paraId="22000EC5" w14:textId="77777777" w:rsidTr="00AD4D86">
        <w:trPr>
          <w:cnfStyle w:val="000000100000" w:firstRow="0" w:lastRow="0" w:firstColumn="0" w:lastColumn="0" w:oddVBand="0" w:evenVBand="0" w:oddHBand="1" w:evenHBand="0" w:firstRowFirstColumn="0" w:firstRowLastColumn="0" w:lastRowFirstColumn="0" w:lastRowLastColumn="0"/>
        </w:trPr>
        <w:tc>
          <w:tcPr>
            <w:tcW w:w="567" w:type="dxa"/>
            <w:shd w:val="clear" w:color="auto" w:fill="FBE4D5" w:themeFill="accent2" w:themeFillTint="33"/>
          </w:tcPr>
          <w:p w14:paraId="3E038E5A" w14:textId="77777777" w:rsidR="00CA1CFE" w:rsidRPr="00F83A0B" w:rsidRDefault="00CA1CFE" w:rsidP="00AB6183">
            <w:pPr>
              <w:spacing w:after="0" w:line="240" w:lineRule="auto"/>
              <w:rPr>
                <w:sz w:val="18"/>
                <w:szCs w:val="18"/>
              </w:rPr>
            </w:pPr>
            <w:r w:rsidRPr="00F83A0B">
              <w:rPr>
                <w:sz w:val="18"/>
                <w:szCs w:val="18"/>
              </w:rPr>
              <w:t>HHE</w:t>
            </w:r>
          </w:p>
        </w:tc>
        <w:tc>
          <w:tcPr>
            <w:tcW w:w="851" w:type="dxa"/>
          </w:tcPr>
          <w:p w14:paraId="2978E75E" w14:textId="77777777" w:rsidR="00CA1CFE" w:rsidRPr="00F83A0B" w:rsidRDefault="00CA1CFE" w:rsidP="00AB6183">
            <w:pPr>
              <w:spacing w:after="0" w:line="240" w:lineRule="auto"/>
              <w:rPr>
                <w:sz w:val="18"/>
                <w:szCs w:val="18"/>
              </w:rPr>
            </w:pPr>
            <w:r w:rsidRPr="00F83A0B">
              <w:rPr>
                <w:sz w:val="18"/>
                <w:szCs w:val="18"/>
              </w:rPr>
              <w:t>Handball</w:t>
            </w:r>
          </w:p>
        </w:tc>
        <w:tc>
          <w:tcPr>
            <w:tcW w:w="1134" w:type="dxa"/>
          </w:tcPr>
          <w:p w14:paraId="1E50BE5E" w14:textId="77777777" w:rsidR="00CA1CFE" w:rsidRPr="00F83A0B" w:rsidRDefault="00CA1CFE" w:rsidP="00AB6183">
            <w:pPr>
              <w:spacing w:after="0" w:line="240" w:lineRule="auto"/>
              <w:rPr>
                <w:sz w:val="18"/>
                <w:szCs w:val="18"/>
              </w:rPr>
            </w:pPr>
            <w:r w:rsidRPr="00F83A0B">
              <w:rPr>
                <w:sz w:val="18"/>
                <w:szCs w:val="18"/>
              </w:rPr>
              <w:t>Sporthalle 2</w:t>
            </w:r>
          </w:p>
        </w:tc>
        <w:tc>
          <w:tcPr>
            <w:tcW w:w="709" w:type="dxa"/>
          </w:tcPr>
          <w:p w14:paraId="1AA3DEFD" w14:textId="77777777" w:rsidR="00CA1CFE" w:rsidRPr="00F83A0B" w:rsidRDefault="00CA1CFE" w:rsidP="00AB6183">
            <w:pPr>
              <w:spacing w:after="0" w:line="240" w:lineRule="auto"/>
              <w:rPr>
                <w:sz w:val="18"/>
                <w:szCs w:val="18"/>
              </w:rPr>
            </w:pPr>
            <w:r w:rsidRPr="00F83A0B">
              <w:rPr>
                <w:sz w:val="18"/>
                <w:szCs w:val="18"/>
              </w:rPr>
              <w:t>200</w:t>
            </w:r>
          </w:p>
        </w:tc>
        <w:tc>
          <w:tcPr>
            <w:tcW w:w="992" w:type="dxa"/>
          </w:tcPr>
          <w:p w14:paraId="1BAE444A" w14:textId="77777777" w:rsidR="00CA1CFE" w:rsidRPr="00F83A0B" w:rsidRDefault="00CA1CFE" w:rsidP="00AB6183">
            <w:pPr>
              <w:spacing w:after="0" w:line="240" w:lineRule="auto"/>
              <w:rPr>
                <w:sz w:val="18"/>
                <w:szCs w:val="18"/>
              </w:rPr>
            </w:pPr>
            <w:r w:rsidRPr="00F83A0B">
              <w:rPr>
                <w:sz w:val="18"/>
                <w:szCs w:val="18"/>
              </w:rPr>
              <w:t>Frau Holle</w:t>
            </w:r>
          </w:p>
        </w:tc>
        <w:tc>
          <w:tcPr>
            <w:tcW w:w="1417" w:type="dxa"/>
          </w:tcPr>
          <w:p w14:paraId="077E7D17" w14:textId="77777777" w:rsidR="00CA1CFE" w:rsidRPr="00F83A0B" w:rsidRDefault="00CA1CFE" w:rsidP="00AB6183">
            <w:pPr>
              <w:spacing w:after="0" w:line="240" w:lineRule="auto"/>
              <w:rPr>
                <w:sz w:val="18"/>
                <w:szCs w:val="18"/>
              </w:rPr>
            </w:pPr>
            <w:r w:rsidRPr="00F83A0B">
              <w:rPr>
                <w:sz w:val="18"/>
                <w:szCs w:val="18"/>
              </w:rPr>
              <w:t>0162-192837465</w:t>
            </w:r>
          </w:p>
        </w:tc>
        <w:tc>
          <w:tcPr>
            <w:tcW w:w="993" w:type="dxa"/>
          </w:tcPr>
          <w:p w14:paraId="1A91834B" w14:textId="77777777" w:rsidR="00CA1CFE" w:rsidRPr="00F83A0B" w:rsidRDefault="00CA1CFE" w:rsidP="00AB6183">
            <w:pPr>
              <w:spacing w:after="0" w:line="240" w:lineRule="auto"/>
              <w:rPr>
                <w:sz w:val="18"/>
                <w:szCs w:val="18"/>
              </w:rPr>
            </w:pPr>
            <w:r w:rsidRPr="00F83A0B">
              <w:rPr>
                <w:sz w:val="18"/>
                <w:szCs w:val="18"/>
              </w:rPr>
              <w:t>Mittwoch</w:t>
            </w:r>
          </w:p>
        </w:tc>
        <w:tc>
          <w:tcPr>
            <w:tcW w:w="850" w:type="dxa"/>
          </w:tcPr>
          <w:p w14:paraId="5B66A6F7" w14:textId="77777777" w:rsidR="00CA1CFE" w:rsidRPr="00F83A0B" w:rsidRDefault="00CA1CFE" w:rsidP="00AB6183">
            <w:pPr>
              <w:spacing w:after="0" w:line="240" w:lineRule="auto"/>
              <w:rPr>
                <w:sz w:val="18"/>
                <w:szCs w:val="18"/>
              </w:rPr>
            </w:pPr>
            <w:r w:rsidRPr="00F83A0B">
              <w:rPr>
                <w:sz w:val="18"/>
                <w:szCs w:val="18"/>
              </w:rPr>
              <w:t>17:30</w:t>
            </w:r>
          </w:p>
        </w:tc>
        <w:tc>
          <w:tcPr>
            <w:tcW w:w="709" w:type="dxa"/>
          </w:tcPr>
          <w:p w14:paraId="0C203FF4" w14:textId="77777777" w:rsidR="00CA1CFE" w:rsidRPr="00F83A0B" w:rsidRDefault="00CA1CFE" w:rsidP="00AB6183">
            <w:pPr>
              <w:spacing w:after="0" w:line="240" w:lineRule="auto"/>
              <w:rPr>
                <w:sz w:val="18"/>
                <w:szCs w:val="18"/>
              </w:rPr>
            </w:pPr>
            <w:r w:rsidRPr="00F83A0B">
              <w:rPr>
                <w:sz w:val="18"/>
                <w:szCs w:val="18"/>
              </w:rPr>
              <w:t>90</w:t>
            </w:r>
          </w:p>
        </w:tc>
        <w:tc>
          <w:tcPr>
            <w:tcW w:w="850" w:type="dxa"/>
            <w:shd w:val="clear" w:color="auto" w:fill="FFF2CC" w:themeFill="accent4" w:themeFillTint="33"/>
          </w:tcPr>
          <w:p w14:paraId="4C422E89" w14:textId="77777777" w:rsidR="00CA1CFE" w:rsidRPr="00F83A0B" w:rsidRDefault="00CA1CFE" w:rsidP="00AB6183">
            <w:pPr>
              <w:spacing w:after="0" w:line="240" w:lineRule="auto"/>
              <w:rPr>
                <w:sz w:val="18"/>
                <w:szCs w:val="18"/>
              </w:rPr>
            </w:pPr>
            <w:r w:rsidRPr="00F83A0B">
              <w:rPr>
                <w:sz w:val="18"/>
                <w:szCs w:val="18"/>
              </w:rPr>
              <w:t>25</w:t>
            </w:r>
          </w:p>
        </w:tc>
      </w:tr>
      <w:tr w:rsidR="00CA1CFE" w:rsidRPr="00FD576A" w14:paraId="1188A82F" w14:textId="77777777" w:rsidTr="00AD4D86">
        <w:tc>
          <w:tcPr>
            <w:tcW w:w="567" w:type="dxa"/>
            <w:shd w:val="clear" w:color="auto" w:fill="FFFFFF" w:themeFill="background1"/>
          </w:tcPr>
          <w:p w14:paraId="77435C9A" w14:textId="77777777" w:rsidR="00CA1CFE" w:rsidRPr="00F83A0B" w:rsidRDefault="00CA1CFE" w:rsidP="00AB6183">
            <w:pPr>
              <w:spacing w:after="0" w:line="240" w:lineRule="auto"/>
              <w:rPr>
                <w:sz w:val="18"/>
                <w:szCs w:val="18"/>
              </w:rPr>
            </w:pPr>
            <w:r w:rsidRPr="00F83A0B">
              <w:rPr>
                <w:sz w:val="18"/>
                <w:szCs w:val="18"/>
              </w:rPr>
              <w:t>HHJ</w:t>
            </w:r>
          </w:p>
        </w:tc>
        <w:tc>
          <w:tcPr>
            <w:tcW w:w="851" w:type="dxa"/>
          </w:tcPr>
          <w:p w14:paraId="6E447342" w14:textId="77777777" w:rsidR="00CA1CFE" w:rsidRPr="00F83A0B" w:rsidRDefault="00CA1CFE" w:rsidP="00AB6183">
            <w:pPr>
              <w:spacing w:after="0" w:line="240" w:lineRule="auto"/>
              <w:rPr>
                <w:sz w:val="18"/>
                <w:szCs w:val="18"/>
              </w:rPr>
            </w:pPr>
            <w:r w:rsidRPr="00F83A0B">
              <w:rPr>
                <w:sz w:val="18"/>
                <w:szCs w:val="18"/>
              </w:rPr>
              <w:t>Handball</w:t>
            </w:r>
          </w:p>
        </w:tc>
        <w:tc>
          <w:tcPr>
            <w:tcW w:w="1134" w:type="dxa"/>
          </w:tcPr>
          <w:p w14:paraId="530699CB" w14:textId="77777777" w:rsidR="00CA1CFE" w:rsidRPr="00F83A0B" w:rsidRDefault="00CA1CFE" w:rsidP="00AB6183">
            <w:pPr>
              <w:spacing w:after="0" w:line="240" w:lineRule="auto"/>
              <w:rPr>
                <w:sz w:val="18"/>
                <w:szCs w:val="18"/>
              </w:rPr>
            </w:pPr>
            <w:r w:rsidRPr="00F83A0B">
              <w:rPr>
                <w:sz w:val="18"/>
                <w:szCs w:val="18"/>
              </w:rPr>
              <w:t>Sporthalle 2</w:t>
            </w:r>
          </w:p>
        </w:tc>
        <w:tc>
          <w:tcPr>
            <w:tcW w:w="709" w:type="dxa"/>
          </w:tcPr>
          <w:p w14:paraId="3F46F376" w14:textId="77777777" w:rsidR="00CA1CFE" w:rsidRPr="00F83A0B" w:rsidRDefault="00CA1CFE" w:rsidP="00AB6183">
            <w:pPr>
              <w:spacing w:after="0" w:line="240" w:lineRule="auto"/>
              <w:rPr>
                <w:sz w:val="18"/>
                <w:szCs w:val="18"/>
              </w:rPr>
            </w:pPr>
            <w:r w:rsidRPr="00F83A0B">
              <w:rPr>
                <w:sz w:val="18"/>
                <w:szCs w:val="18"/>
              </w:rPr>
              <w:t>200</w:t>
            </w:r>
          </w:p>
        </w:tc>
        <w:tc>
          <w:tcPr>
            <w:tcW w:w="992" w:type="dxa"/>
          </w:tcPr>
          <w:p w14:paraId="1FF6D33B" w14:textId="77777777" w:rsidR="00CA1CFE" w:rsidRPr="00F83A0B" w:rsidRDefault="00CA1CFE" w:rsidP="00AB6183">
            <w:pPr>
              <w:spacing w:after="0" w:line="240" w:lineRule="auto"/>
              <w:rPr>
                <w:sz w:val="18"/>
                <w:szCs w:val="18"/>
              </w:rPr>
            </w:pPr>
            <w:r w:rsidRPr="00F83A0B">
              <w:rPr>
                <w:sz w:val="18"/>
                <w:szCs w:val="18"/>
              </w:rPr>
              <w:t>Frau Holle</w:t>
            </w:r>
          </w:p>
        </w:tc>
        <w:tc>
          <w:tcPr>
            <w:tcW w:w="1417" w:type="dxa"/>
          </w:tcPr>
          <w:p w14:paraId="5B123E59" w14:textId="77777777" w:rsidR="00CA1CFE" w:rsidRPr="00F83A0B" w:rsidRDefault="00CA1CFE" w:rsidP="00AB6183">
            <w:pPr>
              <w:spacing w:after="0" w:line="240" w:lineRule="auto"/>
              <w:rPr>
                <w:sz w:val="18"/>
                <w:szCs w:val="18"/>
              </w:rPr>
            </w:pPr>
            <w:r w:rsidRPr="00F83A0B">
              <w:rPr>
                <w:sz w:val="18"/>
                <w:szCs w:val="18"/>
              </w:rPr>
              <w:t>0162-192837465</w:t>
            </w:r>
          </w:p>
        </w:tc>
        <w:tc>
          <w:tcPr>
            <w:tcW w:w="993" w:type="dxa"/>
          </w:tcPr>
          <w:p w14:paraId="65EEB3D9" w14:textId="77777777" w:rsidR="00CA1CFE" w:rsidRPr="00F83A0B" w:rsidRDefault="00CA1CFE" w:rsidP="00AB6183">
            <w:pPr>
              <w:spacing w:after="0" w:line="240" w:lineRule="auto"/>
              <w:rPr>
                <w:sz w:val="18"/>
                <w:szCs w:val="18"/>
              </w:rPr>
            </w:pPr>
            <w:r w:rsidRPr="00F83A0B">
              <w:rPr>
                <w:sz w:val="18"/>
                <w:szCs w:val="18"/>
              </w:rPr>
              <w:t>Donners</w:t>
            </w:r>
            <w:r>
              <w:rPr>
                <w:sz w:val="18"/>
                <w:szCs w:val="18"/>
              </w:rPr>
              <w:softHyphen/>
            </w:r>
            <w:r w:rsidRPr="00F83A0B">
              <w:rPr>
                <w:sz w:val="18"/>
                <w:szCs w:val="18"/>
              </w:rPr>
              <w:t>tag</w:t>
            </w:r>
          </w:p>
        </w:tc>
        <w:tc>
          <w:tcPr>
            <w:tcW w:w="850" w:type="dxa"/>
          </w:tcPr>
          <w:p w14:paraId="11766BAB" w14:textId="77777777" w:rsidR="00CA1CFE" w:rsidRPr="00F83A0B" w:rsidRDefault="00CA1CFE" w:rsidP="00AB6183">
            <w:pPr>
              <w:spacing w:after="0" w:line="240" w:lineRule="auto"/>
              <w:rPr>
                <w:sz w:val="18"/>
                <w:szCs w:val="18"/>
              </w:rPr>
            </w:pPr>
            <w:r w:rsidRPr="00F83A0B">
              <w:rPr>
                <w:sz w:val="18"/>
                <w:szCs w:val="18"/>
              </w:rPr>
              <w:t>17:00</w:t>
            </w:r>
          </w:p>
        </w:tc>
        <w:tc>
          <w:tcPr>
            <w:tcW w:w="709" w:type="dxa"/>
          </w:tcPr>
          <w:p w14:paraId="070D3ED0" w14:textId="77777777" w:rsidR="00CA1CFE" w:rsidRPr="00F83A0B" w:rsidRDefault="00CA1CFE" w:rsidP="00AB6183">
            <w:pPr>
              <w:spacing w:after="0" w:line="240" w:lineRule="auto"/>
              <w:rPr>
                <w:sz w:val="18"/>
                <w:szCs w:val="18"/>
              </w:rPr>
            </w:pPr>
            <w:r w:rsidRPr="00F83A0B">
              <w:rPr>
                <w:sz w:val="18"/>
                <w:szCs w:val="18"/>
              </w:rPr>
              <w:t>60</w:t>
            </w:r>
          </w:p>
        </w:tc>
        <w:tc>
          <w:tcPr>
            <w:tcW w:w="850" w:type="dxa"/>
            <w:shd w:val="clear" w:color="auto" w:fill="FFFFFF" w:themeFill="background1"/>
          </w:tcPr>
          <w:p w14:paraId="222F742D" w14:textId="77777777" w:rsidR="00CA1CFE" w:rsidRPr="00F83A0B" w:rsidRDefault="00CA1CFE" w:rsidP="00AB6183">
            <w:pPr>
              <w:spacing w:after="0" w:line="240" w:lineRule="auto"/>
              <w:rPr>
                <w:sz w:val="18"/>
                <w:szCs w:val="18"/>
              </w:rPr>
            </w:pPr>
            <w:r w:rsidRPr="00F83A0B">
              <w:rPr>
                <w:sz w:val="18"/>
                <w:szCs w:val="18"/>
              </w:rPr>
              <w:t>25</w:t>
            </w:r>
          </w:p>
        </w:tc>
      </w:tr>
      <w:tr w:rsidR="00AD4D86" w:rsidRPr="00FD576A" w14:paraId="40BC06BA" w14:textId="77777777" w:rsidTr="00AD4D86">
        <w:trPr>
          <w:cnfStyle w:val="000000100000" w:firstRow="0" w:lastRow="0" w:firstColumn="0" w:lastColumn="0" w:oddVBand="0" w:evenVBand="0" w:oddHBand="1" w:evenHBand="0" w:firstRowFirstColumn="0" w:firstRowLastColumn="0" w:lastRowFirstColumn="0" w:lastRowLastColumn="0"/>
          <w:trHeight w:val="170"/>
        </w:trPr>
        <w:tc>
          <w:tcPr>
            <w:tcW w:w="567" w:type="dxa"/>
            <w:shd w:val="clear" w:color="auto" w:fill="FBE4D5" w:themeFill="accent2" w:themeFillTint="33"/>
          </w:tcPr>
          <w:p w14:paraId="42A8D1A4" w14:textId="77777777" w:rsidR="00CA1CFE" w:rsidRPr="00385B70" w:rsidRDefault="00CA1CFE" w:rsidP="001F51BE">
            <w:pPr>
              <w:spacing w:after="0"/>
              <w:rPr>
                <w:sz w:val="18"/>
                <w:szCs w:val="18"/>
              </w:rPr>
            </w:pPr>
            <w:r w:rsidRPr="00385B70">
              <w:rPr>
                <w:sz w:val="18"/>
                <w:szCs w:val="18"/>
              </w:rPr>
              <w:t>…</w:t>
            </w:r>
          </w:p>
        </w:tc>
        <w:tc>
          <w:tcPr>
            <w:tcW w:w="851" w:type="dxa"/>
          </w:tcPr>
          <w:p w14:paraId="617F4DC1" w14:textId="77777777" w:rsidR="00CA1CFE" w:rsidRPr="00385B70" w:rsidRDefault="00CA1CFE" w:rsidP="001F51BE">
            <w:pPr>
              <w:spacing w:after="0"/>
              <w:rPr>
                <w:sz w:val="18"/>
                <w:szCs w:val="18"/>
              </w:rPr>
            </w:pPr>
            <w:r w:rsidRPr="00385B70">
              <w:rPr>
                <w:sz w:val="18"/>
                <w:szCs w:val="18"/>
              </w:rPr>
              <w:t>…</w:t>
            </w:r>
          </w:p>
        </w:tc>
        <w:tc>
          <w:tcPr>
            <w:tcW w:w="1134" w:type="dxa"/>
          </w:tcPr>
          <w:p w14:paraId="6BD6C266" w14:textId="77777777" w:rsidR="00CA1CFE" w:rsidRPr="00385B70" w:rsidRDefault="00CA1CFE" w:rsidP="001F51BE">
            <w:pPr>
              <w:spacing w:after="0"/>
              <w:rPr>
                <w:sz w:val="18"/>
                <w:szCs w:val="18"/>
              </w:rPr>
            </w:pPr>
            <w:r w:rsidRPr="00385B70">
              <w:rPr>
                <w:sz w:val="18"/>
                <w:szCs w:val="18"/>
              </w:rPr>
              <w:t>…</w:t>
            </w:r>
          </w:p>
        </w:tc>
        <w:tc>
          <w:tcPr>
            <w:tcW w:w="709" w:type="dxa"/>
          </w:tcPr>
          <w:p w14:paraId="28ECA25D" w14:textId="77777777" w:rsidR="00CA1CFE" w:rsidRPr="00385B70" w:rsidRDefault="00CA1CFE" w:rsidP="001F51BE">
            <w:pPr>
              <w:spacing w:after="0"/>
              <w:rPr>
                <w:sz w:val="18"/>
                <w:szCs w:val="18"/>
              </w:rPr>
            </w:pPr>
            <w:r w:rsidRPr="00385B70">
              <w:rPr>
                <w:sz w:val="18"/>
                <w:szCs w:val="18"/>
              </w:rPr>
              <w:t>…</w:t>
            </w:r>
          </w:p>
        </w:tc>
        <w:tc>
          <w:tcPr>
            <w:tcW w:w="992" w:type="dxa"/>
          </w:tcPr>
          <w:p w14:paraId="191DA56D" w14:textId="77777777" w:rsidR="00CA1CFE" w:rsidRPr="00385B70" w:rsidRDefault="00CA1CFE" w:rsidP="001F51BE">
            <w:pPr>
              <w:spacing w:after="0"/>
              <w:rPr>
                <w:sz w:val="18"/>
                <w:szCs w:val="18"/>
              </w:rPr>
            </w:pPr>
            <w:r w:rsidRPr="00385B70">
              <w:rPr>
                <w:sz w:val="18"/>
                <w:szCs w:val="18"/>
              </w:rPr>
              <w:t>…</w:t>
            </w:r>
          </w:p>
        </w:tc>
        <w:tc>
          <w:tcPr>
            <w:tcW w:w="1417" w:type="dxa"/>
          </w:tcPr>
          <w:p w14:paraId="215FFFB2" w14:textId="77777777" w:rsidR="00CA1CFE" w:rsidRPr="00385B70" w:rsidRDefault="00CA1CFE" w:rsidP="001F51BE">
            <w:pPr>
              <w:spacing w:after="0"/>
              <w:rPr>
                <w:sz w:val="18"/>
                <w:szCs w:val="18"/>
              </w:rPr>
            </w:pPr>
            <w:r w:rsidRPr="00385B70">
              <w:rPr>
                <w:sz w:val="18"/>
                <w:szCs w:val="18"/>
              </w:rPr>
              <w:t>…</w:t>
            </w:r>
          </w:p>
        </w:tc>
        <w:tc>
          <w:tcPr>
            <w:tcW w:w="993" w:type="dxa"/>
          </w:tcPr>
          <w:p w14:paraId="7AE112DF" w14:textId="77777777" w:rsidR="00CA1CFE" w:rsidRPr="00385B70" w:rsidRDefault="00CA1CFE" w:rsidP="001F51BE">
            <w:pPr>
              <w:spacing w:after="0"/>
              <w:rPr>
                <w:sz w:val="18"/>
                <w:szCs w:val="18"/>
              </w:rPr>
            </w:pPr>
            <w:r w:rsidRPr="00385B70">
              <w:rPr>
                <w:sz w:val="18"/>
                <w:szCs w:val="18"/>
              </w:rPr>
              <w:t>…</w:t>
            </w:r>
          </w:p>
        </w:tc>
        <w:tc>
          <w:tcPr>
            <w:tcW w:w="850" w:type="dxa"/>
          </w:tcPr>
          <w:p w14:paraId="279DF298" w14:textId="77777777" w:rsidR="00CA1CFE" w:rsidRPr="00385B70" w:rsidRDefault="00CA1CFE" w:rsidP="001F51BE">
            <w:pPr>
              <w:spacing w:after="0"/>
              <w:rPr>
                <w:sz w:val="18"/>
                <w:szCs w:val="18"/>
              </w:rPr>
            </w:pPr>
            <w:r w:rsidRPr="00385B70">
              <w:rPr>
                <w:sz w:val="18"/>
                <w:szCs w:val="18"/>
              </w:rPr>
              <w:t>…</w:t>
            </w:r>
          </w:p>
        </w:tc>
        <w:tc>
          <w:tcPr>
            <w:tcW w:w="709" w:type="dxa"/>
          </w:tcPr>
          <w:p w14:paraId="7170752D" w14:textId="77777777" w:rsidR="00CA1CFE" w:rsidRPr="00385B70" w:rsidRDefault="00CA1CFE" w:rsidP="001F51BE">
            <w:pPr>
              <w:spacing w:after="0"/>
              <w:rPr>
                <w:sz w:val="18"/>
                <w:szCs w:val="18"/>
              </w:rPr>
            </w:pPr>
            <w:r w:rsidRPr="00385B70">
              <w:rPr>
                <w:sz w:val="18"/>
                <w:szCs w:val="18"/>
              </w:rPr>
              <w:t>…</w:t>
            </w:r>
          </w:p>
        </w:tc>
        <w:tc>
          <w:tcPr>
            <w:tcW w:w="850" w:type="dxa"/>
            <w:shd w:val="clear" w:color="auto" w:fill="FFF2CC" w:themeFill="accent4" w:themeFillTint="33"/>
          </w:tcPr>
          <w:p w14:paraId="024C35E3" w14:textId="77777777" w:rsidR="00CA1CFE" w:rsidRPr="00385B70" w:rsidRDefault="00CA1CFE" w:rsidP="00CA1CFE">
            <w:pPr>
              <w:keepNext/>
              <w:spacing w:after="0"/>
              <w:rPr>
                <w:sz w:val="18"/>
                <w:szCs w:val="18"/>
              </w:rPr>
            </w:pPr>
            <w:r w:rsidRPr="00385B70">
              <w:rPr>
                <w:sz w:val="18"/>
                <w:szCs w:val="18"/>
              </w:rPr>
              <w:t>…</w:t>
            </w:r>
          </w:p>
        </w:tc>
      </w:tr>
    </w:tbl>
    <w:p w14:paraId="20FF1B2B" w14:textId="59FEE023" w:rsidR="00CA1CFE" w:rsidRDefault="00CA1CFE" w:rsidP="00CA1CFE">
      <w:pPr>
        <w:pStyle w:val="UnterschriftINFSII"/>
      </w:pPr>
      <w:r>
        <w:t xml:space="preserve">Abbildung </w:t>
      </w:r>
      <w:fldSimple w:instr=" SEQ Abbildung \* ARABIC ">
        <w:r w:rsidR="00C303B8">
          <w:rPr>
            <w:noProof/>
          </w:rPr>
          <w:t>12</w:t>
        </w:r>
      </w:fldSimple>
      <w:r>
        <w:t>: Wiederholung der erweiterten Tabelle Kurse aus Abbildung 1</w:t>
      </w:r>
    </w:p>
    <w:p w14:paraId="20357C06" w14:textId="2FA08944" w:rsidR="001F1510" w:rsidRDefault="001F1510">
      <w:r>
        <w:t>Alternativ kann die Abhängigkeit</w:t>
      </w:r>
      <w:r w:rsidR="00F43BD3">
        <w:rPr>
          <w:rStyle w:val="Funotenzeichen"/>
        </w:rPr>
        <w:footnoteReference w:id="3"/>
      </w:r>
      <w:r>
        <w:t xml:space="preserve"> der einzelnen Attribute betrachtet werden. Im Beispiel </w:t>
      </w:r>
      <w:r w:rsidR="00CA1CFE">
        <w:t xml:space="preserve">der Tabelle </w:t>
      </w:r>
      <w:r w:rsidR="00CA1CFE" w:rsidRPr="00CA1CFE">
        <w:rPr>
          <w:i/>
          <w:iCs/>
        </w:rPr>
        <w:t>Kurse</w:t>
      </w:r>
      <w:r w:rsidR="00CA1CFE">
        <w:t xml:space="preserve"> </w:t>
      </w:r>
      <w:r>
        <w:t xml:space="preserve">hängen die Hallengröße, der Ansprechpartner und die Telefonnummer von der Sportstätte ab. Da das Attribut </w:t>
      </w:r>
      <w:r w:rsidRPr="009B0760">
        <w:rPr>
          <w:i/>
          <w:iCs/>
        </w:rPr>
        <w:t>Sportst</w:t>
      </w:r>
      <w:r w:rsidR="009B0760" w:rsidRPr="009B0760">
        <w:rPr>
          <w:i/>
          <w:iCs/>
        </w:rPr>
        <w:t>ae</w:t>
      </w:r>
      <w:r w:rsidRPr="009B0760">
        <w:rPr>
          <w:i/>
          <w:iCs/>
        </w:rPr>
        <w:t>tte</w:t>
      </w:r>
      <w:r>
        <w:t xml:space="preserve"> aber kein Schlüsselatt</w:t>
      </w:r>
      <w:r w:rsidR="00180E0B">
        <w:t>r</w:t>
      </w:r>
      <w:r>
        <w:t>ibut ist, kann ein</w:t>
      </w:r>
      <w:r w:rsidR="00CA1CFE">
        <w:t>e Sportstätte</w:t>
      </w:r>
      <w:r>
        <w:t xml:space="preserve"> mehrfach in der Tabelle auftreten. Aufgrund der Abhängigkeit wiederholen sich die Werte für Hallengröße, Ansprech</w:t>
      </w:r>
      <w:r w:rsidR="00AD4D86">
        <w:softHyphen/>
      </w:r>
      <w:r>
        <w:t>partner und Telefonnummer für jede Wiederholung der Sportstätte. Daher ist es sinnvoll eine sepa</w:t>
      </w:r>
      <w:r w:rsidR="00AD4D86">
        <w:softHyphen/>
      </w:r>
      <w:r>
        <w:t xml:space="preserve">rate Tabelle für die Sportstätte einzurichten. In der Tabelle </w:t>
      </w:r>
      <w:r w:rsidRPr="00CA1CFE">
        <w:rPr>
          <w:i/>
          <w:iCs/>
        </w:rPr>
        <w:t>Kurse</w:t>
      </w:r>
      <w:r>
        <w:t xml:space="preserve"> reicht es dann</w:t>
      </w:r>
      <w:r w:rsidR="00CA1CFE">
        <w:t>,</w:t>
      </w:r>
      <w:r>
        <w:t xml:space="preserve"> den Primärschlüssel der Tabelle </w:t>
      </w:r>
      <w:r w:rsidRPr="00CA1CFE">
        <w:rPr>
          <w:i/>
          <w:iCs/>
        </w:rPr>
        <w:t>Sportstaetten</w:t>
      </w:r>
      <w:r>
        <w:t xml:space="preserve"> als Fremdschlüssel aufzunehmen. Die abhängigen Attribute werden dann nur einmalig in der Tabelle </w:t>
      </w:r>
      <w:r w:rsidRPr="00CA1CFE">
        <w:rPr>
          <w:i/>
          <w:iCs/>
        </w:rPr>
        <w:t>Sportstaetten</w:t>
      </w:r>
      <w:r>
        <w:t xml:space="preserve"> gespeichert.</w:t>
      </w:r>
    </w:p>
    <w:p w14:paraId="70265123" w14:textId="69498A44" w:rsidR="00C45CF9" w:rsidRPr="00C45CF9" w:rsidRDefault="00C45CF9" w:rsidP="00C45CF9">
      <w:pPr>
        <w:spacing w:after="0"/>
        <w:rPr>
          <w:b/>
          <w:bCs/>
        </w:rPr>
      </w:pPr>
      <w:r w:rsidRPr="00C45CF9">
        <w:rPr>
          <w:b/>
          <w:bCs/>
        </w:rPr>
        <w:t>Kurse</w:t>
      </w:r>
    </w:p>
    <w:tbl>
      <w:tblPr>
        <w:tblStyle w:val="Gitternetztabelle4Akzent1"/>
        <w:tblW w:w="7371" w:type="dxa"/>
        <w:tblInd w:w="-5" w:type="dxa"/>
        <w:tblLayout w:type="fixed"/>
        <w:tblLook w:val="0420" w:firstRow="1" w:lastRow="0" w:firstColumn="0" w:lastColumn="0" w:noHBand="0" w:noVBand="1"/>
      </w:tblPr>
      <w:tblGrid>
        <w:gridCol w:w="710"/>
        <w:gridCol w:w="937"/>
        <w:gridCol w:w="1472"/>
        <w:gridCol w:w="1276"/>
        <w:gridCol w:w="1134"/>
        <w:gridCol w:w="850"/>
        <w:gridCol w:w="992"/>
      </w:tblGrid>
      <w:tr w:rsidR="00180E0B" w:rsidRPr="00F83A0B" w14:paraId="32EF45DC" w14:textId="77777777" w:rsidTr="00F43BD3">
        <w:trPr>
          <w:cnfStyle w:val="100000000000" w:firstRow="1" w:lastRow="0" w:firstColumn="0" w:lastColumn="0" w:oddVBand="0" w:evenVBand="0" w:oddHBand="0" w:evenHBand="0" w:firstRowFirstColumn="0" w:firstRowLastColumn="0" w:lastRowFirstColumn="0" w:lastRowLastColumn="0"/>
        </w:trPr>
        <w:tc>
          <w:tcPr>
            <w:tcW w:w="710" w:type="dxa"/>
            <w:shd w:val="clear" w:color="auto" w:fill="ED7D31" w:themeFill="accent2"/>
          </w:tcPr>
          <w:p w14:paraId="6D6C0542" w14:textId="77777777" w:rsidR="00180E0B" w:rsidRPr="00F83A0B" w:rsidRDefault="00180E0B" w:rsidP="00AD4D86">
            <w:pPr>
              <w:spacing w:after="0" w:line="240" w:lineRule="auto"/>
              <w:rPr>
                <w:sz w:val="18"/>
                <w:szCs w:val="18"/>
                <w:u w:val="single"/>
              </w:rPr>
            </w:pPr>
            <w:r w:rsidRPr="00F83A0B">
              <w:rPr>
                <w:sz w:val="18"/>
                <w:szCs w:val="18"/>
                <w:u w:val="single"/>
              </w:rPr>
              <w:t>KursID</w:t>
            </w:r>
          </w:p>
        </w:tc>
        <w:tc>
          <w:tcPr>
            <w:tcW w:w="937" w:type="dxa"/>
            <w:shd w:val="clear" w:color="auto" w:fill="4E6B9E"/>
          </w:tcPr>
          <w:p w14:paraId="6412B8B3" w14:textId="77777777" w:rsidR="00180E0B" w:rsidRPr="00F83A0B" w:rsidRDefault="00180E0B" w:rsidP="00AD4D86">
            <w:pPr>
              <w:spacing w:after="0" w:line="240" w:lineRule="auto"/>
              <w:rPr>
                <w:sz w:val="18"/>
                <w:szCs w:val="18"/>
              </w:rPr>
            </w:pPr>
            <w:r w:rsidRPr="00F83A0B">
              <w:rPr>
                <w:sz w:val="18"/>
                <w:szCs w:val="18"/>
              </w:rPr>
              <w:t>Sportart</w:t>
            </w:r>
          </w:p>
        </w:tc>
        <w:tc>
          <w:tcPr>
            <w:tcW w:w="1472" w:type="dxa"/>
            <w:shd w:val="clear" w:color="auto" w:fill="FFC000" w:themeFill="accent4"/>
          </w:tcPr>
          <w:p w14:paraId="3D449174" w14:textId="77777777" w:rsidR="00180E0B" w:rsidRPr="00F83A0B" w:rsidRDefault="00180E0B" w:rsidP="00AD4D86">
            <w:pPr>
              <w:spacing w:after="0" w:line="240" w:lineRule="auto"/>
              <w:rPr>
                <w:sz w:val="18"/>
                <w:szCs w:val="18"/>
              </w:rPr>
            </w:pPr>
            <w:r w:rsidRPr="00F83A0B">
              <w:rPr>
                <w:sz w:val="18"/>
                <w:szCs w:val="18"/>
              </w:rPr>
              <w:t>Sportstaette</w:t>
            </w:r>
          </w:p>
        </w:tc>
        <w:tc>
          <w:tcPr>
            <w:tcW w:w="1276" w:type="dxa"/>
            <w:shd w:val="clear" w:color="auto" w:fill="4E6B9E"/>
          </w:tcPr>
          <w:p w14:paraId="6B076FEE" w14:textId="42D9469E" w:rsidR="00180E0B" w:rsidRPr="00F83A0B" w:rsidRDefault="00180E0B" w:rsidP="00AD4D86">
            <w:pPr>
              <w:spacing w:after="0" w:line="240" w:lineRule="auto"/>
              <w:rPr>
                <w:sz w:val="18"/>
                <w:szCs w:val="18"/>
              </w:rPr>
            </w:pPr>
            <w:r w:rsidRPr="00F83A0B">
              <w:rPr>
                <w:sz w:val="18"/>
                <w:szCs w:val="18"/>
              </w:rPr>
              <w:t>Wochentag</w:t>
            </w:r>
          </w:p>
        </w:tc>
        <w:tc>
          <w:tcPr>
            <w:tcW w:w="1134" w:type="dxa"/>
            <w:shd w:val="clear" w:color="auto" w:fill="4E6B9E"/>
          </w:tcPr>
          <w:p w14:paraId="175DE6D0" w14:textId="77777777" w:rsidR="00180E0B" w:rsidRPr="00F83A0B" w:rsidRDefault="00180E0B" w:rsidP="00AD4D86">
            <w:pPr>
              <w:spacing w:after="0" w:line="240" w:lineRule="auto"/>
              <w:rPr>
                <w:sz w:val="18"/>
                <w:szCs w:val="18"/>
              </w:rPr>
            </w:pPr>
            <w:r w:rsidRPr="00F83A0B">
              <w:rPr>
                <w:sz w:val="18"/>
                <w:szCs w:val="18"/>
              </w:rPr>
              <w:t>Uhrzeit</w:t>
            </w:r>
          </w:p>
        </w:tc>
        <w:tc>
          <w:tcPr>
            <w:tcW w:w="850" w:type="dxa"/>
            <w:shd w:val="clear" w:color="auto" w:fill="4E6B9E"/>
          </w:tcPr>
          <w:p w14:paraId="086C7C07" w14:textId="77777777" w:rsidR="00180E0B" w:rsidRPr="00F83A0B" w:rsidRDefault="00180E0B" w:rsidP="00AD4D86">
            <w:pPr>
              <w:spacing w:after="0" w:line="240" w:lineRule="auto"/>
              <w:rPr>
                <w:sz w:val="18"/>
                <w:szCs w:val="18"/>
              </w:rPr>
            </w:pPr>
            <w:r w:rsidRPr="00F83A0B">
              <w:rPr>
                <w:sz w:val="18"/>
                <w:szCs w:val="18"/>
              </w:rPr>
              <w:t>Dauer</w:t>
            </w:r>
          </w:p>
        </w:tc>
        <w:tc>
          <w:tcPr>
            <w:tcW w:w="992" w:type="dxa"/>
            <w:shd w:val="clear" w:color="auto" w:fill="FFC000" w:themeFill="accent4"/>
          </w:tcPr>
          <w:p w14:paraId="44DED071" w14:textId="77777777" w:rsidR="00180E0B" w:rsidRPr="00F83A0B" w:rsidRDefault="00180E0B" w:rsidP="00AD4D86">
            <w:pPr>
              <w:spacing w:after="0" w:line="240" w:lineRule="auto"/>
              <w:rPr>
                <w:sz w:val="18"/>
                <w:szCs w:val="18"/>
              </w:rPr>
            </w:pPr>
            <w:r w:rsidRPr="00F83A0B">
              <w:rPr>
                <w:sz w:val="18"/>
                <w:szCs w:val="18"/>
              </w:rPr>
              <w:t>Trainer</w:t>
            </w:r>
          </w:p>
        </w:tc>
      </w:tr>
      <w:tr w:rsidR="00180E0B" w:rsidRPr="00F83A0B" w14:paraId="71ED2666" w14:textId="77777777" w:rsidTr="00F43BD3">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2057D55A" w14:textId="77777777" w:rsidR="00180E0B" w:rsidRPr="00F83A0B" w:rsidRDefault="00180E0B" w:rsidP="00AD4D86">
            <w:pPr>
              <w:spacing w:after="0" w:line="240" w:lineRule="auto"/>
              <w:rPr>
                <w:sz w:val="18"/>
                <w:szCs w:val="18"/>
              </w:rPr>
            </w:pPr>
            <w:r w:rsidRPr="00F83A0B">
              <w:rPr>
                <w:sz w:val="18"/>
                <w:szCs w:val="18"/>
              </w:rPr>
              <w:t>…</w:t>
            </w:r>
          </w:p>
        </w:tc>
        <w:tc>
          <w:tcPr>
            <w:tcW w:w="937" w:type="dxa"/>
          </w:tcPr>
          <w:p w14:paraId="64A09BA9" w14:textId="77777777" w:rsidR="00180E0B" w:rsidRPr="00F83A0B" w:rsidRDefault="00180E0B" w:rsidP="00AD4D86">
            <w:pPr>
              <w:spacing w:after="0" w:line="240" w:lineRule="auto"/>
              <w:rPr>
                <w:sz w:val="18"/>
                <w:szCs w:val="18"/>
              </w:rPr>
            </w:pPr>
            <w:r w:rsidRPr="00F83A0B">
              <w:rPr>
                <w:sz w:val="18"/>
                <w:szCs w:val="18"/>
              </w:rPr>
              <w:t>…</w:t>
            </w:r>
          </w:p>
        </w:tc>
        <w:tc>
          <w:tcPr>
            <w:tcW w:w="1472" w:type="dxa"/>
            <w:shd w:val="clear" w:color="auto" w:fill="FFF2CC" w:themeFill="accent4" w:themeFillTint="33"/>
          </w:tcPr>
          <w:p w14:paraId="0080848E" w14:textId="77777777" w:rsidR="00180E0B" w:rsidRPr="00F83A0B" w:rsidRDefault="00180E0B" w:rsidP="00AD4D86">
            <w:pPr>
              <w:spacing w:after="0" w:line="240" w:lineRule="auto"/>
              <w:rPr>
                <w:sz w:val="18"/>
                <w:szCs w:val="18"/>
              </w:rPr>
            </w:pPr>
            <w:r w:rsidRPr="00F83A0B">
              <w:rPr>
                <w:sz w:val="18"/>
                <w:szCs w:val="18"/>
              </w:rPr>
              <w:t>…</w:t>
            </w:r>
          </w:p>
        </w:tc>
        <w:tc>
          <w:tcPr>
            <w:tcW w:w="1276" w:type="dxa"/>
          </w:tcPr>
          <w:p w14:paraId="622B0DDA" w14:textId="77777777" w:rsidR="00180E0B" w:rsidRPr="00F83A0B" w:rsidRDefault="00180E0B" w:rsidP="00AD4D86">
            <w:pPr>
              <w:spacing w:after="0" w:line="240" w:lineRule="auto"/>
              <w:rPr>
                <w:sz w:val="18"/>
                <w:szCs w:val="18"/>
              </w:rPr>
            </w:pPr>
            <w:r w:rsidRPr="00F83A0B">
              <w:rPr>
                <w:sz w:val="18"/>
                <w:szCs w:val="18"/>
              </w:rPr>
              <w:t>…</w:t>
            </w:r>
          </w:p>
        </w:tc>
        <w:tc>
          <w:tcPr>
            <w:tcW w:w="1134" w:type="dxa"/>
          </w:tcPr>
          <w:p w14:paraId="28BF5471" w14:textId="77777777" w:rsidR="00180E0B" w:rsidRPr="00F83A0B" w:rsidRDefault="00180E0B" w:rsidP="00AD4D86">
            <w:pPr>
              <w:spacing w:after="0" w:line="240" w:lineRule="auto"/>
              <w:rPr>
                <w:sz w:val="18"/>
                <w:szCs w:val="18"/>
              </w:rPr>
            </w:pPr>
            <w:r w:rsidRPr="00F83A0B">
              <w:rPr>
                <w:sz w:val="18"/>
                <w:szCs w:val="18"/>
              </w:rPr>
              <w:t>…</w:t>
            </w:r>
          </w:p>
        </w:tc>
        <w:tc>
          <w:tcPr>
            <w:tcW w:w="850" w:type="dxa"/>
          </w:tcPr>
          <w:p w14:paraId="4F172A46" w14:textId="77777777" w:rsidR="00180E0B" w:rsidRPr="00F83A0B" w:rsidRDefault="00180E0B" w:rsidP="00AD4D86">
            <w:pPr>
              <w:spacing w:after="0" w:line="240" w:lineRule="auto"/>
              <w:rPr>
                <w:sz w:val="18"/>
                <w:szCs w:val="18"/>
              </w:rPr>
            </w:pPr>
            <w:r w:rsidRPr="00F83A0B">
              <w:rPr>
                <w:sz w:val="18"/>
                <w:szCs w:val="18"/>
              </w:rPr>
              <w:t>…</w:t>
            </w:r>
          </w:p>
        </w:tc>
        <w:tc>
          <w:tcPr>
            <w:tcW w:w="992" w:type="dxa"/>
            <w:shd w:val="clear" w:color="auto" w:fill="FFF2CC" w:themeFill="accent4" w:themeFillTint="33"/>
          </w:tcPr>
          <w:p w14:paraId="46BD9440" w14:textId="77777777" w:rsidR="00180E0B" w:rsidRPr="00F83A0B" w:rsidRDefault="00180E0B" w:rsidP="00AD4D86">
            <w:pPr>
              <w:spacing w:after="0" w:line="240" w:lineRule="auto"/>
              <w:rPr>
                <w:sz w:val="18"/>
                <w:szCs w:val="18"/>
              </w:rPr>
            </w:pPr>
            <w:r w:rsidRPr="00F83A0B">
              <w:rPr>
                <w:sz w:val="18"/>
                <w:szCs w:val="18"/>
              </w:rPr>
              <w:t>…</w:t>
            </w:r>
          </w:p>
        </w:tc>
      </w:tr>
      <w:tr w:rsidR="00180E0B" w:rsidRPr="00F83A0B" w14:paraId="00751B72" w14:textId="77777777" w:rsidTr="00F43BD3">
        <w:tc>
          <w:tcPr>
            <w:tcW w:w="710" w:type="dxa"/>
          </w:tcPr>
          <w:p w14:paraId="31E71E60" w14:textId="77777777" w:rsidR="00180E0B" w:rsidRPr="00F83A0B" w:rsidRDefault="00180E0B" w:rsidP="00AD4D86">
            <w:pPr>
              <w:spacing w:after="0" w:line="240" w:lineRule="auto"/>
              <w:rPr>
                <w:sz w:val="18"/>
                <w:szCs w:val="18"/>
              </w:rPr>
            </w:pPr>
            <w:r>
              <w:rPr>
                <w:sz w:val="18"/>
                <w:szCs w:val="18"/>
              </w:rPr>
              <w:t>TWJ</w:t>
            </w:r>
          </w:p>
        </w:tc>
        <w:tc>
          <w:tcPr>
            <w:tcW w:w="937" w:type="dxa"/>
          </w:tcPr>
          <w:p w14:paraId="0A852484" w14:textId="77777777" w:rsidR="00180E0B" w:rsidRPr="00F83A0B" w:rsidRDefault="00180E0B" w:rsidP="00AD4D86">
            <w:pPr>
              <w:spacing w:after="0" w:line="240" w:lineRule="auto"/>
              <w:rPr>
                <w:sz w:val="18"/>
                <w:szCs w:val="18"/>
              </w:rPr>
            </w:pPr>
            <w:r>
              <w:rPr>
                <w:sz w:val="18"/>
                <w:szCs w:val="18"/>
              </w:rPr>
              <w:t>Turnen</w:t>
            </w:r>
          </w:p>
        </w:tc>
        <w:tc>
          <w:tcPr>
            <w:tcW w:w="1472" w:type="dxa"/>
          </w:tcPr>
          <w:p w14:paraId="30D6950D" w14:textId="77777777" w:rsidR="00180E0B" w:rsidRPr="00F83A0B" w:rsidRDefault="00180E0B" w:rsidP="00AD4D86">
            <w:pPr>
              <w:spacing w:after="0" w:line="240" w:lineRule="auto"/>
              <w:rPr>
                <w:sz w:val="18"/>
                <w:szCs w:val="18"/>
              </w:rPr>
            </w:pPr>
            <w:r w:rsidRPr="00F83A0B">
              <w:rPr>
                <w:sz w:val="18"/>
                <w:szCs w:val="18"/>
              </w:rPr>
              <w:t>Sporthalle IGS</w:t>
            </w:r>
          </w:p>
        </w:tc>
        <w:tc>
          <w:tcPr>
            <w:tcW w:w="1276" w:type="dxa"/>
          </w:tcPr>
          <w:p w14:paraId="3913C22E" w14:textId="77777777" w:rsidR="00180E0B" w:rsidRPr="00F83A0B" w:rsidRDefault="00180E0B" w:rsidP="00AD4D86">
            <w:pPr>
              <w:spacing w:after="0" w:line="240" w:lineRule="auto"/>
              <w:rPr>
                <w:sz w:val="18"/>
                <w:szCs w:val="18"/>
              </w:rPr>
            </w:pPr>
            <w:r>
              <w:rPr>
                <w:sz w:val="18"/>
                <w:szCs w:val="18"/>
              </w:rPr>
              <w:t>Dienstag</w:t>
            </w:r>
          </w:p>
        </w:tc>
        <w:tc>
          <w:tcPr>
            <w:tcW w:w="1134" w:type="dxa"/>
          </w:tcPr>
          <w:p w14:paraId="460D1FD3" w14:textId="77777777" w:rsidR="00180E0B" w:rsidRPr="00F83A0B" w:rsidRDefault="00180E0B" w:rsidP="00AD4D86">
            <w:pPr>
              <w:spacing w:after="0" w:line="240" w:lineRule="auto"/>
              <w:rPr>
                <w:sz w:val="18"/>
                <w:szCs w:val="18"/>
              </w:rPr>
            </w:pPr>
            <w:r>
              <w:rPr>
                <w:sz w:val="18"/>
                <w:szCs w:val="18"/>
              </w:rPr>
              <w:t>16:00</w:t>
            </w:r>
          </w:p>
        </w:tc>
        <w:tc>
          <w:tcPr>
            <w:tcW w:w="850" w:type="dxa"/>
          </w:tcPr>
          <w:p w14:paraId="008AB594" w14:textId="77777777" w:rsidR="00180E0B" w:rsidRPr="00F83A0B" w:rsidRDefault="00180E0B" w:rsidP="00AD4D86">
            <w:pPr>
              <w:spacing w:after="0" w:line="240" w:lineRule="auto"/>
              <w:rPr>
                <w:sz w:val="18"/>
                <w:szCs w:val="18"/>
              </w:rPr>
            </w:pPr>
            <w:r>
              <w:rPr>
                <w:sz w:val="18"/>
                <w:szCs w:val="18"/>
              </w:rPr>
              <w:t>60</w:t>
            </w:r>
          </w:p>
        </w:tc>
        <w:tc>
          <w:tcPr>
            <w:tcW w:w="992" w:type="dxa"/>
          </w:tcPr>
          <w:p w14:paraId="64648CA9" w14:textId="77777777" w:rsidR="00180E0B" w:rsidRPr="00F83A0B" w:rsidRDefault="00180E0B" w:rsidP="00AD4D86">
            <w:pPr>
              <w:spacing w:after="0" w:line="240" w:lineRule="auto"/>
              <w:rPr>
                <w:sz w:val="18"/>
                <w:szCs w:val="18"/>
              </w:rPr>
            </w:pPr>
            <w:r>
              <w:rPr>
                <w:sz w:val="18"/>
                <w:szCs w:val="18"/>
              </w:rPr>
              <w:t>26</w:t>
            </w:r>
          </w:p>
        </w:tc>
      </w:tr>
      <w:tr w:rsidR="00180E0B" w:rsidRPr="00F83A0B" w14:paraId="0D65F291" w14:textId="77777777" w:rsidTr="00F43BD3">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27AAA082" w14:textId="77777777" w:rsidR="00180E0B" w:rsidRPr="00F83A0B" w:rsidRDefault="00180E0B" w:rsidP="00AD4D86">
            <w:pPr>
              <w:spacing w:after="0" w:line="240" w:lineRule="auto"/>
              <w:rPr>
                <w:sz w:val="18"/>
                <w:szCs w:val="18"/>
              </w:rPr>
            </w:pPr>
            <w:r w:rsidRPr="00F83A0B">
              <w:rPr>
                <w:sz w:val="18"/>
                <w:szCs w:val="18"/>
              </w:rPr>
              <w:t>HHE</w:t>
            </w:r>
          </w:p>
        </w:tc>
        <w:tc>
          <w:tcPr>
            <w:tcW w:w="937" w:type="dxa"/>
          </w:tcPr>
          <w:p w14:paraId="57DC68A1" w14:textId="77777777" w:rsidR="00180E0B" w:rsidRPr="00F83A0B" w:rsidRDefault="00180E0B" w:rsidP="00AD4D86">
            <w:pPr>
              <w:spacing w:after="0" w:line="240" w:lineRule="auto"/>
              <w:rPr>
                <w:sz w:val="18"/>
                <w:szCs w:val="18"/>
              </w:rPr>
            </w:pPr>
            <w:r w:rsidRPr="00F83A0B">
              <w:rPr>
                <w:sz w:val="18"/>
                <w:szCs w:val="18"/>
              </w:rPr>
              <w:t>Handball</w:t>
            </w:r>
          </w:p>
        </w:tc>
        <w:tc>
          <w:tcPr>
            <w:tcW w:w="1472" w:type="dxa"/>
            <w:shd w:val="clear" w:color="auto" w:fill="FFF2CC" w:themeFill="accent4" w:themeFillTint="33"/>
          </w:tcPr>
          <w:p w14:paraId="3DA6BFD1" w14:textId="77777777" w:rsidR="00180E0B" w:rsidRPr="00F83A0B" w:rsidRDefault="00180E0B" w:rsidP="00AD4D86">
            <w:pPr>
              <w:spacing w:after="0" w:line="240" w:lineRule="auto"/>
              <w:rPr>
                <w:sz w:val="18"/>
                <w:szCs w:val="18"/>
              </w:rPr>
            </w:pPr>
            <w:r w:rsidRPr="00F83A0B">
              <w:rPr>
                <w:sz w:val="18"/>
                <w:szCs w:val="18"/>
              </w:rPr>
              <w:t>Sporthalle 2</w:t>
            </w:r>
          </w:p>
        </w:tc>
        <w:tc>
          <w:tcPr>
            <w:tcW w:w="1276" w:type="dxa"/>
          </w:tcPr>
          <w:p w14:paraId="42766A50" w14:textId="77777777" w:rsidR="00180E0B" w:rsidRPr="00F83A0B" w:rsidRDefault="00180E0B" w:rsidP="00AD4D86">
            <w:pPr>
              <w:spacing w:after="0" w:line="240" w:lineRule="auto"/>
              <w:rPr>
                <w:sz w:val="18"/>
                <w:szCs w:val="18"/>
              </w:rPr>
            </w:pPr>
            <w:r w:rsidRPr="00F83A0B">
              <w:rPr>
                <w:sz w:val="18"/>
                <w:szCs w:val="18"/>
              </w:rPr>
              <w:t>Mittwoch</w:t>
            </w:r>
          </w:p>
        </w:tc>
        <w:tc>
          <w:tcPr>
            <w:tcW w:w="1134" w:type="dxa"/>
          </w:tcPr>
          <w:p w14:paraId="53D95FB8" w14:textId="77777777" w:rsidR="00180E0B" w:rsidRPr="00F83A0B" w:rsidRDefault="00180E0B" w:rsidP="00AD4D86">
            <w:pPr>
              <w:spacing w:after="0" w:line="240" w:lineRule="auto"/>
              <w:rPr>
                <w:sz w:val="18"/>
                <w:szCs w:val="18"/>
              </w:rPr>
            </w:pPr>
            <w:r w:rsidRPr="00F83A0B">
              <w:rPr>
                <w:sz w:val="18"/>
                <w:szCs w:val="18"/>
              </w:rPr>
              <w:t>17:30</w:t>
            </w:r>
          </w:p>
        </w:tc>
        <w:tc>
          <w:tcPr>
            <w:tcW w:w="850" w:type="dxa"/>
          </w:tcPr>
          <w:p w14:paraId="5539FBD2" w14:textId="77777777" w:rsidR="00180E0B" w:rsidRPr="00F83A0B" w:rsidRDefault="00180E0B" w:rsidP="00AD4D86">
            <w:pPr>
              <w:spacing w:after="0" w:line="240" w:lineRule="auto"/>
              <w:rPr>
                <w:sz w:val="18"/>
                <w:szCs w:val="18"/>
              </w:rPr>
            </w:pPr>
            <w:r w:rsidRPr="00F83A0B">
              <w:rPr>
                <w:sz w:val="18"/>
                <w:szCs w:val="18"/>
              </w:rPr>
              <w:t>90</w:t>
            </w:r>
          </w:p>
        </w:tc>
        <w:tc>
          <w:tcPr>
            <w:tcW w:w="992" w:type="dxa"/>
            <w:shd w:val="clear" w:color="auto" w:fill="FFF2CC" w:themeFill="accent4" w:themeFillTint="33"/>
          </w:tcPr>
          <w:p w14:paraId="2C7E894C" w14:textId="77777777" w:rsidR="00180E0B" w:rsidRPr="00F83A0B" w:rsidRDefault="00180E0B" w:rsidP="00AD4D86">
            <w:pPr>
              <w:spacing w:after="0" w:line="240" w:lineRule="auto"/>
              <w:rPr>
                <w:sz w:val="18"/>
                <w:szCs w:val="18"/>
              </w:rPr>
            </w:pPr>
            <w:r w:rsidRPr="00F83A0B">
              <w:rPr>
                <w:sz w:val="18"/>
                <w:szCs w:val="18"/>
              </w:rPr>
              <w:t>25</w:t>
            </w:r>
          </w:p>
        </w:tc>
      </w:tr>
      <w:tr w:rsidR="00180E0B" w:rsidRPr="00F83A0B" w14:paraId="033532C7" w14:textId="77777777" w:rsidTr="00F43BD3">
        <w:tc>
          <w:tcPr>
            <w:tcW w:w="710" w:type="dxa"/>
            <w:shd w:val="clear" w:color="auto" w:fill="FFFFFF" w:themeFill="background1"/>
          </w:tcPr>
          <w:p w14:paraId="1B1762DE" w14:textId="77777777" w:rsidR="00180E0B" w:rsidRPr="00F83A0B" w:rsidRDefault="00180E0B" w:rsidP="00AD4D86">
            <w:pPr>
              <w:spacing w:after="0" w:line="240" w:lineRule="auto"/>
              <w:rPr>
                <w:sz w:val="18"/>
                <w:szCs w:val="18"/>
              </w:rPr>
            </w:pPr>
            <w:r w:rsidRPr="00F83A0B">
              <w:rPr>
                <w:sz w:val="18"/>
                <w:szCs w:val="18"/>
              </w:rPr>
              <w:t>HHJ</w:t>
            </w:r>
          </w:p>
        </w:tc>
        <w:tc>
          <w:tcPr>
            <w:tcW w:w="937" w:type="dxa"/>
          </w:tcPr>
          <w:p w14:paraId="6B38AF58" w14:textId="77777777" w:rsidR="00180E0B" w:rsidRPr="00F83A0B" w:rsidRDefault="00180E0B" w:rsidP="00AD4D86">
            <w:pPr>
              <w:spacing w:after="0" w:line="240" w:lineRule="auto"/>
              <w:rPr>
                <w:sz w:val="18"/>
                <w:szCs w:val="18"/>
              </w:rPr>
            </w:pPr>
            <w:r w:rsidRPr="00F83A0B">
              <w:rPr>
                <w:sz w:val="18"/>
                <w:szCs w:val="18"/>
              </w:rPr>
              <w:t>Handball</w:t>
            </w:r>
          </w:p>
        </w:tc>
        <w:tc>
          <w:tcPr>
            <w:tcW w:w="1472" w:type="dxa"/>
          </w:tcPr>
          <w:p w14:paraId="78ABB4DB" w14:textId="77777777" w:rsidR="00180E0B" w:rsidRPr="00F83A0B" w:rsidRDefault="00180E0B" w:rsidP="00AD4D86">
            <w:pPr>
              <w:spacing w:after="0" w:line="240" w:lineRule="auto"/>
              <w:rPr>
                <w:sz w:val="18"/>
                <w:szCs w:val="18"/>
              </w:rPr>
            </w:pPr>
            <w:r w:rsidRPr="00F83A0B">
              <w:rPr>
                <w:sz w:val="18"/>
                <w:szCs w:val="18"/>
              </w:rPr>
              <w:t>Sporthalle 2</w:t>
            </w:r>
          </w:p>
        </w:tc>
        <w:tc>
          <w:tcPr>
            <w:tcW w:w="1276" w:type="dxa"/>
          </w:tcPr>
          <w:p w14:paraId="57DDF3E7" w14:textId="77777777" w:rsidR="00180E0B" w:rsidRPr="00F83A0B" w:rsidRDefault="00180E0B" w:rsidP="00AD4D86">
            <w:pPr>
              <w:spacing w:after="0" w:line="240" w:lineRule="auto"/>
              <w:rPr>
                <w:sz w:val="18"/>
                <w:szCs w:val="18"/>
              </w:rPr>
            </w:pPr>
            <w:r w:rsidRPr="00F83A0B">
              <w:rPr>
                <w:sz w:val="18"/>
                <w:szCs w:val="18"/>
              </w:rPr>
              <w:t>Donners</w:t>
            </w:r>
            <w:r>
              <w:rPr>
                <w:sz w:val="18"/>
                <w:szCs w:val="18"/>
              </w:rPr>
              <w:softHyphen/>
            </w:r>
            <w:r w:rsidRPr="00F83A0B">
              <w:rPr>
                <w:sz w:val="18"/>
                <w:szCs w:val="18"/>
              </w:rPr>
              <w:t>tag</w:t>
            </w:r>
          </w:p>
        </w:tc>
        <w:tc>
          <w:tcPr>
            <w:tcW w:w="1134" w:type="dxa"/>
          </w:tcPr>
          <w:p w14:paraId="78E2C3B3" w14:textId="77777777" w:rsidR="00180E0B" w:rsidRPr="00F83A0B" w:rsidRDefault="00180E0B" w:rsidP="00AD4D86">
            <w:pPr>
              <w:spacing w:after="0" w:line="240" w:lineRule="auto"/>
              <w:rPr>
                <w:sz w:val="18"/>
                <w:szCs w:val="18"/>
              </w:rPr>
            </w:pPr>
            <w:r w:rsidRPr="00F83A0B">
              <w:rPr>
                <w:sz w:val="18"/>
                <w:szCs w:val="18"/>
              </w:rPr>
              <w:t>17:00</w:t>
            </w:r>
          </w:p>
        </w:tc>
        <w:tc>
          <w:tcPr>
            <w:tcW w:w="850" w:type="dxa"/>
          </w:tcPr>
          <w:p w14:paraId="2E7AA19D" w14:textId="77777777" w:rsidR="00180E0B" w:rsidRPr="00F83A0B" w:rsidRDefault="00180E0B" w:rsidP="00AD4D86">
            <w:pPr>
              <w:spacing w:after="0" w:line="240" w:lineRule="auto"/>
              <w:rPr>
                <w:sz w:val="18"/>
                <w:szCs w:val="18"/>
              </w:rPr>
            </w:pPr>
            <w:r w:rsidRPr="00F83A0B">
              <w:rPr>
                <w:sz w:val="18"/>
                <w:szCs w:val="18"/>
              </w:rPr>
              <w:t>60</w:t>
            </w:r>
          </w:p>
        </w:tc>
        <w:tc>
          <w:tcPr>
            <w:tcW w:w="992" w:type="dxa"/>
            <w:shd w:val="clear" w:color="auto" w:fill="FFFFFF" w:themeFill="background1"/>
          </w:tcPr>
          <w:p w14:paraId="3196D9FB" w14:textId="77777777" w:rsidR="00180E0B" w:rsidRPr="00F83A0B" w:rsidRDefault="00180E0B" w:rsidP="00AD4D86">
            <w:pPr>
              <w:spacing w:after="0" w:line="240" w:lineRule="auto"/>
              <w:rPr>
                <w:sz w:val="18"/>
                <w:szCs w:val="18"/>
              </w:rPr>
            </w:pPr>
            <w:r w:rsidRPr="00F83A0B">
              <w:rPr>
                <w:sz w:val="18"/>
                <w:szCs w:val="18"/>
              </w:rPr>
              <w:t>25</w:t>
            </w:r>
          </w:p>
        </w:tc>
      </w:tr>
      <w:tr w:rsidR="00180E0B" w:rsidRPr="00FD576A" w14:paraId="5492CAA3" w14:textId="77777777" w:rsidTr="00F43BD3">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2AE99F70" w14:textId="77777777" w:rsidR="00180E0B" w:rsidRPr="00385B70" w:rsidRDefault="00180E0B" w:rsidP="00AD4D86">
            <w:pPr>
              <w:spacing w:after="0" w:line="240" w:lineRule="auto"/>
              <w:rPr>
                <w:sz w:val="18"/>
                <w:szCs w:val="18"/>
              </w:rPr>
            </w:pPr>
            <w:r w:rsidRPr="00385B70">
              <w:rPr>
                <w:sz w:val="18"/>
                <w:szCs w:val="18"/>
              </w:rPr>
              <w:t>…</w:t>
            </w:r>
          </w:p>
        </w:tc>
        <w:tc>
          <w:tcPr>
            <w:tcW w:w="937" w:type="dxa"/>
          </w:tcPr>
          <w:p w14:paraId="5F96466F" w14:textId="77777777" w:rsidR="00180E0B" w:rsidRPr="00385B70" w:rsidRDefault="00180E0B" w:rsidP="00AD4D86">
            <w:pPr>
              <w:spacing w:after="0" w:line="240" w:lineRule="auto"/>
              <w:rPr>
                <w:sz w:val="18"/>
                <w:szCs w:val="18"/>
              </w:rPr>
            </w:pPr>
            <w:r w:rsidRPr="00385B70">
              <w:rPr>
                <w:sz w:val="18"/>
                <w:szCs w:val="18"/>
              </w:rPr>
              <w:t>…</w:t>
            </w:r>
          </w:p>
        </w:tc>
        <w:tc>
          <w:tcPr>
            <w:tcW w:w="1472" w:type="dxa"/>
            <w:shd w:val="clear" w:color="auto" w:fill="FFF2CC" w:themeFill="accent4" w:themeFillTint="33"/>
          </w:tcPr>
          <w:p w14:paraId="2318EA64" w14:textId="77777777" w:rsidR="00180E0B" w:rsidRPr="00385B70" w:rsidRDefault="00180E0B" w:rsidP="00AD4D86">
            <w:pPr>
              <w:spacing w:after="0" w:line="240" w:lineRule="auto"/>
              <w:rPr>
                <w:sz w:val="18"/>
                <w:szCs w:val="18"/>
              </w:rPr>
            </w:pPr>
            <w:r w:rsidRPr="00385B70">
              <w:rPr>
                <w:sz w:val="18"/>
                <w:szCs w:val="18"/>
              </w:rPr>
              <w:t>…</w:t>
            </w:r>
          </w:p>
        </w:tc>
        <w:tc>
          <w:tcPr>
            <w:tcW w:w="1276" w:type="dxa"/>
          </w:tcPr>
          <w:p w14:paraId="2C04E718" w14:textId="77777777" w:rsidR="00180E0B" w:rsidRPr="00385B70" w:rsidRDefault="00180E0B" w:rsidP="00AD4D86">
            <w:pPr>
              <w:spacing w:after="0" w:line="240" w:lineRule="auto"/>
              <w:rPr>
                <w:sz w:val="18"/>
                <w:szCs w:val="18"/>
              </w:rPr>
            </w:pPr>
            <w:r w:rsidRPr="00385B70">
              <w:rPr>
                <w:sz w:val="18"/>
                <w:szCs w:val="18"/>
              </w:rPr>
              <w:t>…</w:t>
            </w:r>
          </w:p>
        </w:tc>
        <w:tc>
          <w:tcPr>
            <w:tcW w:w="1134" w:type="dxa"/>
          </w:tcPr>
          <w:p w14:paraId="53225EC1" w14:textId="77777777" w:rsidR="00180E0B" w:rsidRPr="00385B70" w:rsidRDefault="00180E0B" w:rsidP="00AD4D86">
            <w:pPr>
              <w:spacing w:after="0" w:line="240" w:lineRule="auto"/>
              <w:rPr>
                <w:sz w:val="18"/>
                <w:szCs w:val="18"/>
              </w:rPr>
            </w:pPr>
            <w:r w:rsidRPr="00385B70">
              <w:rPr>
                <w:sz w:val="18"/>
                <w:szCs w:val="18"/>
              </w:rPr>
              <w:t>…</w:t>
            </w:r>
          </w:p>
        </w:tc>
        <w:tc>
          <w:tcPr>
            <w:tcW w:w="850" w:type="dxa"/>
          </w:tcPr>
          <w:p w14:paraId="689A068D" w14:textId="77777777" w:rsidR="00180E0B" w:rsidRPr="00385B70" w:rsidRDefault="00180E0B" w:rsidP="00AD4D86">
            <w:pPr>
              <w:spacing w:after="0" w:line="240" w:lineRule="auto"/>
              <w:rPr>
                <w:sz w:val="18"/>
                <w:szCs w:val="18"/>
              </w:rPr>
            </w:pPr>
            <w:r w:rsidRPr="00385B70">
              <w:rPr>
                <w:sz w:val="18"/>
                <w:szCs w:val="18"/>
              </w:rPr>
              <w:t>…</w:t>
            </w:r>
          </w:p>
        </w:tc>
        <w:tc>
          <w:tcPr>
            <w:tcW w:w="992" w:type="dxa"/>
            <w:shd w:val="clear" w:color="auto" w:fill="FFF2CC" w:themeFill="accent4" w:themeFillTint="33"/>
          </w:tcPr>
          <w:p w14:paraId="77FA3366" w14:textId="77777777" w:rsidR="00180E0B" w:rsidRPr="00385B70" w:rsidRDefault="00180E0B" w:rsidP="00AD4D86">
            <w:pPr>
              <w:spacing w:after="0" w:line="240" w:lineRule="auto"/>
              <w:rPr>
                <w:sz w:val="18"/>
                <w:szCs w:val="18"/>
              </w:rPr>
            </w:pPr>
            <w:r w:rsidRPr="00385B70">
              <w:rPr>
                <w:sz w:val="18"/>
                <w:szCs w:val="18"/>
              </w:rPr>
              <w:t>…</w:t>
            </w:r>
          </w:p>
        </w:tc>
      </w:tr>
    </w:tbl>
    <w:p w14:paraId="41594D0B" w14:textId="1FCB86F0" w:rsidR="001F1510" w:rsidRPr="00C45CF9" w:rsidRDefault="00C45CF9" w:rsidP="00C45CF9">
      <w:pPr>
        <w:spacing w:before="120" w:after="0"/>
        <w:rPr>
          <w:b/>
          <w:bCs/>
        </w:rPr>
      </w:pPr>
      <w:r w:rsidRPr="00C45CF9">
        <w:rPr>
          <w:b/>
          <w:bCs/>
        </w:rPr>
        <w:t>Sportstaetten</w:t>
      </w:r>
    </w:p>
    <w:tbl>
      <w:tblPr>
        <w:tblStyle w:val="Gitternetztabelle4Akzent1"/>
        <w:tblW w:w="5954" w:type="dxa"/>
        <w:tblInd w:w="-5" w:type="dxa"/>
        <w:tblLayout w:type="fixed"/>
        <w:tblLook w:val="0420" w:firstRow="1" w:lastRow="0" w:firstColumn="0" w:lastColumn="0" w:noHBand="0" w:noVBand="1"/>
      </w:tblPr>
      <w:tblGrid>
        <w:gridCol w:w="1276"/>
        <w:gridCol w:w="1559"/>
        <w:gridCol w:w="1560"/>
        <w:gridCol w:w="1559"/>
      </w:tblGrid>
      <w:tr w:rsidR="001F1510" w:rsidRPr="00F83A0B" w14:paraId="3A8CBBE3" w14:textId="77777777" w:rsidTr="00AC11BA">
        <w:trPr>
          <w:cnfStyle w:val="100000000000" w:firstRow="1" w:lastRow="0" w:firstColumn="0" w:lastColumn="0" w:oddVBand="0" w:evenVBand="0" w:oddHBand="0" w:evenHBand="0" w:firstRowFirstColumn="0" w:firstRowLastColumn="0" w:lastRowFirstColumn="0" w:lastRowLastColumn="0"/>
        </w:trPr>
        <w:tc>
          <w:tcPr>
            <w:tcW w:w="1276" w:type="dxa"/>
            <w:shd w:val="clear" w:color="auto" w:fill="ED7D31" w:themeFill="accent2"/>
          </w:tcPr>
          <w:p w14:paraId="7620CCA1" w14:textId="77777777" w:rsidR="001F1510" w:rsidRPr="00F83A0B" w:rsidRDefault="001F1510" w:rsidP="00AD4D86">
            <w:pPr>
              <w:spacing w:after="0" w:line="240" w:lineRule="auto"/>
              <w:rPr>
                <w:sz w:val="18"/>
                <w:szCs w:val="18"/>
              </w:rPr>
            </w:pPr>
            <w:r w:rsidRPr="00F83A0B">
              <w:rPr>
                <w:sz w:val="18"/>
                <w:szCs w:val="18"/>
              </w:rPr>
              <w:t>Sportstaette</w:t>
            </w:r>
          </w:p>
        </w:tc>
        <w:tc>
          <w:tcPr>
            <w:tcW w:w="1559" w:type="dxa"/>
            <w:shd w:val="clear" w:color="auto" w:fill="4E6B9E"/>
          </w:tcPr>
          <w:p w14:paraId="63572264" w14:textId="1F9C6010" w:rsidR="001F1510" w:rsidRPr="00F83A0B" w:rsidRDefault="001F1510" w:rsidP="00AD4D86">
            <w:pPr>
              <w:spacing w:after="0" w:line="240" w:lineRule="auto"/>
              <w:rPr>
                <w:sz w:val="18"/>
                <w:szCs w:val="18"/>
              </w:rPr>
            </w:pPr>
            <w:r w:rsidRPr="00F83A0B">
              <w:rPr>
                <w:sz w:val="18"/>
                <w:szCs w:val="18"/>
              </w:rPr>
              <w:t>Hallengroesse</w:t>
            </w:r>
          </w:p>
        </w:tc>
        <w:tc>
          <w:tcPr>
            <w:tcW w:w="1560" w:type="dxa"/>
            <w:shd w:val="clear" w:color="auto" w:fill="4E6B9E"/>
          </w:tcPr>
          <w:p w14:paraId="20CF315E" w14:textId="4D1E1B15" w:rsidR="001F1510" w:rsidRPr="00F83A0B" w:rsidRDefault="001F1510" w:rsidP="00AD4D86">
            <w:pPr>
              <w:spacing w:after="0" w:line="240" w:lineRule="auto"/>
              <w:rPr>
                <w:sz w:val="18"/>
                <w:szCs w:val="18"/>
              </w:rPr>
            </w:pPr>
            <w:r w:rsidRPr="00F83A0B">
              <w:rPr>
                <w:sz w:val="18"/>
                <w:szCs w:val="18"/>
              </w:rPr>
              <w:t>Ansprechpartner</w:t>
            </w:r>
          </w:p>
        </w:tc>
        <w:tc>
          <w:tcPr>
            <w:tcW w:w="1559" w:type="dxa"/>
            <w:shd w:val="clear" w:color="auto" w:fill="4E6B9E"/>
          </w:tcPr>
          <w:p w14:paraId="47A5B139" w14:textId="77777777" w:rsidR="001F1510" w:rsidRPr="00F83A0B" w:rsidRDefault="001F1510" w:rsidP="00AD4D86">
            <w:pPr>
              <w:spacing w:after="0" w:line="240" w:lineRule="auto"/>
              <w:rPr>
                <w:sz w:val="18"/>
                <w:szCs w:val="18"/>
              </w:rPr>
            </w:pPr>
            <w:r w:rsidRPr="00F83A0B">
              <w:rPr>
                <w:sz w:val="18"/>
                <w:szCs w:val="18"/>
              </w:rPr>
              <w:t>Telefon</w:t>
            </w:r>
          </w:p>
        </w:tc>
      </w:tr>
      <w:tr w:rsidR="00CD50EA" w:rsidRPr="00F83A0B" w14:paraId="244734B4" w14:textId="77777777" w:rsidTr="00AC11BA">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4410C7AF" w14:textId="77777777" w:rsidR="00CD50EA" w:rsidRPr="00F83A0B" w:rsidRDefault="00CD50EA" w:rsidP="00AD4D86">
            <w:pPr>
              <w:spacing w:after="0" w:line="240" w:lineRule="auto"/>
              <w:rPr>
                <w:sz w:val="18"/>
                <w:szCs w:val="18"/>
              </w:rPr>
            </w:pPr>
            <w:r w:rsidRPr="00F83A0B">
              <w:rPr>
                <w:sz w:val="18"/>
                <w:szCs w:val="18"/>
              </w:rPr>
              <w:t>…</w:t>
            </w:r>
          </w:p>
        </w:tc>
        <w:tc>
          <w:tcPr>
            <w:tcW w:w="1559" w:type="dxa"/>
          </w:tcPr>
          <w:p w14:paraId="52C964B5" w14:textId="6B210537" w:rsidR="00CD50EA" w:rsidRPr="00F83A0B" w:rsidRDefault="00CD50EA" w:rsidP="00AD4D86">
            <w:pPr>
              <w:spacing w:after="0" w:line="240" w:lineRule="auto"/>
              <w:rPr>
                <w:sz w:val="18"/>
                <w:szCs w:val="18"/>
              </w:rPr>
            </w:pPr>
            <w:r w:rsidRPr="004A034B">
              <w:rPr>
                <w:sz w:val="18"/>
                <w:szCs w:val="18"/>
              </w:rPr>
              <w:t>…</w:t>
            </w:r>
          </w:p>
        </w:tc>
        <w:tc>
          <w:tcPr>
            <w:tcW w:w="1560" w:type="dxa"/>
          </w:tcPr>
          <w:p w14:paraId="13294F52" w14:textId="6CD211A7" w:rsidR="00CD50EA" w:rsidRPr="00F83A0B" w:rsidRDefault="00CD50EA" w:rsidP="00AD4D86">
            <w:pPr>
              <w:spacing w:after="0" w:line="240" w:lineRule="auto"/>
              <w:rPr>
                <w:sz w:val="18"/>
                <w:szCs w:val="18"/>
              </w:rPr>
            </w:pPr>
            <w:r w:rsidRPr="004A034B">
              <w:rPr>
                <w:sz w:val="18"/>
                <w:szCs w:val="18"/>
              </w:rPr>
              <w:t>…</w:t>
            </w:r>
          </w:p>
        </w:tc>
        <w:tc>
          <w:tcPr>
            <w:tcW w:w="1559" w:type="dxa"/>
          </w:tcPr>
          <w:p w14:paraId="32D4AEEB" w14:textId="51FC2B7A" w:rsidR="00CD50EA" w:rsidRPr="00F83A0B" w:rsidRDefault="00CD50EA" w:rsidP="00AD4D86">
            <w:pPr>
              <w:spacing w:after="0" w:line="240" w:lineRule="auto"/>
              <w:rPr>
                <w:sz w:val="18"/>
                <w:szCs w:val="18"/>
              </w:rPr>
            </w:pPr>
            <w:r w:rsidRPr="004A034B">
              <w:rPr>
                <w:sz w:val="18"/>
                <w:szCs w:val="18"/>
              </w:rPr>
              <w:t>…</w:t>
            </w:r>
          </w:p>
        </w:tc>
      </w:tr>
      <w:tr w:rsidR="001F1510" w:rsidRPr="00F83A0B" w14:paraId="0DADFC1C" w14:textId="77777777" w:rsidTr="00180E0B">
        <w:tc>
          <w:tcPr>
            <w:tcW w:w="1276" w:type="dxa"/>
          </w:tcPr>
          <w:p w14:paraId="5ABDB43B" w14:textId="77777777" w:rsidR="001F1510" w:rsidRPr="00F83A0B" w:rsidRDefault="001F1510" w:rsidP="00AD4D86">
            <w:pPr>
              <w:spacing w:after="0" w:line="240" w:lineRule="auto"/>
              <w:rPr>
                <w:sz w:val="18"/>
                <w:szCs w:val="18"/>
              </w:rPr>
            </w:pPr>
            <w:r w:rsidRPr="00F83A0B">
              <w:rPr>
                <w:sz w:val="18"/>
                <w:szCs w:val="18"/>
              </w:rPr>
              <w:t>Sporthalle IGS</w:t>
            </w:r>
          </w:p>
        </w:tc>
        <w:tc>
          <w:tcPr>
            <w:tcW w:w="1559" w:type="dxa"/>
          </w:tcPr>
          <w:p w14:paraId="3AB82947" w14:textId="77777777" w:rsidR="001F1510" w:rsidRPr="00F83A0B" w:rsidRDefault="001F1510" w:rsidP="00AD4D86">
            <w:pPr>
              <w:spacing w:after="0" w:line="240" w:lineRule="auto"/>
              <w:rPr>
                <w:sz w:val="18"/>
                <w:szCs w:val="18"/>
              </w:rPr>
            </w:pPr>
            <w:r w:rsidRPr="00F83A0B">
              <w:rPr>
                <w:sz w:val="18"/>
                <w:szCs w:val="18"/>
              </w:rPr>
              <w:t>300</w:t>
            </w:r>
          </w:p>
        </w:tc>
        <w:tc>
          <w:tcPr>
            <w:tcW w:w="1560" w:type="dxa"/>
          </w:tcPr>
          <w:p w14:paraId="46146D92" w14:textId="77777777" w:rsidR="001F1510" w:rsidRPr="00F83A0B" w:rsidRDefault="001F1510" w:rsidP="00AD4D86">
            <w:pPr>
              <w:spacing w:after="0" w:line="240" w:lineRule="auto"/>
              <w:rPr>
                <w:sz w:val="18"/>
                <w:szCs w:val="18"/>
              </w:rPr>
            </w:pPr>
            <w:r w:rsidRPr="00F83A0B">
              <w:rPr>
                <w:sz w:val="18"/>
                <w:szCs w:val="18"/>
              </w:rPr>
              <w:t>Herr Freund</w:t>
            </w:r>
          </w:p>
        </w:tc>
        <w:tc>
          <w:tcPr>
            <w:tcW w:w="1559" w:type="dxa"/>
          </w:tcPr>
          <w:p w14:paraId="18BC5FA5" w14:textId="77777777" w:rsidR="001F1510" w:rsidRPr="00F83A0B" w:rsidRDefault="001F1510" w:rsidP="00AD4D86">
            <w:pPr>
              <w:spacing w:after="0" w:line="240" w:lineRule="auto"/>
              <w:rPr>
                <w:sz w:val="18"/>
                <w:szCs w:val="18"/>
              </w:rPr>
            </w:pPr>
            <w:r w:rsidRPr="00F83A0B">
              <w:rPr>
                <w:sz w:val="18"/>
                <w:szCs w:val="18"/>
              </w:rPr>
              <w:t>0151-73451239</w:t>
            </w:r>
          </w:p>
        </w:tc>
      </w:tr>
      <w:tr w:rsidR="001F1510" w:rsidRPr="00F83A0B" w14:paraId="75FCE177" w14:textId="77777777" w:rsidTr="00AC11BA">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66AD765E" w14:textId="77777777" w:rsidR="001F1510" w:rsidRPr="00F83A0B" w:rsidRDefault="001F1510" w:rsidP="00AD4D86">
            <w:pPr>
              <w:spacing w:after="0" w:line="240" w:lineRule="auto"/>
              <w:rPr>
                <w:sz w:val="18"/>
                <w:szCs w:val="18"/>
              </w:rPr>
            </w:pPr>
            <w:r w:rsidRPr="00F83A0B">
              <w:rPr>
                <w:sz w:val="18"/>
                <w:szCs w:val="18"/>
              </w:rPr>
              <w:t>Sporthalle 2</w:t>
            </w:r>
          </w:p>
        </w:tc>
        <w:tc>
          <w:tcPr>
            <w:tcW w:w="1559" w:type="dxa"/>
          </w:tcPr>
          <w:p w14:paraId="27A2D6D5" w14:textId="77777777" w:rsidR="001F1510" w:rsidRPr="00F83A0B" w:rsidRDefault="001F1510" w:rsidP="00AD4D86">
            <w:pPr>
              <w:spacing w:after="0" w:line="240" w:lineRule="auto"/>
              <w:rPr>
                <w:sz w:val="18"/>
                <w:szCs w:val="18"/>
              </w:rPr>
            </w:pPr>
            <w:r w:rsidRPr="00F83A0B">
              <w:rPr>
                <w:sz w:val="18"/>
                <w:szCs w:val="18"/>
              </w:rPr>
              <w:t>200</w:t>
            </w:r>
          </w:p>
        </w:tc>
        <w:tc>
          <w:tcPr>
            <w:tcW w:w="1560" w:type="dxa"/>
          </w:tcPr>
          <w:p w14:paraId="2D186553" w14:textId="77777777" w:rsidR="001F1510" w:rsidRPr="00F83A0B" w:rsidRDefault="001F1510" w:rsidP="00AD4D86">
            <w:pPr>
              <w:spacing w:after="0" w:line="240" w:lineRule="auto"/>
              <w:rPr>
                <w:sz w:val="18"/>
                <w:szCs w:val="18"/>
              </w:rPr>
            </w:pPr>
            <w:r w:rsidRPr="00F83A0B">
              <w:rPr>
                <w:sz w:val="18"/>
                <w:szCs w:val="18"/>
              </w:rPr>
              <w:t>Frau Holle</w:t>
            </w:r>
          </w:p>
        </w:tc>
        <w:tc>
          <w:tcPr>
            <w:tcW w:w="1559" w:type="dxa"/>
          </w:tcPr>
          <w:p w14:paraId="1BF3E09E" w14:textId="77777777" w:rsidR="001F1510" w:rsidRPr="00F83A0B" w:rsidRDefault="001F1510" w:rsidP="00AD4D86">
            <w:pPr>
              <w:spacing w:after="0" w:line="240" w:lineRule="auto"/>
              <w:rPr>
                <w:sz w:val="18"/>
                <w:szCs w:val="18"/>
              </w:rPr>
            </w:pPr>
            <w:r w:rsidRPr="00F83A0B">
              <w:rPr>
                <w:sz w:val="18"/>
                <w:szCs w:val="18"/>
              </w:rPr>
              <w:t>0162-192837465</w:t>
            </w:r>
          </w:p>
        </w:tc>
      </w:tr>
      <w:tr w:rsidR="00CD50EA" w:rsidRPr="00FD576A" w14:paraId="156701D1" w14:textId="77777777" w:rsidTr="00180E0B">
        <w:tc>
          <w:tcPr>
            <w:tcW w:w="1276" w:type="dxa"/>
          </w:tcPr>
          <w:p w14:paraId="559081F3" w14:textId="77777777" w:rsidR="00CD50EA" w:rsidRPr="00385B70" w:rsidRDefault="00CD50EA" w:rsidP="00AD4D86">
            <w:pPr>
              <w:spacing w:after="0" w:line="240" w:lineRule="auto"/>
              <w:rPr>
                <w:sz w:val="18"/>
                <w:szCs w:val="18"/>
              </w:rPr>
            </w:pPr>
            <w:r w:rsidRPr="00385B70">
              <w:rPr>
                <w:sz w:val="18"/>
                <w:szCs w:val="18"/>
              </w:rPr>
              <w:t>…</w:t>
            </w:r>
          </w:p>
        </w:tc>
        <w:tc>
          <w:tcPr>
            <w:tcW w:w="1559" w:type="dxa"/>
          </w:tcPr>
          <w:p w14:paraId="23D62743" w14:textId="0F2C6E42" w:rsidR="00CD50EA" w:rsidRPr="00385B70" w:rsidRDefault="00CD50EA" w:rsidP="00AD4D86">
            <w:pPr>
              <w:spacing w:after="0" w:line="240" w:lineRule="auto"/>
              <w:rPr>
                <w:sz w:val="18"/>
                <w:szCs w:val="18"/>
              </w:rPr>
            </w:pPr>
            <w:r w:rsidRPr="00385B70">
              <w:rPr>
                <w:sz w:val="18"/>
                <w:szCs w:val="18"/>
              </w:rPr>
              <w:t>…</w:t>
            </w:r>
          </w:p>
        </w:tc>
        <w:tc>
          <w:tcPr>
            <w:tcW w:w="1560" w:type="dxa"/>
          </w:tcPr>
          <w:p w14:paraId="69AD02F7" w14:textId="368EA37B" w:rsidR="00CD50EA" w:rsidRPr="00385B70" w:rsidRDefault="00CD50EA" w:rsidP="00AD4D86">
            <w:pPr>
              <w:spacing w:after="0" w:line="240" w:lineRule="auto"/>
              <w:rPr>
                <w:sz w:val="18"/>
                <w:szCs w:val="18"/>
              </w:rPr>
            </w:pPr>
            <w:r w:rsidRPr="00385B70">
              <w:rPr>
                <w:sz w:val="18"/>
                <w:szCs w:val="18"/>
              </w:rPr>
              <w:t>…</w:t>
            </w:r>
          </w:p>
        </w:tc>
        <w:tc>
          <w:tcPr>
            <w:tcW w:w="1559" w:type="dxa"/>
          </w:tcPr>
          <w:p w14:paraId="2D579E77" w14:textId="192286CB" w:rsidR="00CD50EA" w:rsidRPr="00385B70" w:rsidRDefault="00CD50EA" w:rsidP="00AD4D86">
            <w:pPr>
              <w:keepNext/>
              <w:spacing w:after="0" w:line="240" w:lineRule="auto"/>
              <w:rPr>
                <w:sz w:val="18"/>
                <w:szCs w:val="18"/>
              </w:rPr>
            </w:pPr>
            <w:r w:rsidRPr="00385B70">
              <w:rPr>
                <w:sz w:val="18"/>
                <w:szCs w:val="18"/>
              </w:rPr>
              <w:t>…</w:t>
            </w:r>
          </w:p>
        </w:tc>
      </w:tr>
    </w:tbl>
    <w:p w14:paraId="5A75D95E" w14:textId="397CD355" w:rsidR="001F1510" w:rsidRPr="00586B7F" w:rsidRDefault="00586B7F" w:rsidP="00AB6183">
      <w:pPr>
        <w:pStyle w:val="UnterschriftINFSII"/>
        <w:spacing w:after="120"/>
      </w:pPr>
      <w:r w:rsidRPr="00586B7F">
        <w:t xml:space="preserve">Abbildung </w:t>
      </w:r>
      <w:fldSimple w:instr=" SEQ Abbildung \* ARABIC ">
        <w:r w:rsidR="00C303B8">
          <w:rPr>
            <w:noProof/>
          </w:rPr>
          <w:t>13</w:t>
        </w:r>
      </w:fldSimple>
      <w:r w:rsidRPr="00586B7F">
        <w:t>: Aufteilung der Tabelle Kurse in die Tabellen Kurse und Sportstaetten</w:t>
      </w:r>
    </w:p>
    <w:p w14:paraId="76D0F4B5" w14:textId="1EE2D882" w:rsidR="00180E0B" w:rsidRDefault="00180E0B">
      <w:r>
        <w:lastRenderedPageBreak/>
        <w:t xml:space="preserve">Wenn wir </w:t>
      </w:r>
      <w:r w:rsidR="00CD50EA">
        <w:t xml:space="preserve">davon ausgehen, dass ein Ansprechpartner für mehrere Sportstätten zuständig sein kann, </w:t>
      </w:r>
      <w:r>
        <w:t xml:space="preserve">enthält die Tabelle </w:t>
      </w:r>
      <w:r w:rsidRPr="00CA1CFE">
        <w:rPr>
          <w:i/>
          <w:iCs/>
        </w:rPr>
        <w:t>Sportstaetten</w:t>
      </w:r>
      <w:r>
        <w:t xml:space="preserve"> </w:t>
      </w:r>
      <w:r w:rsidR="00CD50EA">
        <w:t xml:space="preserve">ggf. </w:t>
      </w:r>
      <w:r>
        <w:t xml:space="preserve">immer noch redundante Daten. Die Telefonnummer hing in der ursprünglichen Tabelle </w:t>
      </w:r>
      <w:r w:rsidRPr="00CA1CFE">
        <w:rPr>
          <w:i/>
          <w:iCs/>
        </w:rPr>
        <w:t>Kurse</w:t>
      </w:r>
      <w:r>
        <w:t xml:space="preserve"> nämlich gar nicht direkt von der Sportstätte ab. Die Telefonnummer lässt sich vielmehr dem Ansprechpartner zuordnen. Um die</w:t>
      </w:r>
      <w:r w:rsidR="008C55F1">
        <w:t xml:space="preserve"> redundante Speicherung der Telefonn</w:t>
      </w:r>
      <w:r w:rsidR="00297638">
        <w:t>u</w:t>
      </w:r>
      <w:r w:rsidR="005624EE">
        <w:t>m</w:t>
      </w:r>
      <w:r w:rsidR="00297638">
        <w:t>mer</w:t>
      </w:r>
      <w:r w:rsidR="008C55F1">
        <w:t xml:space="preserve"> </w:t>
      </w:r>
      <w:r>
        <w:t xml:space="preserve">zu vermeiden, können wir eine weitere Tabelle </w:t>
      </w:r>
      <w:r w:rsidR="00CB6CAF" w:rsidRPr="00CB6CAF">
        <w:rPr>
          <w:i/>
          <w:iCs/>
        </w:rPr>
        <w:t>Kontakte</w:t>
      </w:r>
      <w:r w:rsidR="00CB6CAF">
        <w:t xml:space="preserve"> </w:t>
      </w:r>
      <w:r>
        <w:t>für die Ansprechpartner einrichten:</w:t>
      </w:r>
    </w:p>
    <w:p w14:paraId="750EB56F" w14:textId="0ACD07DB" w:rsidR="00F43BD3" w:rsidRPr="00AB6183" w:rsidRDefault="00AB6183" w:rsidP="00AB6183">
      <w:pPr>
        <w:spacing w:before="120" w:after="0"/>
        <w:rPr>
          <w:b/>
          <w:bCs/>
        </w:rPr>
      </w:pPr>
      <w:r w:rsidRPr="00AB6183">
        <w:rPr>
          <w:b/>
          <w:bCs/>
        </w:rPr>
        <w:t>Sportstaetten</w:t>
      </w:r>
    </w:p>
    <w:tbl>
      <w:tblPr>
        <w:tblStyle w:val="Gitternetztabelle4Akzent1"/>
        <w:tblW w:w="4395" w:type="dxa"/>
        <w:tblInd w:w="-5" w:type="dxa"/>
        <w:tblLayout w:type="fixed"/>
        <w:tblLook w:val="0420" w:firstRow="1" w:lastRow="0" w:firstColumn="0" w:lastColumn="0" w:noHBand="0" w:noVBand="1"/>
      </w:tblPr>
      <w:tblGrid>
        <w:gridCol w:w="1276"/>
        <w:gridCol w:w="1559"/>
        <w:gridCol w:w="1560"/>
      </w:tblGrid>
      <w:tr w:rsidR="00AC11BA" w:rsidRPr="00F83A0B" w14:paraId="39B4909A" w14:textId="77777777" w:rsidTr="00AC11BA">
        <w:trPr>
          <w:cnfStyle w:val="100000000000" w:firstRow="1" w:lastRow="0" w:firstColumn="0" w:lastColumn="0" w:oddVBand="0" w:evenVBand="0" w:oddHBand="0" w:evenHBand="0" w:firstRowFirstColumn="0" w:firstRowLastColumn="0" w:lastRowFirstColumn="0" w:lastRowLastColumn="0"/>
        </w:trPr>
        <w:tc>
          <w:tcPr>
            <w:tcW w:w="1276" w:type="dxa"/>
            <w:shd w:val="clear" w:color="auto" w:fill="ED7D31" w:themeFill="accent2"/>
          </w:tcPr>
          <w:p w14:paraId="4160FFEE" w14:textId="77777777" w:rsidR="00AC11BA" w:rsidRPr="00F83A0B" w:rsidRDefault="00AC11BA" w:rsidP="00AD4D86">
            <w:pPr>
              <w:spacing w:after="0" w:line="240" w:lineRule="auto"/>
              <w:rPr>
                <w:sz w:val="18"/>
                <w:szCs w:val="18"/>
              </w:rPr>
            </w:pPr>
            <w:r w:rsidRPr="00F83A0B">
              <w:rPr>
                <w:sz w:val="18"/>
                <w:szCs w:val="18"/>
              </w:rPr>
              <w:t>Sportstaette</w:t>
            </w:r>
          </w:p>
        </w:tc>
        <w:tc>
          <w:tcPr>
            <w:tcW w:w="1559" w:type="dxa"/>
            <w:shd w:val="clear" w:color="auto" w:fill="4E6B9E"/>
          </w:tcPr>
          <w:p w14:paraId="41472487" w14:textId="1701C33B" w:rsidR="00AC11BA" w:rsidRPr="00F83A0B" w:rsidRDefault="00AC11BA" w:rsidP="00AD4D86">
            <w:pPr>
              <w:spacing w:after="0" w:line="240" w:lineRule="auto"/>
              <w:rPr>
                <w:sz w:val="18"/>
                <w:szCs w:val="18"/>
              </w:rPr>
            </w:pPr>
            <w:r w:rsidRPr="00F83A0B">
              <w:rPr>
                <w:sz w:val="18"/>
                <w:szCs w:val="18"/>
              </w:rPr>
              <w:t>Hallengroesse</w:t>
            </w:r>
          </w:p>
        </w:tc>
        <w:tc>
          <w:tcPr>
            <w:tcW w:w="1560" w:type="dxa"/>
            <w:shd w:val="clear" w:color="auto" w:fill="FFC000" w:themeFill="accent4"/>
          </w:tcPr>
          <w:p w14:paraId="61512B6E" w14:textId="39AB76AA" w:rsidR="00AC11BA" w:rsidRPr="00F83A0B" w:rsidRDefault="00AC11BA" w:rsidP="00AD4D86">
            <w:pPr>
              <w:spacing w:after="0" w:line="240" w:lineRule="auto"/>
              <w:rPr>
                <w:sz w:val="18"/>
                <w:szCs w:val="18"/>
              </w:rPr>
            </w:pPr>
            <w:r w:rsidRPr="00F83A0B">
              <w:rPr>
                <w:sz w:val="18"/>
                <w:szCs w:val="18"/>
              </w:rPr>
              <w:t>Ansprechpartner</w:t>
            </w:r>
          </w:p>
        </w:tc>
      </w:tr>
      <w:tr w:rsidR="00AC11BA" w:rsidRPr="00F83A0B" w14:paraId="70CF6B94" w14:textId="77777777" w:rsidTr="00AC11BA">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5F1C3EE9" w14:textId="77777777" w:rsidR="00AC11BA" w:rsidRPr="00F83A0B" w:rsidRDefault="00AC11BA" w:rsidP="00AD4D86">
            <w:pPr>
              <w:spacing w:after="0" w:line="240" w:lineRule="auto"/>
              <w:rPr>
                <w:sz w:val="18"/>
                <w:szCs w:val="18"/>
              </w:rPr>
            </w:pPr>
            <w:r w:rsidRPr="00F83A0B">
              <w:rPr>
                <w:sz w:val="18"/>
                <w:szCs w:val="18"/>
              </w:rPr>
              <w:t>…</w:t>
            </w:r>
          </w:p>
        </w:tc>
        <w:tc>
          <w:tcPr>
            <w:tcW w:w="1559" w:type="dxa"/>
          </w:tcPr>
          <w:p w14:paraId="59A64EC1" w14:textId="6F0E722C" w:rsidR="00AC11BA" w:rsidRPr="00F83A0B" w:rsidRDefault="00AC11BA" w:rsidP="00AD4D86">
            <w:pPr>
              <w:spacing w:after="0" w:line="240" w:lineRule="auto"/>
              <w:rPr>
                <w:sz w:val="18"/>
                <w:szCs w:val="18"/>
              </w:rPr>
            </w:pPr>
            <w:r w:rsidRPr="00D54D7E">
              <w:rPr>
                <w:sz w:val="18"/>
                <w:szCs w:val="18"/>
              </w:rPr>
              <w:t>…</w:t>
            </w:r>
          </w:p>
        </w:tc>
        <w:tc>
          <w:tcPr>
            <w:tcW w:w="1560" w:type="dxa"/>
            <w:shd w:val="clear" w:color="auto" w:fill="FFF2CC" w:themeFill="accent4" w:themeFillTint="33"/>
          </w:tcPr>
          <w:p w14:paraId="5C282159" w14:textId="183EFAFF" w:rsidR="00AC11BA" w:rsidRPr="00F83A0B" w:rsidRDefault="00AC11BA" w:rsidP="00AD4D86">
            <w:pPr>
              <w:spacing w:after="0" w:line="240" w:lineRule="auto"/>
              <w:rPr>
                <w:sz w:val="18"/>
                <w:szCs w:val="18"/>
              </w:rPr>
            </w:pPr>
            <w:r w:rsidRPr="00D54D7E">
              <w:rPr>
                <w:sz w:val="18"/>
                <w:szCs w:val="18"/>
              </w:rPr>
              <w:t>…</w:t>
            </w:r>
          </w:p>
        </w:tc>
      </w:tr>
      <w:tr w:rsidR="00AC11BA" w:rsidRPr="00F83A0B" w14:paraId="744366F5" w14:textId="77777777" w:rsidTr="00AC11BA">
        <w:tc>
          <w:tcPr>
            <w:tcW w:w="1276" w:type="dxa"/>
          </w:tcPr>
          <w:p w14:paraId="605EF5F7" w14:textId="77777777" w:rsidR="00AC11BA" w:rsidRPr="00F83A0B" w:rsidRDefault="00AC11BA" w:rsidP="00AD4D86">
            <w:pPr>
              <w:spacing w:after="0" w:line="240" w:lineRule="auto"/>
              <w:rPr>
                <w:sz w:val="18"/>
                <w:szCs w:val="18"/>
              </w:rPr>
            </w:pPr>
            <w:r w:rsidRPr="00F83A0B">
              <w:rPr>
                <w:sz w:val="18"/>
                <w:szCs w:val="18"/>
              </w:rPr>
              <w:t>Sporthalle IGS</w:t>
            </w:r>
          </w:p>
        </w:tc>
        <w:tc>
          <w:tcPr>
            <w:tcW w:w="1559" w:type="dxa"/>
          </w:tcPr>
          <w:p w14:paraId="360EDF78" w14:textId="77777777" w:rsidR="00AC11BA" w:rsidRPr="00F83A0B" w:rsidRDefault="00AC11BA" w:rsidP="00AD4D86">
            <w:pPr>
              <w:spacing w:after="0" w:line="240" w:lineRule="auto"/>
              <w:rPr>
                <w:sz w:val="18"/>
                <w:szCs w:val="18"/>
              </w:rPr>
            </w:pPr>
            <w:r w:rsidRPr="00F83A0B">
              <w:rPr>
                <w:sz w:val="18"/>
                <w:szCs w:val="18"/>
              </w:rPr>
              <w:t>300</w:t>
            </w:r>
          </w:p>
        </w:tc>
        <w:tc>
          <w:tcPr>
            <w:tcW w:w="1560" w:type="dxa"/>
          </w:tcPr>
          <w:p w14:paraId="739FD728" w14:textId="77777777" w:rsidR="00AC11BA" w:rsidRPr="00F83A0B" w:rsidRDefault="00AC11BA" w:rsidP="00AD4D86">
            <w:pPr>
              <w:spacing w:after="0" w:line="240" w:lineRule="auto"/>
              <w:rPr>
                <w:sz w:val="18"/>
                <w:szCs w:val="18"/>
              </w:rPr>
            </w:pPr>
            <w:r w:rsidRPr="00F83A0B">
              <w:rPr>
                <w:sz w:val="18"/>
                <w:szCs w:val="18"/>
              </w:rPr>
              <w:t>Herr Freund</w:t>
            </w:r>
          </w:p>
        </w:tc>
      </w:tr>
      <w:tr w:rsidR="00AC11BA" w:rsidRPr="00F83A0B" w14:paraId="74B30230" w14:textId="77777777" w:rsidTr="00AC11BA">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58D1BA31" w14:textId="77777777" w:rsidR="00AC11BA" w:rsidRPr="00F83A0B" w:rsidRDefault="00AC11BA" w:rsidP="00AD4D86">
            <w:pPr>
              <w:spacing w:after="0" w:line="240" w:lineRule="auto"/>
              <w:rPr>
                <w:sz w:val="18"/>
                <w:szCs w:val="18"/>
              </w:rPr>
            </w:pPr>
            <w:r w:rsidRPr="00F83A0B">
              <w:rPr>
                <w:sz w:val="18"/>
                <w:szCs w:val="18"/>
              </w:rPr>
              <w:t>Sporthalle 2</w:t>
            </w:r>
          </w:p>
        </w:tc>
        <w:tc>
          <w:tcPr>
            <w:tcW w:w="1559" w:type="dxa"/>
          </w:tcPr>
          <w:p w14:paraId="00E0C6F1" w14:textId="77777777" w:rsidR="00AC11BA" w:rsidRPr="00F83A0B" w:rsidRDefault="00AC11BA" w:rsidP="00AD4D86">
            <w:pPr>
              <w:spacing w:after="0" w:line="240" w:lineRule="auto"/>
              <w:rPr>
                <w:sz w:val="18"/>
                <w:szCs w:val="18"/>
              </w:rPr>
            </w:pPr>
            <w:r w:rsidRPr="00F83A0B">
              <w:rPr>
                <w:sz w:val="18"/>
                <w:szCs w:val="18"/>
              </w:rPr>
              <w:t>200</w:t>
            </w:r>
          </w:p>
        </w:tc>
        <w:tc>
          <w:tcPr>
            <w:tcW w:w="1560" w:type="dxa"/>
            <w:shd w:val="clear" w:color="auto" w:fill="FFF2CC" w:themeFill="accent4" w:themeFillTint="33"/>
          </w:tcPr>
          <w:p w14:paraId="4A3CB68F" w14:textId="77777777" w:rsidR="00AC11BA" w:rsidRPr="00F83A0B" w:rsidRDefault="00AC11BA" w:rsidP="00AD4D86">
            <w:pPr>
              <w:spacing w:after="0" w:line="240" w:lineRule="auto"/>
              <w:rPr>
                <w:sz w:val="18"/>
                <w:szCs w:val="18"/>
              </w:rPr>
            </w:pPr>
            <w:r w:rsidRPr="00F83A0B">
              <w:rPr>
                <w:sz w:val="18"/>
                <w:szCs w:val="18"/>
              </w:rPr>
              <w:t>Frau Holle</w:t>
            </w:r>
          </w:p>
        </w:tc>
      </w:tr>
      <w:tr w:rsidR="00AC11BA" w:rsidRPr="00FD576A" w14:paraId="0FEFE419" w14:textId="77777777" w:rsidTr="00AC11BA">
        <w:tc>
          <w:tcPr>
            <w:tcW w:w="1276" w:type="dxa"/>
          </w:tcPr>
          <w:p w14:paraId="7041384D" w14:textId="77777777" w:rsidR="00AC11BA" w:rsidRPr="00FD576A" w:rsidRDefault="00AC11BA" w:rsidP="00AD4D86">
            <w:pPr>
              <w:spacing w:after="0" w:line="240" w:lineRule="auto"/>
              <w:rPr>
                <w:sz w:val="20"/>
                <w:szCs w:val="20"/>
              </w:rPr>
            </w:pPr>
            <w:r w:rsidRPr="00FD576A">
              <w:rPr>
                <w:sz w:val="20"/>
                <w:szCs w:val="20"/>
              </w:rPr>
              <w:t>…</w:t>
            </w:r>
          </w:p>
        </w:tc>
        <w:tc>
          <w:tcPr>
            <w:tcW w:w="1559" w:type="dxa"/>
          </w:tcPr>
          <w:p w14:paraId="1119DAAF" w14:textId="77E2EE8E" w:rsidR="00AC11BA" w:rsidRPr="00FD576A" w:rsidRDefault="00AC11BA" w:rsidP="00AD4D86">
            <w:pPr>
              <w:spacing w:after="0" w:line="240" w:lineRule="auto"/>
              <w:rPr>
                <w:sz w:val="20"/>
                <w:szCs w:val="20"/>
              </w:rPr>
            </w:pPr>
            <w:r w:rsidRPr="00A12233">
              <w:rPr>
                <w:sz w:val="18"/>
                <w:szCs w:val="18"/>
              </w:rPr>
              <w:t>…</w:t>
            </w:r>
          </w:p>
        </w:tc>
        <w:tc>
          <w:tcPr>
            <w:tcW w:w="1560" w:type="dxa"/>
            <w:shd w:val="clear" w:color="auto" w:fill="FFF2CC" w:themeFill="accent4" w:themeFillTint="33"/>
          </w:tcPr>
          <w:p w14:paraId="27E73707" w14:textId="57E6C069" w:rsidR="00AC11BA" w:rsidRPr="00FD576A" w:rsidRDefault="00AC11BA" w:rsidP="00AD4D86">
            <w:pPr>
              <w:spacing w:after="0" w:line="240" w:lineRule="auto"/>
              <w:rPr>
                <w:sz w:val="20"/>
                <w:szCs w:val="20"/>
              </w:rPr>
            </w:pPr>
            <w:r w:rsidRPr="00A12233">
              <w:rPr>
                <w:sz w:val="18"/>
                <w:szCs w:val="18"/>
              </w:rPr>
              <w:t>…</w:t>
            </w:r>
          </w:p>
        </w:tc>
      </w:tr>
    </w:tbl>
    <w:p w14:paraId="07812088" w14:textId="193DB96A" w:rsidR="00180E0B" w:rsidRPr="00AB6183" w:rsidRDefault="00CB6CAF" w:rsidP="00AB6183">
      <w:pPr>
        <w:spacing w:before="120" w:after="0"/>
        <w:rPr>
          <w:b/>
          <w:bCs/>
        </w:rPr>
      </w:pPr>
      <w:r>
        <w:rPr>
          <w:b/>
          <w:bCs/>
        </w:rPr>
        <w:t>Kontakt</w:t>
      </w:r>
    </w:p>
    <w:tbl>
      <w:tblPr>
        <w:tblStyle w:val="Gitternetztabelle4Akzent1"/>
        <w:tblW w:w="3402" w:type="dxa"/>
        <w:tblInd w:w="-5" w:type="dxa"/>
        <w:tblLayout w:type="fixed"/>
        <w:tblLook w:val="0420" w:firstRow="1" w:lastRow="0" w:firstColumn="0" w:lastColumn="0" w:noHBand="0" w:noVBand="1"/>
      </w:tblPr>
      <w:tblGrid>
        <w:gridCol w:w="1843"/>
        <w:gridCol w:w="1559"/>
      </w:tblGrid>
      <w:tr w:rsidR="00180E0B" w:rsidRPr="00F83A0B" w14:paraId="076C39FF" w14:textId="77777777" w:rsidTr="00AC11BA">
        <w:trPr>
          <w:cnfStyle w:val="100000000000" w:firstRow="1" w:lastRow="0" w:firstColumn="0" w:lastColumn="0" w:oddVBand="0" w:evenVBand="0" w:oddHBand="0" w:evenHBand="0" w:firstRowFirstColumn="0" w:firstRowLastColumn="0" w:lastRowFirstColumn="0" w:lastRowLastColumn="0"/>
        </w:trPr>
        <w:tc>
          <w:tcPr>
            <w:tcW w:w="1843" w:type="dxa"/>
            <w:shd w:val="clear" w:color="auto" w:fill="ED7D31" w:themeFill="accent2"/>
          </w:tcPr>
          <w:p w14:paraId="5F1A76AF" w14:textId="5E6569F7" w:rsidR="00180E0B" w:rsidRPr="00F83A0B" w:rsidRDefault="00180E0B" w:rsidP="00AD4D86">
            <w:pPr>
              <w:spacing w:after="0" w:line="240" w:lineRule="auto"/>
              <w:rPr>
                <w:sz w:val="18"/>
                <w:szCs w:val="18"/>
              </w:rPr>
            </w:pPr>
            <w:r w:rsidRPr="00F83A0B">
              <w:rPr>
                <w:sz w:val="18"/>
                <w:szCs w:val="18"/>
              </w:rPr>
              <w:t>Ansprechpartner</w:t>
            </w:r>
          </w:p>
        </w:tc>
        <w:tc>
          <w:tcPr>
            <w:tcW w:w="1559" w:type="dxa"/>
            <w:shd w:val="clear" w:color="auto" w:fill="4E6B9E"/>
          </w:tcPr>
          <w:p w14:paraId="1548081F" w14:textId="77777777" w:rsidR="00180E0B" w:rsidRPr="00F83A0B" w:rsidRDefault="00180E0B" w:rsidP="00AD4D86">
            <w:pPr>
              <w:spacing w:after="0" w:line="240" w:lineRule="auto"/>
              <w:rPr>
                <w:sz w:val="18"/>
                <w:szCs w:val="18"/>
              </w:rPr>
            </w:pPr>
            <w:r w:rsidRPr="00F83A0B">
              <w:rPr>
                <w:sz w:val="18"/>
                <w:szCs w:val="18"/>
              </w:rPr>
              <w:t>Telefon</w:t>
            </w:r>
          </w:p>
        </w:tc>
      </w:tr>
      <w:tr w:rsidR="00CD50EA" w:rsidRPr="00F83A0B" w14:paraId="1CD0F50C" w14:textId="77777777" w:rsidTr="00AC11BA">
        <w:trPr>
          <w:cnfStyle w:val="000000100000" w:firstRow="0" w:lastRow="0" w:firstColumn="0" w:lastColumn="0" w:oddVBand="0" w:evenVBand="0" w:oddHBand="1" w:evenHBand="0" w:firstRowFirstColumn="0" w:firstRowLastColumn="0" w:lastRowFirstColumn="0" w:lastRowLastColumn="0"/>
        </w:trPr>
        <w:tc>
          <w:tcPr>
            <w:tcW w:w="1843" w:type="dxa"/>
            <w:shd w:val="clear" w:color="auto" w:fill="FBE4D5" w:themeFill="accent2" w:themeFillTint="33"/>
          </w:tcPr>
          <w:p w14:paraId="5DF9AFF8" w14:textId="41D4A78D" w:rsidR="00CD50EA" w:rsidRPr="00F83A0B" w:rsidRDefault="00CD50EA" w:rsidP="00AD4D86">
            <w:pPr>
              <w:spacing w:after="0" w:line="240" w:lineRule="auto"/>
              <w:rPr>
                <w:sz w:val="18"/>
                <w:szCs w:val="18"/>
              </w:rPr>
            </w:pPr>
            <w:r w:rsidRPr="00E76DE1">
              <w:rPr>
                <w:sz w:val="18"/>
                <w:szCs w:val="18"/>
              </w:rPr>
              <w:t>…</w:t>
            </w:r>
          </w:p>
        </w:tc>
        <w:tc>
          <w:tcPr>
            <w:tcW w:w="1559" w:type="dxa"/>
          </w:tcPr>
          <w:p w14:paraId="4EE0B01C" w14:textId="162C9A73" w:rsidR="00CD50EA" w:rsidRPr="00F83A0B" w:rsidRDefault="00CD50EA" w:rsidP="00AD4D86">
            <w:pPr>
              <w:spacing w:after="0" w:line="240" w:lineRule="auto"/>
              <w:rPr>
                <w:sz w:val="18"/>
                <w:szCs w:val="18"/>
              </w:rPr>
            </w:pPr>
            <w:r w:rsidRPr="00E76DE1">
              <w:rPr>
                <w:sz w:val="18"/>
                <w:szCs w:val="18"/>
              </w:rPr>
              <w:t>…</w:t>
            </w:r>
          </w:p>
        </w:tc>
      </w:tr>
      <w:tr w:rsidR="00180E0B" w:rsidRPr="00F83A0B" w14:paraId="52E45CCD" w14:textId="77777777" w:rsidTr="00AC11BA">
        <w:tc>
          <w:tcPr>
            <w:tcW w:w="1843" w:type="dxa"/>
          </w:tcPr>
          <w:p w14:paraId="17557CCB" w14:textId="77777777" w:rsidR="00180E0B" w:rsidRPr="00F83A0B" w:rsidRDefault="00180E0B" w:rsidP="00AD4D86">
            <w:pPr>
              <w:spacing w:after="0" w:line="240" w:lineRule="auto"/>
              <w:rPr>
                <w:sz w:val="18"/>
                <w:szCs w:val="18"/>
              </w:rPr>
            </w:pPr>
            <w:r w:rsidRPr="00F83A0B">
              <w:rPr>
                <w:sz w:val="18"/>
                <w:szCs w:val="18"/>
              </w:rPr>
              <w:t>Herr Freund</w:t>
            </w:r>
          </w:p>
        </w:tc>
        <w:tc>
          <w:tcPr>
            <w:tcW w:w="1559" w:type="dxa"/>
          </w:tcPr>
          <w:p w14:paraId="45A12A66" w14:textId="77777777" w:rsidR="00180E0B" w:rsidRPr="00F83A0B" w:rsidRDefault="00180E0B" w:rsidP="00AD4D86">
            <w:pPr>
              <w:spacing w:after="0" w:line="240" w:lineRule="auto"/>
              <w:rPr>
                <w:sz w:val="18"/>
                <w:szCs w:val="18"/>
              </w:rPr>
            </w:pPr>
            <w:r w:rsidRPr="00F83A0B">
              <w:rPr>
                <w:sz w:val="18"/>
                <w:szCs w:val="18"/>
              </w:rPr>
              <w:t>0151-73451239</w:t>
            </w:r>
          </w:p>
        </w:tc>
      </w:tr>
      <w:tr w:rsidR="00180E0B" w:rsidRPr="00F83A0B" w14:paraId="6403462C" w14:textId="77777777" w:rsidTr="00AC11BA">
        <w:trPr>
          <w:cnfStyle w:val="000000100000" w:firstRow="0" w:lastRow="0" w:firstColumn="0" w:lastColumn="0" w:oddVBand="0" w:evenVBand="0" w:oddHBand="1" w:evenHBand="0" w:firstRowFirstColumn="0" w:firstRowLastColumn="0" w:lastRowFirstColumn="0" w:lastRowLastColumn="0"/>
        </w:trPr>
        <w:tc>
          <w:tcPr>
            <w:tcW w:w="1843" w:type="dxa"/>
            <w:shd w:val="clear" w:color="auto" w:fill="FBE4D5" w:themeFill="accent2" w:themeFillTint="33"/>
          </w:tcPr>
          <w:p w14:paraId="1DC904D5" w14:textId="77777777" w:rsidR="00180E0B" w:rsidRPr="00F83A0B" w:rsidRDefault="00180E0B" w:rsidP="00AD4D86">
            <w:pPr>
              <w:spacing w:after="0" w:line="240" w:lineRule="auto"/>
              <w:rPr>
                <w:sz w:val="18"/>
                <w:szCs w:val="18"/>
              </w:rPr>
            </w:pPr>
            <w:r w:rsidRPr="00F83A0B">
              <w:rPr>
                <w:sz w:val="18"/>
                <w:szCs w:val="18"/>
              </w:rPr>
              <w:t>Frau Holle</w:t>
            </w:r>
          </w:p>
        </w:tc>
        <w:tc>
          <w:tcPr>
            <w:tcW w:w="1559" w:type="dxa"/>
          </w:tcPr>
          <w:p w14:paraId="43CB297C" w14:textId="77777777" w:rsidR="00180E0B" w:rsidRPr="00F83A0B" w:rsidRDefault="00180E0B" w:rsidP="00AD4D86">
            <w:pPr>
              <w:spacing w:after="0" w:line="240" w:lineRule="auto"/>
              <w:rPr>
                <w:sz w:val="18"/>
                <w:szCs w:val="18"/>
              </w:rPr>
            </w:pPr>
            <w:r w:rsidRPr="00F83A0B">
              <w:rPr>
                <w:sz w:val="18"/>
                <w:szCs w:val="18"/>
              </w:rPr>
              <w:t>0162-192837465</w:t>
            </w:r>
          </w:p>
        </w:tc>
      </w:tr>
      <w:tr w:rsidR="00CD50EA" w:rsidRPr="00FD576A" w14:paraId="2B7365DA" w14:textId="77777777" w:rsidTr="00AC11BA">
        <w:tc>
          <w:tcPr>
            <w:tcW w:w="1843" w:type="dxa"/>
          </w:tcPr>
          <w:p w14:paraId="16B7EB3E" w14:textId="5A363E69" w:rsidR="00CD50EA" w:rsidRPr="00FD576A" w:rsidRDefault="00CD50EA" w:rsidP="00AD4D86">
            <w:pPr>
              <w:spacing w:after="0" w:line="240" w:lineRule="auto"/>
              <w:rPr>
                <w:sz w:val="20"/>
                <w:szCs w:val="20"/>
              </w:rPr>
            </w:pPr>
            <w:r w:rsidRPr="00C37834">
              <w:rPr>
                <w:sz w:val="18"/>
                <w:szCs w:val="18"/>
              </w:rPr>
              <w:t>…</w:t>
            </w:r>
          </w:p>
        </w:tc>
        <w:tc>
          <w:tcPr>
            <w:tcW w:w="1559" w:type="dxa"/>
          </w:tcPr>
          <w:p w14:paraId="28C86910" w14:textId="6E0539CD" w:rsidR="00CD50EA" w:rsidRPr="00FD576A" w:rsidRDefault="00CD50EA" w:rsidP="00AD4D86">
            <w:pPr>
              <w:keepNext/>
              <w:spacing w:after="0" w:line="240" w:lineRule="auto"/>
              <w:rPr>
                <w:sz w:val="20"/>
                <w:szCs w:val="20"/>
              </w:rPr>
            </w:pPr>
            <w:r w:rsidRPr="00C37834">
              <w:rPr>
                <w:sz w:val="18"/>
                <w:szCs w:val="18"/>
              </w:rPr>
              <w:t>…</w:t>
            </w:r>
          </w:p>
        </w:tc>
      </w:tr>
    </w:tbl>
    <w:p w14:paraId="771C000E" w14:textId="4D5FC15B" w:rsidR="00180E0B" w:rsidRDefault="00586B7F" w:rsidP="00530CFC">
      <w:pPr>
        <w:pStyle w:val="UnterschriftINFSII"/>
      </w:pPr>
      <w:r>
        <w:t xml:space="preserve">Abbildung </w:t>
      </w:r>
      <w:fldSimple w:instr=" SEQ Abbildung \* ARABIC ">
        <w:r w:rsidR="00C303B8">
          <w:rPr>
            <w:noProof/>
          </w:rPr>
          <w:t>14</w:t>
        </w:r>
      </w:fldSimple>
      <w:r>
        <w:t xml:space="preserve">: Aufteilung der Tabelle Sportstaetten in die Tabellen Sportstaetten und </w:t>
      </w:r>
      <w:r w:rsidR="00CB6CAF">
        <w:t>Kontakte</w:t>
      </w:r>
    </w:p>
    <w:p w14:paraId="10CF786A" w14:textId="4DD97DCE" w:rsidR="00CD50EA" w:rsidRDefault="00CD50EA">
      <w:r>
        <w:t xml:space="preserve">Für die Tabelle </w:t>
      </w:r>
      <w:r w:rsidR="00CB6CAF" w:rsidRPr="00CB6CAF">
        <w:rPr>
          <w:i/>
          <w:iCs/>
        </w:rPr>
        <w:t>Kontakte</w:t>
      </w:r>
      <w:r>
        <w:t xml:space="preserve"> wäre noch zu überlegen, ob die Namen eindeutig sind oder ob hier ein künstliches Schlüsselattribut in Form einer ID benötigt wird.</w:t>
      </w:r>
      <w:r w:rsidR="00CA1CFE">
        <w:t xml:space="preserve"> Weiterhin </w:t>
      </w:r>
      <w:r w:rsidR="005624EE">
        <w:t xml:space="preserve">sind die Werte </w:t>
      </w:r>
      <w:r w:rsidR="00CA1CFE">
        <w:t>d</w:t>
      </w:r>
      <w:r w:rsidR="005624EE">
        <w:t>e</w:t>
      </w:r>
      <w:r w:rsidR="00CA1CFE">
        <w:t>s Attribut</w:t>
      </w:r>
      <w:r w:rsidR="005624EE">
        <w:t>s</w:t>
      </w:r>
      <w:r w:rsidR="00CA1CFE">
        <w:t xml:space="preserve"> </w:t>
      </w:r>
      <w:r w:rsidR="00CA1CFE" w:rsidRPr="00CB6CAF">
        <w:rPr>
          <w:i/>
          <w:iCs/>
        </w:rPr>
        <w:t>Ansprechpartner</w:t>
      </w:r>
      <w:r w:rsidR="00CA1CFE">
        <w:t xml:space="preserve"> nicht atomar, da </w:t>
      </w:r>
      <w:r w:rsidR="005624EE">
        <w:t>sie</w:t>
      </w:r>
      <w:r w:rsidR="00CA1CFE">
        <w:t xml:space="preserve"> in die Informationen </w:t>
      </w:r>
      <w:r w:rsidR="00CA1CFE" w:rsidRPr="00CA1CFE">
        <w:rPr>
          <w:i/>
          <w:iCs/>
        </w:rPr>
        <w:t>Anrede</w:t>
      </w:r>
      <w:r w:rsidR="00CA1CFE">
        <w:t xml:space="preserve"> und </w:t>
      </w:r>
      <w:r w:rsidR="00CA1CFE" w:rsidRPr="00CA1CFE">
        <w:rPr>
          <w:i/>
          <w:iCs/>
        </w:rPr>
        <w:t>Name</w:t>
      </w:r>
      <w:r w:rsidR="00CA1CFE">
        <w:t xml:space="preserve"> zerlegt werden k</w:t>
      </w:r>
      <w:r w:rsidR="005624EE">
        <w:t>önnen</w:t>
      </w:r>
      <w:r w:rsidR="00CA1CFE">
        <w:t>.</w:t>
      </w:r>
      <w:r w:rsidR="003E2636">
        <w:t xml:space="preserve"> Eine Verbesserung stellt daher die folgende Tabellenstruktur dar:</w:t>
      </w:r>
      <w:r w:rsidR="00CA1CFE">
        <w:t xml:space="preserve"> </w:t>
      </w:r>
    </w:p>
    <w:p w14:paraId="753852FB" w14:textId="4B97049A" w:rsidR="00AB6183" w:rsidRDefault="00AB6183" w:rsidP="00AB6183">
      <w:pPr>
        <w:spacing w:before="120" w:after="0"/>
      </w:pPr>
      <w:r w:rsidRPr="00AB6183">
        <w:rPr>
          <w:b/>
          <w:bCs/>
        </w:rPr>
        <w:t>Sportstaetten</w:t>
      </w:r>
    </w:p>
    <w:tbl>
      <w:tblPr>
        <w:tblStyle w:val="Gitternetztabelle4Akzent1"/>
        <w:tblW w:w="4395" w:type="dxa"/>
        <w:tblInd w:w="-5" w:type="dxa"/>
        <w:tblLayout w:type="fixed"/>
        <w:tblLook w:val="0420" w:firstRow="1" w:lastRow="0" w:firstColumn="0" w:lastColumn="0" w:noHBand="0" w:noVBand="1"/>
      </w:tblPr>
      <w:tblGrid>
        <w:gridCol w:w="1276"/>
        <w:gridCol w:w="1559"/>
        <w:gridCol w:w="1560"/>
      </w:tblGrid>
      <w:tr w:rsidR="003E2636" w:rsidRPr="00F83A0B" w14:paraId="0D77307D" w14:textId="77777777" w:rsidTr="001F51BE">
        <w:trPr>
          <w:cnfStyle w:val="100000000000" w:firstRow="1" w:lastRow="0" w:firstColumn="0" w:lastColumn="0" w:oddVBand="0" w:evenVBand="0" w:oddHBand="0" w:evenHBand="0" w:firstRowFirstColumn="0" w:firstRowLastColumn="0" w:lastRowFirstColumn="0" w:lastRowLastColumn="0"/>
        </w:trPr>
        <w:tc>
          <w:tcPr>
            <w:tcW w:w="1276" w:type="dxa"/>
            <w:shd w:val="clear" w:color="auto" w:fill="ED7D31" w:themeFill="accent2"/>
          </w:tcPr>
          <w:p w14:paraId="69627944" w14:textId="77777777" w:rsidR="003E2636" w:rsidRPr="00F83A0B" w:rsidRDefault="003E2636" w:rsidP="00AD4D86">
            <w:pPr>
              <w:spacing w:after="0" w:line="240" w:lineRule="auto"/>
              <w:rPr>
                <w:sz w:val="18"/>
                <w:szCs w:val="18"/>
              </w:rPr>
            </w:pPr>
            <w:r w:rsidRPr="00F83A0B">
              <w:rPr>
                <w:sz w:val="18"/>
                <w:szCs w:val="18"/>
              </w:rPr>
              <w:t>Sportstaette</w:t>
            </w:r>
          </w:p>
        </w:tc>
        <w:tc>
          <w:tcPr>
            <w:tcW w:w="1559" w:type="dxa"/>
            <w:shd w:val="clear" w:color="auto" w:fill="4E6B9E"/>
          </w:tcPr>
          <w:p w14:paraId="01D3217D" w14:textId="77777777" w:rsidR="003E2636" w:rsidRPr="00F83A0B" w:rsidRDefault="003E2636" w:rsidP="00AD4D86">
            <w:pPr>
              <w:spacing w:after="0" w:line="240" w:lineRule="auto"/>
              <w:rPr>
                <w:sz w:val="18"/>
                <w:szCs w:val="18"/>
              </w:rPr>
            </w:pPr>
            <w:r w:rsidRPr="00F83A0B">
              <w:rPr>
                <w:sz w:val="18"/>
                <w:szCs w:val="18"/>
              </w:rPr>
              <w:t>Hallengroesse</w:t>
            </w:r>
          </w:p>
        </w:tc>
        <w:tc>
          <w:tcPr>
            <w:tcW w:w="1560" w:type="dxa"/>
            <w:shd w:val="clear" w:color="auto" w:fill="FFC000" w:themeFill="accent4"/>
          </w:tcPr>
          <w:p w14:paraId="1BB86E96" w14:textId="77777777" w:rsidR="003E2636" w:rsidRPr="00F83A0B" w:rsidRDefault="003E2636" w:rsidP="00AD4D86">
            <w:pPr>
              <w:spacing w:after="0" w:line="240" w:lineRule="auto"/>
              <w:rPr>
                <w:sz w:val="18"/>
                <w:szCs w:val="18"/>
              </w:rPr>
            </w:pPr>
            <w:r w:rsidRPr="00F83A0B">
              <w:rPr>
                <w:sz w:val="18"/>
                <w:szCs w:val="18"/>
              </w:rPr>
              <w:t>Ansprechpartner</w:t>
            </w:r>
          </w:p>
        </w:tc>
      </w:tr>
      <w:tr w:rsidR="003E2636" w:rsidRPr="00F83A0B" w14:paraId="10822131" w14:textId="77777777" w:rsidTr="001F51BE">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308BD42C" w14:textId="77777777" w:rsidR="003E2636" w:rsidRPr="00F83A0B" w:rsidRDefault="003E2636" w:rsidP="00AD4D86">
            <w:pPr>
              <w:spacing w:after="0" w:line="240" w:lineRule="auto"/>
              <w:rPr>
                <w:sz w:val="18"/>
                <w:szCs w:val="18"/>
              </w:rPr>
            </w:pPr>
            <w:r w:rsidRPr="00F83A0B">
              <w:rPr>
                <w:sz w:val="18"/>
                <w:szCs w:val="18"/>
              </w:rPr>
              <w:t>…</w:t>
            </w:r>
          </w:p>
        </w:tc>
        <w:tc>
          <w:tcPr>
            <w:tcW w:w="1559" w:type="dxa"/>
          </w:tcPr>
          <w:p w14:paraId="7F576EA0" w14:textId="77777777" w:rsidR="003E2636" w:rsidRPr="00F83A0B" w:rsidRDefault="003E2636" w:rsidP="00AD4D86">
            <w:pPr>
              <w:spacing w:after="0" w:line="240" w:lineRule="auto"/>
              <w:rPr>
                <w:sz w:val="18"/>
                <w:szCs w:val="18"/>
              </w:rPr>
            </w:pPr>
            <w:r w:rsidRPr="00D54D7E">
              <w:rPr>
                <w:sz w:val="18"/>
                <w:szCs w:val="18"/>
              </w:rPr>
              <w:t>…</w:t>
            </w:r>
          </w:p>
        </w:tc>
        <w:tc>
          <w:tcPr>
            <w:tcW w:w="1560" w:type="dxa"/>
            <w:shd w:val="clear" w:color="auto" w:fill="FFF2CC" w:themeFill="accent4" w:themeFillTint="33"/>
          </w:tcPr>
          <w:p w14:paraId="583BFDBD" w14:textId="77777777" w:rsidR="003E2636" w:rsidRPr="00F83A0B" w:rsidRDefault="003E2636" w:rsidP="00AD4D86">
            <w:pPr>
              <w:spacing w:after="0" w:line="240" w:lineRule="auto"/>
              <w:rPr>
                <w:sz w:val="18"/>
                <w:szCs w:val="18"/>
              </w:rPr>
            </w:pPr>
            <w:r w:rsidRPr="00D54D7E">
              <w:rPr>
                <w:sz w:val="18"/>
                <w:szCs w:val="18"/>
              </w:rPr>
              <w:t>…</w:t>
            </w:r>
          </w:p>
        </w:tc>
      </w:tr>
      <w:tr w:rsidR="003E2636" w:rsidRPr="00F83A0B" w14:paraId="6B3479A1" w14:textId="77777777" w:rsidTr="001F51BE">
        <w:tc>
          <w:tcPr>
            <w:tcW w:w="1276" w:type="dxa"/>
          </w:tcPr>
          <w:p w14:paraId="6B400CFF" w14:textId="77777777" w:rsidR="003E2636" w:rsidRPr="00F83A0B" w:rsidRDefault="003E2636" w:rsidP="00AD4D86">
            <w:pPr>
              <w:spacing w:after="0" w:line="240" w:lineRule="auto"/>
              <w:rPr>
                <w:sz w:val="18"/>
                <w:szCs w:val="18"/>
              </w:rPr>
            </w:pPr>
            <w:r w:rsidRPr="00F83A0B">
              <w:rPr>
                <w:sz w:val="18"/>
                <w:szCs w:val="18"/>
              </w:rPr>
              <w:t>Sporthalle IGS</w:t>
            </w:r>
          </w:p>
        </w:tc>
        <w:tc>
          <w:tcPr>
            <w:tcW w:w="1559" w:type="dxa"/>
          </w:tcPr>
          <w:p w14:paraId="133F7552" w14:textId="77777777" w:rsidR="003E2636" w:rsidRPr="00F83A0B" w:rsidRDefault="003E2636" w:rsidP="00AD4D86">
            <w:pPr>
              <w:spacing w:after="0" w:line="240" w:lineRule="auto"/>
              <w:rPr>
                <w:sz w:val="18"/>
                <w:szCs w:val="18"/>
              </w:rPr>
            </w:pPr>
            <w:r w:rsidRPr="00F83A0B">
              <w:rPr>
                <w:sz w:val="18"/>
                <w:szCs w:val="18"/>
              </w:rPr>
              <w:t>300</w:t>
            </w:r>
          </w:p>
        </w:tc>
        <w:tc>
          <w:tcPr>
            <w:tcW w:w="1560" w:type="dxa"/>
          </w:tcPr>
          <w:p w14:paraId="048486D0" w14:textId="0A6B7B26" w:rsidR="003E2636" w:rsidRPr="00F83A0B" w:rsidRDefault="003E2636" w:rsidP="00AD4D86">
            <w:pPr>
              <w:spacing w:after="0" w:line="240" w:lineRule="auto"/>
              <w:rPr>
                <w:sz w:val="18"/>
                <w:szCs w:val="18"/>
              </w:rPr>
            </w:pPr>
            <w:r>
              <w:rPr>
                <w:sz w:val="18"/>
                <w:szCs w:val="18"/>
              </w:rPr>
              <w:t>5</w:t>
            </w:r>
          </w:p>
        </w:tc>
      </w:tr>
      <w:tr w:rsidR="003E2636" w:rsidRPr="00F83A0B" w14:paraId="1AC6FF2F" w14:textId="77777777" w:rsidTr="001F51BE">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572B0BCD" w14:textId="77777777" w:rsidR="003E2636" w:rsidRPr="00F83A0B" w:rsidRDefault="003E2636" w:rsidP="00AD4D86">
            <w:pPr>
              <w:spacing w:after="0" w:line="240" w:lineRule="auto"/>
              <w:rPr>
                <w:sz w:val="18"/>
                <w:szCs w:val="18"/>
              </w:rPr>
            </w:pPr>
            <w:r w:rsidRPr="00F83A0B">
              <w:rPr>
                <w:sz w:val="18"/>
                <w:szCs w:val="18"/>
              </w:rPr>
              <w:t>Sporthalle 2</w:t>
            </w:r>
          </w:p>
        </w:tc>
        <w:tc>
          <w:tcPr>
            <w:tcW w:w="1559" w:type="dxa"/>
          </w:tcPr>
          <w:p w14:paraId="29708A1F" w14:textId="77777777" w:rsidR="003E2636" w:rsidRPr="00F83A0B" w:rsidRDefault="003E2636" w:rsidP="00AD4D86">
            <w:pPr>
              <w:spacing w:after="0" w:line="240" w:lineRule="auto"/>
              <w:rPr>
                <w:sz w:val="18"/>
                <w:szCs w:val="18"/>
              </w:rPr>
            </w:pPr>
            <w:r w:rsidRPr="00F83A0B">
              <w:rPr>
                <w:sz w:val="18"/>
                <w:szCs w:val="18"/>
              </w:rPr>
              <w:t>200</w:t>
            </w:r>
          </w:p>
        </w:tc>
        <w:tc>
          <w:tcPr>
            <w:tcW w:w="1560" w:type="dxa"/>
            <w:shd w:val="clear" w:color="auto" w:fill="FFF2CC" w:themeFill="accent4" w:themeFillTint="33"/>
          </w:tcPr>
          <w:p w14:paraId="5D6F8826" w14:textId="79FC740E" w:rsidR="003E2636" w:rsidRPr="00F83A0B" w:rsidRDefault="003E2636" w:rsidP="00AD4D86">
            <w:pPr>
              <w:spacing w:after="0" w:line="240" w:lineRule="auto"/>
              <w:rPr>
                <w:sz w:val="18"/>
                <w:szCs w:val="18"/>
              </w:rPr>
            </w:pPr>
            <w:r>
              <w:rPr>
                <w:sz w:val="18"/>
                <w:szCs w:val="18"/>
              </w:rPr>
              <w:t>6</w:t>
            </w:r>
          </w:p>
        </w:tc>
      </w:tr>
      <w:tr w:rsidR="003E2636" w:rsidRPr="00FD576A" w14:paraId="44AA2A3B" w14:textId="77777777" w:rsidTr="003E2636">
        <w:tc>
          <w:tcPr>
            <w:tcW w:w="1276" w:type="dxa"/>
          </w:tcPr>
          <w:p w14:paraId="5F387EB2" w14:textId="77777777" w:rsidR="003E2636" w:rsidRPr="00FD576A" w:rsidRDefault="003E2636" w:rsidP="00AD4D86">
            <w:pPr>
              <w:spacing w:after="0" w:line="240" w:lineRule="auto"/>
              <w:rPr>
                <w:sz w:val="20"/>
                <w:szCs w:val="20"/>
              </w:rPr>
            </w:pPr>
            <w:r w:rsidRPr="00FD576A">
              <w:rPr>
                <w:sz w:val="20"/>
                <w:szCs w:val="20"/>
              </w:rPr>
              <w:t>…</w:t>
            </w:r>
          </w:p>
        </w:tc>
        <w:tc>
          <w:tcPr>
            <w:tcW w:w="1559" w:type="dxa"/>
          </w:tcPr>
          <w:p w14:paraId="15615D97" w14:textId="77777777" w:rsidR="003E2636" w:rsidRPr="00FD576A" w:rsidRDefault="003E2636" w:rsidP="00AD4D86">
            <w:pPr>
              <w:spacing w:after="0" w:line="240" w:lineRule="auto"/>
              <w:rPr>
                <w:sz w:val="20"/>
                <w:szCs w:val="20"/>
              </w:rPr>
            </w:pPr>
            <w:r w:rsidRPr="00A12233">
              <w:rPr>
                <w:sz w:val="18"/>
                <w:szCs w:val="18"/>
              </w:rPr>
              <w:t>…</w:t>
            </w:r>
          </w:p>
        </w:tc>
        <w:tc>
          <w:tcPr>
            <w:tcW w:w="1560" w:type="dxa"/>
          </w:tcPr>
          <w:p w14:paraId="5350250C" w14:textId="77777777" w:rsidR="003E2636" w:rsidRPr="00FD576A" w:rsidRDefault="003E2636" w:rsidP="00AD4D86">
            <w:pPr>
              <w:spacing w:after="0" w:line="240" w:lineRule="auto"/>
              <w:rPr>
                <w:sz w:val="20"/>
                <w:szCs w:val="20"/>
              </w:rPr>
            </w:pPr>
            <w:r w:rsidRPr="00A12233">
              <w:rPr>
                <w:sz w:val="18"/>
                <w:szCs w:val="18"/>
              </w:rPr>
              <w:t>…</w:t>
            </w:r>
          </w:p>
        </w:tc>
      </w:tr>
    </w:tbl>
    <w:p w14:paraId="0A7298F4" w14:textId="33E77F06" w:rsidR="003E2636" w:rsidRDefault="00CB6CAF" w:rsidP="00AB6183">
      <w:pPr>
        <w:spacing w:before="120" w:after="0"/>
      </w:pPr>
      <w:r>
        <w:rPr>
          <w:b/>
          <w:bCs/>
        </w:rPr>
        <w:t>Kontakte</w:t>
      </w:r>
    </w:p>
    <w:tbl>
      <w:tblPr>
        <w:tblStyle w:val="Gitternetztabelle4Akzent1"/>
        <w:tblW w:w="6520" w:type="dxa"/>
        <w:tblInd w:w="-5" w:type="dxa"/>
        <w:tblLayout w:type="fixed"/>
        <w:tblLook w:val="0420" w:firstRow="1" w:lastRow="0" w:firstColumn="0" w:lastColumn="0" w:noHBand="0" w:noVBand="1"/>
      </w:tblPr>
      <w:tblGrid>
        <w:gridCol w:w="1843"/>
        <w:gridCol w:w="1559"/>
        <w:gridCol w:w="1559"/>
        <w:gridCol w:w="1559"/>
      </w:tblGrid>
      <w:tr w:rsidR="003E2636" w:rsidRPr="00F83A0B" w14:paraId="788D6624" w14:textId="77777777" w:rsidTr="003E2636">
        <w:trPr>
          <w:cnfStyle w:val="100000000000" w:firstRow="1" w:lastRow="0" w:firstColumn="0" w:lastColumn="0" w:oddVBand="0" w:evenVBand="0" w:oddHBand="0" w:evenHBand="0" w:firstRowFirstColumn="0" w:firstRowLastColumn="0" w:lastRowFirstColumn="0" w:lastRowLastColumn="0"/>
        </w:trPr>
        <w:tc>
          <w:tcPr>
            <w:tcW w:w="1843" w:type="dxa"/>
            <w:shd w:val="clear" w:color="auto" w:fill="ED7D31" w:themeFill="accent2"/>
          </w:tcPr>
          <w:p w14:paraId="612C46C4" w14:textId="6C488C3D" w:rsidR="003E2636" w:rsidRPr="00F83A0B" w:rsidRDefault="003E2636" w:rsidP="00AD4D86">
            <w:pPr>
              <w:spacing w:after="0" w:line="240" w:lineRule="auto"/>
              <w:rPr>
                <w:sz w:val="18"/>
                <w:szCs w:val="18"/>
              </w:rPr>
            </w:pPr>
            <w:r w:rsidRPr="00F83A0B">
              <w:rPr>
                <w:sz w:val="18"/>
                <w:szCs w:val="18"/>
              </w:rPr>
              <w:t>Ansprechpartner</w:t>
            </w:r>
            <w:r>
              <w:rPr>
                <w:sz w:val="18"/>
                <w:szCs w:val="18"/>
              </w:rPr>
              <w:t>ID</w:t>
            </w:r>
          </w:p>
        </w:tc>
        <w:tc>
          <w:tcPr>
            <w:tcW w:w="1559" w:type="dxa"/>
            <w:shd w:val="clear" w:color="auto" w:fill="4E6B9E"/>
          </w:tcPr>
          <w:p w14:paraId="7D58F4FF" w14:textId="2E573056" w:rsidR="003E2636" w:rsidRPr="00F83A0B" w:rsidRDefault="003E2636" w:rsidP="00AD4D86">
            <w:pPr>
              <w:spacing w:after="0" w:line="240" w:lineRule="auto"/>
              <w:rPr>
                <w:sz w:val="18"/>
                <w:szCs w:val="18"/>
              </w:rPr>
            </w:pPr>
            <w:r>
              <w:rPr>
                <w:sz w:val="18"/>
                <w:szCs w:val="18"/>
              </w:rPr>
              <w:t>Anrede</w:t>
            </w:r>
          </w:p>
        </w:tc>
        <w:tc>
          <w:tcPr>
            <w:tcW w:w="1559" w:type="dxa"/>
            <w:shd w:val="clear" w:color="auto" w:fill="4E6B9E"/>
          </w:tcPr>
          <w:p w14:paraId="04627FCF" w14:textId="012E11F4" w:rsidR="003E2636" w:rsidRPr="00F83A0B" w:rsidRDefault="003E2636" w:rsidP="00AD4D86">
            <w:pPr>
              <w:spacing w:after="0" w:line="240" w:lineRule="auto"/>
              <w:rPr>
                <w:sz w:val="18"/>
                <w:szCs w:val="18"/>
              </w:rPr>
            </w:pPr>
            <w:r>
              <w:rPr>
                <w:sz w:val="18"/>
                <w:szCs w:val="18"/>
              </w:rPr>
              <w:t>Name</w:t>
            </w:r>
          </w:p>
        </w:tc>
        <w:tc>
          <w:tcPr>
            <w:tcW w:w="1559" w:type="dxa"/>
            <w:shd w:val="clear" w:color="auto" w:fill="4E6B9E"/>
          </w:tcPr>
          <w:p w14:paraId="7AA3CA1B" w14:textId="26C23B1D" w:rsidR="003E2636" w:rsidRPr="00F83A0B" w:rsidRDefault="003E2636" w:rsidP="00AD4D86">
            <w:pPr>
              <w:spacing w:after="0" w:line="240" w:lineRule="auto"/>
              <w:rPr>
                <w:sz w:val="18"/>
                <w:szCs w:val="18"/>
              </w:rPr>
            </w:pPr>
            <w:r w:rsidRPr="00F83A0B">
              <w:rPr>
                <w:sz w:val="18"/>
                <w:szCs w:val="18"/>
              </w:rPr>
              <w:t>Telefon</w:t>
            </w:r>
          </w:p>
        </w:tc>
      </w:tr>
      <w:tr w:rsidR="003E2636" w:rsidRPr="00F83A0B" w14:paraId="019E8806" w14:textId="77777777" w:rsidTr="003E2636">
        <w:trPr>
          <w:cnfStyle w:val="000000100000" w:firstRow="0" w:lastRow="0" w:firstColumn="0" w:lastColumn="0" w:oddVBand="0" w:evenVBand="0" w:oddHBand="1" w:evenHBand="0" w:firstRowFirstColumn="0" w:firstRowLastColumn="0" w:lastRowFirstColumn="0" w:lastRowLastColumn="0"/>
        </w:trPr>
        <w:tc>
          <w:tcPr>
            <w:tcW w:w="1843" w:type="dxa"/>
            <w:shd w:val="clear" w:color="auto" w:fill="FBE4D5" w:themeFill="accent2" w:themeFillTint="33"/>
          </w:tcPr>
          <w:p w14:paraId="6394687D" w14:textId="77777777" w:rsidR="003E2636" w:rsidRPr="00F83A0B" w:rsidRDefault="003E2636" w:rsidP="00AD4D86">
            <w:pPr>
              <w:spacing w:after="0" w:line="240" w:lineRule="auto"/>
              <w:rPr>
                <w:sz w:val="18"/>
                <w:szCs w:val="18"/>
              </w:rPr>
            </w:pPr>
            <w:r w:rsidRPr="00E76DE1">
              <w:rPr>
                <w:sz w:val="18"/>
                <w:szCs w:val="18"/>
              </w:rPr>
              <w:t>…</w:t>
            </w:r>
          </w:p>
        </w:tc>
        <w:tc>
          <w:tcPr>
            <w:tcW w:w="1559" w:type="dxa"/>
          </w:tcPr>
          <w:p w14:paraId="3751B81A" w14:textId="77777777" w:rsidR="003E2636" w:rsidRPr="00E76DE1" w:rsidRDefault="003E2636" w:rsidP="00AD4D86">
            <w:pPr>
              <w:spacing w:after="0" w:line="240" w:lineRule="auto"/>
              <w:rPr>
                <w:sz w:val="18"/>
                <w:szCs w:val="18"/>
              </w:rPr>
            </w:pPr>
          </w:p>
        </w:tc>
        <w:tc>
          <w:tcPr>
            <w:tcW w:w="1559" w:type="dxa"/>
          </w:tcPr>
          <w:p w14:paraId="63CFD23B" w14:textId="58BBCA6E" w:rsidR="003E2636" w:rsidRPr="00E76DE1" w:rsidRDefault="003E2636" w:rsidP="00AD4D86">
            <w:pPr>
              <w:spacing w:after="0" w:line="240" w:lineRule="auto"/>
              <w:rPr>
                <w:sz w:val="18"/>
                <w:szCs w:val="18"/>
              </w:rPr>
            </w:pPr>
          </w:p>
        </w:tc>
        <w:tc>
          <w:tcPr>
            <w:tcW w:w="1559" w:type="dxa"/>
          </w:tcPr>
          <w:p w14:paraId="4F797586" w14:textId="51CDEB7C" w:rsidR="003E2636" w:rsidRPr="00F83A0B" w:rsidRDefault="003E2636" w:rsidP="00AD4D86">
            <w:pPr>
              <w:spacing w:after="0" w:line="240" w:lineRule="auto"/>
              <w:rPr>
                <w:sz w:val="18"/>
                <w:szCs w:val="18"/>
              </w:rPr>
            </w:pPr>
            <w:r w:rsidRPr="00E76DE1">
              <w:rPr>
                <w:sz w:val="18"/>
                <w:szCs w:val="18"/>
              </w:rPr>
              <w:t>…</w:t>
            </w:r>
          </w:p>
        </w:tc>
      </w:tr>
      <w:tr w:rsidR="003E2636" w:rsidRPr="00F83A0B" w14:paraId="027ECEF8" w14:textId="77777777" w:rsidTr="003E2636">
        <w:tc>
          <w:tcPr>
            <w:tcW w:w="1843" w:type="dxa"/>
          </w:tcPr>
          <w:p w14:paraId="39D508B3" w14:textId="7FECFC91" w:rsidR="003E2636" w:rsidRPr="00F83A0B" w:rsidRDefault="003E2636" w:rsidP="00AD4D86">
            <w:pPr>
              <w:spacing w:after="0" w:line="240" w:lineRule="auto"/>
              <w:rPr>
                <w:sz w:val="18"/>
                <w:szCs w:val="18"/>
              </w:rPr>
            </w:pPr>
            <w:r>
              <w:rPr>
                <w:sz w:val="18"/>
                <w:szCs w:val="18"/>
              </w:rPr>
              <w:t>5</w:t>
            </w:r>
          </w:p>
        </w:tc>
        <w:tc>
          <w:tcPr>
            <w:tcW w:w="1559" w:type="dxa"/>
          </w:tcPr>
          <w:p w14:paraId="75BCDD64" w14:textId="60D4AA43" w:rsidR="003E2636" w:rsidRPr="00F83A0B" w:rsidRDefault="003E2636" w:rsidP="00AD4D86">
            <w:pPr>
              <w:spacing w:after="0" w:line="240" w:lineRule="auto"/>
              <w:rPr>
                <w:sz w:val="18"/>
                <w:szCs w:val="18"/>
              </w:rPr>
            </w:pPr>
            <w:r>
              <w:rPr>
                <w:sz w:val="18"/>
                <w:szCs w:val="18"/>
              </w:rPr>
              <w:t>Herr</w:t>
            </w:r>
          </w:p>
        </w:tc>
        <w:tc>
          <w:tcPr>
            <w:tcW w:w="1559" w:type="dxa"/>
          </w:tcPr>
          <w:p w14:paraId="264EC8C4" w14:textId="5BC8BF57" w:rsidR="003E2636" w:rsidRPr="00F83A0B" w:rsidRDefault="003E2636" w:rsidP="00AD4D86">
            <w:pPr>
              <w:spacing w:after="0" w:line="240" w:lineRule="auto"/>
              <w:rPr>
                <w:sz w:val="18"/>
                <w:szCs w:val="18"/>
              </w:rPr>
            </w:pPr>
            <w:r>
              <w:rPr>
                <w:sz w:val="18"/>
                <w:szCs w:val="18"/>
              </w:rPr>
              <w:t>Freund</w:t>
            </w:r>
          </w:p>
        </w:tc>
        <w:tc>
          <w:tcPr>
            <w:tcW w:w="1559" w:type="dxa"/>
          </w:tcPr>
          <w:p w14:paraId="3CBB8F8C" w14:textId="36C107A3" w:rsidR="003E2636" w:rsidRPr="00F83A0B" w:rsidRDefault="003E2636" w:rsidP="00AD4D86">
            <w:pPr>
              <w:spacing w:after="0" w:line="240" w:lineRule="auto"/>
              <w:rPr>
                <w:sz w:val="18"/>
                <w:szCs w:val="18"/>
              </w:rPr>
            </w:pPr>
            <w:r w:rsidRPr="00F83A0B">
              <w:rPr>
                <w:sz w:val="18"/>
                <w:szCs w:val="18"/>
              </w:rPr>
              <w:t>0151-73451239</w:t>
            </w:r>
          </w:p>
        </w:tc>
      </w:tr>
      <w:tr w:rsidR="003E2636" w:rsidRPr="00F83A0B" w14:paraId="2B1E74C5" w14:textId="77777777" w:rsidTr="003E2636">
        <w:trPr>
          <w:cnfStyle w:val="000000100000" w:firstRow="0" w:lastRow="0" w:firstColumn="0" w:lastColumn="0" w:oddVBand="0" w:evenVBand="0" w:oddHBand="1" w:evenHBand="0" w:firstRowFirstColumn="0" w:firstRowLastColumn="0" w:lastRowFirstColumn="0" w:lastRowLastColumn="0"/>
        </w:trPr>
        <w:tc>
          <w:tcPr>
            <w:tcW w:w="1843" w:type="dxa"/>
            <w:shd w:val="clear" w:color="auto" w:fill="FBE4D5" w:themeFill="accent2" w:themeFillTint="33"/>
          </w:tcPr>
          <w:p w14:paraId="55D6C327" w14:textId="41A23558" w:rsidR="003E2636" w:rsidRPr="00F83A0B" w:rsidRDefault="003E2636" w:rsidP="00AD4D86">
            <w:pPr>
              <w:spacing w:after="0" w:line="240" w:lineRule="auto"/>
              <w:rPr>
                <w:sz w:val="18"/>
                <w:szCs w:val="18"/>
              </w:rPr>
            </w:pPr>
            <w:r>
              <w:rPr>
                <w:sz w:val="18"/>
                <w:szCs w:val="18"/>
              </w:rPr>
              <w:t>6</w:t>
            </w:r>
          </w:p>
        </w:tc>
        <w:tc>
          <w:tcPr>
            <w:tcW w:w="1559" w:type="dxa"/>
          </w:tcPr>
          <w:p w14:paraId="5DA23589" w14:textId="2A28F210" w:rsidR="003E2636" w:rsidRPr="00F83A0B" w:rsidRDefault="003E2636" w:rsidP="00AD4D86">
            <w:pPr>
              <w:spacing w:after="0" w:line="240" w:lineRule="auto"/>
              <w:rPr>
                <w:sz w:val="18"/>
                <w:szCs w:val="18"/>
              </w:rPr>
            </w:pPr>
            <w:r>
              <w:rPr>
                <w:sz w:val="18"/>
                <w:szCs w:val="18"/>
              </w:rPr>
              <w:t xml:space="preserve">Frau </w:t>
            </w:r>
          </w:p>
        </w:tc>
        <w:tc>
          <w:tcPr>
            <w:tcW w:w="1559" w:type="dxa"/>
          </w:tcPr>
          <w:p w14:paraId="2F22856D" w14:textId="39043737" w:rsidR="003E2636" w:rsidRPr="00F83A0B" w:rsidRDefault="003E2636" w:rsidP="00AD4D86">
            <w:pPr>
              <w:spacing w:after="0" w:line="240" w:lineRule="auto"/>
              <w:rPr>
                <w:sz w:val="18"/>
                <w:szCs w:val="18"/>
              </w:rPr>
            </w:pPr>
            <w:r>
              <w:rPr>
                <w:sz w:val="18"/>
                <w:szCs w:val="18"/>
              </w:rPr>
              <w:t>Holle</w:t>
            </w:r>
          </w:p>
        </w:tc>
        <w:tc>
          <w:tcPr>
            <w:tcW w:w="1559" w:type="dxa"/>
          </w:tcPr>
          <w:p w14:paraId="2B099ED1" w14:textId="3778C4CC" w:rsidR="003E2636" w:rsidRPr="00F83A0B" w:rsidRDefault="003E2636" w:rsidP="00AD4D86">
            <w:pPr>
              <w:spacing w:after="0" w:line="240" w:lineRule="auto"/>
              <w:rPr>
                <w:sz w:val="18"/>
                <w:szCs w:val="18"/>
              </w:rPr>
            </w:pPr>
            <w:r w:rsidRPr="00F83A0B">
              <w:rPr>
                <w:sz w:val="18"/>
                <w:szCs w:val="18"/>
              </w:rPr>
              <w:t>0162-192837465</w:t>
            </w:r>
          </w:p>
        </w:tc>
      </w:tr>
      <w:tr w:rsidR="003E2636" w:rsidRPr="00FD576A" w14:paraId="67D5F5F5" w14:textId="77777777" w:rsidTr="003E2636">
        <w:tc>
          <w:tcPr>
            <w:tcW w:w="1843" w:type="dxa"/>
          </w:tcPr>
          <w:p w14:paraId="4A726FEC" w14:textId="77777777" w:rsidR="003E2636" w:rsidRPr="00FD576A" w:rsidRDefault="003E2636" w:rsidP="00AD4D86">
            <w:pPr>
              <w:spacing w:after="0" w:line="240" w:lineRule="auto"/>
              <w:rPr>
                <w:sz w:val="20"/>
                <w:szCs w:val="20"/>
              </w:rPr>
            </w:pPr>
            <w:r w:rsidRPr="00C37834">
              <w:rPr>
                <w:sz w:val="18"/>
                <w:szCs w:val="18"/>
              </w:rPr>
              <w:t>…</w:t>
            </w:r>
          </w:p>
        </w:tc>
        <w:tc>
          <w:tcPr>
            <w:tcW w:w="1559" w:type="dxa"/>
          </w:tcPr>
          <w:p w14:paraId="3DF88BE2" w14:textId="77777777" w:rsidR="003E2636" w:rsidRPr="00C37834" w:rsidRDefault="003E2636" w:rsidP="00AD4D86">
            <w:pPr>
              <w:spacing w:after="0" w:line="240" w:lineRule="auto"/>
              <w:rPr>
                <w:sz w:val="18"/>
                <w:szCs w:val="18"/>
              </w:rPr>
            </w:pPr>
          </w:p>
        </w:tc>
        <w:tc>
          <w:tcPr>
            <w:tcW w:w="1559" w:type="dxa"/>
          </w:tcPr>
          <w:p w14:paraId="00091C60" w14:textId="32ECB56B" w:rsidR="003E2636" w:rsidRPr="00C37834" w:rsidRDefault="003E2636" w:rsidP="00AD4D86">
            <w:pPr>
              <w:spacing w:after="0" w:line="240" w:lineRule="auto"/>
              <w:rPr>
                <w:sz w:val="18"/>
                <w:szCs w:val="18"/>
              </w:rPr>
            </w:pPr>
          </w:p>
        </w:tc>
        <w:tc>
          <w:tcPr>
            <w:tcW w:w="1559" w:type="dxa"/>
          </w:tcPr>
          <w:p w14:paraId="233CA014" w14:textId="5A656CBB" w:rsidR="003E2636" w:rsidRPr="00FD576A" w:rsidRDefault="003E2636" w:rsidP="00AD4D86">
            <w:pPr>
              <w:keepNext/>
              <w:spacing w:after="0" w:line="240" w:lineRule="auto"/>
              <w:rPr>
                <w:sz w:val="20"/>
                <w:szCs w:val="20"/>
              </w:rPr>
            </w:pPr>
            <w:r w:rsidRPr="00C37834">
              <w:rPr>
                <w:sz w:val="18"/>
                <w:szCs w:val="18"/>
              </w:rPr>
              <w:t>…</w:t>
            </w:r>
          </w:p>
        </w:tc>
      </w:tr>
    </w:tbl>
    <w:p w14:paraId="6EC6F184" w14:textId="25A7F4BA" w:rsidR="00CA1CFE" w:rsidRDefault="00530CFC" w:rsidP="00530CFC">
      <w:pPr>
        <w:pStyle w:val="UnterschriftINFSII"/>
      </w:pPr>
      <w:r>
        <w:t xml:space="preserve">Abbildung </w:t>
      </w:r>
      <w:fldSimple w:instr=" SEQ Abbildung \* ARABIC ">
        <w:r w:rsidR="00C303B8">
          <w:rPr>
            <w:noProof/>
          </w:rPr>
          <w:t>15</w:t>
        </w:r>
      </w:fldSimple>
      <w:r>
        <w:t>: Zerlegung der Attribute der Tabelle Ansprechpartner in atomare Wertebereiche</w:t>
      </w:r>
    </w:p>
    <w:p w14:paraId="1786D930" w14:textId="55584ABB" w:rsidR="00180E0B" w:rsidRDefault="00180E0B">
      <w:r>
        <w:t xml:space="preserve">Zu einem ähnlichen Ergebnis kommen wir, wenn wir uns auf der Modellierungsebene überlegen, dass Kurse, Sportstätten und die Bertreiber von Sportstätten jeweils eigene Entitäten mit zugeordneten Attributen darstellen, die miteinander in </w:t>
      </w:r>
      <w:r w:rsidR="005624EE">
        <w:t>1:n-</w:t>
      </w:r>
      <w:r>
        <w:t>Beziehung</w:t>
      </w:r>
      <w:r w:rsidR="005624EE">
        <w:t>en</w:t>
      </w:r>
      <w:r>
        <w:t xml:space="preserve"> stehen. </w:t>
      </w:r>
      <w:r w:rsidR="00CD50EA">
        <w:t>Bei einer gut durchdach</w:t>
      </w:r>
      <w:r w:rsidR="00802667">
        <w:softHyphen/>
      </w:r>
      <w:r w:rsidR="00CD50EA">
        <w:t xml:space="preserve">ten Modellierung haben wir also am Ende weniger Arbeit beim Beseitigen von </w:t>
      </w:r>
      <w:r w:rsidR="003E2636">
        <w:t xml:space="preserve">Redundanzen, </w:t>
      </w:r>
      <w:r w:rsidR="00CD50EA">
        <w:t>Anoma</w:t>
      </w:r>
      <w:r w:rsidR="00802667">
        <w:softHyphen/>
      </w:r>
      <w:r w:rsidR="00CD50EA">
        <w:t>lien</w:t>
      </w:r>
      <w:r w:rsidR="003E2636">
        <w:t xml:space="preserve"> und der Aufteilung von Attributen in atomare Werte</w:t>
      </w:r>
      <w:r w:rsidR="00CD50EA">
        <w:t xml:space="preserve">. </w:t>
      </w:r>
    </w:p>
    <w:p w14:paraId="4D85F8C8" w14:textId="77777777" w:rsidR="00AD4D86" w:rsidRDefault="00AD4D86">
      <w:pPr>
        <w:spacing w:after="160" w:line="259" w:lineRule="auto"/>
        <w:rPr>
          <w:rFonts w:asciiTheme="majorHAnsi" w:eastAsiaTheme="majorEastAsia" w:hAnsiTheme="majorHAnsi" w:cstheme="majorBidi"/>
          <w:b/>
          <w:bCs/>
          <w:color w:val="4E6B9E"/>
          <w:sz w:val="24"/>
          <w:szCs w:val="24"/>
        </w:rPr>
      </w:pPr>
      <w:r>
        <w:rPr>
          <w:b/>
          <w:bCs/>
        </w:rPr>
        <w:br w:type="page"/>
      </w:r>
    </w:p>
    <w:p w14:paraId="5A228440" w14:textId="67F56DE6" w:rsidR="00297638" w:rsidRPr="00297638" w:rsidRDefault="00297638" w:rsidP="00297638">
      <w:pPr>
        <w:pStyle w:val="berschrift3"/>
        <w:rPr>
          <w:b/>
          <w:bCs/>
        </w:rPr>
      </w:pPr>
      <w:r w:rsidRPr="00297638">
        <w:rPr>
          <w:b/>
          <w:bCs/>
        </w:rPr>
        <w:lastRenderedPageBreak/>
        <w:t>Spezialfall zusammengesetzte Primärschlüssel</w:t>
      </w:r>
    </w:p>
    <w:p w14:paraId="1D36789B" w14:textId="7B37561B" w:rsidR="00B73633" w:rsidRDefault="00B73633">
      <w:r>
        <w:t xml:space="preserve">Bei manchen Tabellen wird der Primärschlüssel aus zwei oder mehr Attributen zusammengesetzt. In diesem Fall sollte </w:t>
      </w:r>
      <w:r w:rsidR="00297638">
        <w:t xml:space="preserve">auf der Ebene der Abhängigkeiten </w:t>
      </w:r>
      <w:r>
        <w:t>geprüft werden, ob es Attribute gibt, die bereits durch ein</w:t>
      </w:r>
      <w:r w:rsidR="001478BB">
        <w:t>e</w:t>
      </w:r>
      <w:r>
        <w:t>s der Schlüsselattribute eindeutig festgelegt sind. Auch dies kann einen Hinweis darauf liefern, dass hier Attribute in eine eigenständige Tabelle ausgelagert werden könne</w:t>
      </w:r>
      <w:r w:rsidR="001478BB">
        <w:t>n</w:t>
      </w:r>
      <w:r>
        <w:t xml:space="preserve">, um Redundanzen zu vermeiden. </w:t>
      </w:r>
    </w:p>
    <w:p w14:paraId="5A407F00" w14:textId="43E9FF25" w:rsidR="001478BB" w:rsidRDefault="00056679">
      <w:r>
        <w:t>Abbildung 16 zeigt eine Tabelle in der Patientendaten verwaltet werden. D</w:t>
      </w:r>
      <w:r w:rsidR="001478BB">
        <w:t xml:space="preserve">ie Attribute </w:t>
      </w:r>
      <w:r w:rsidR="001478BB" w:rsidRPr="00054789">
        <w:rPr>
          <w:i/>
          <w:iCs/>
        </w:rPr>
        <w:t>PatientID</w:t>
      </w:r>
      <w:r w:rsidR="001478BB">
        <w:t xml:space="preserve"> und </w:t>
      </w:r>
      <w:r w:rsidR="001478BB" w:rsidRPr="00054789">
        <w:rPr>
          <w:i/>
          <w:iCs/>
        </w:rPr>
        <w:t>PZN</w:t>
      </w:r>
      <w:r w:rsidR="001478BB">
        <w:t xml:space="preserve"> </w:t>
      </w:r>
      <w:r w:rsidR="00054789">
        <w:t>(Pharmazentral</w:t>
      </w:r>
      <w:r w:rsidR="006A0891">
        <w:softHyphen/>
      </w:r>
      <w:r w:rsidR="00054789">
        <w:t>num</w:t>
      </w:r>
      <w:r w:rsidR="006A0891">
        <w:softHyphen/>
      </w:r>
      <w:r w:rsidR="00054789">
        <w:t xml:space="preserve">mer) </w:t>
      </w:r>
      <w:r>
        <w:t xml:space="preserve">bilden </w:t>
      </w:r>
      <w:r w:rsidR="001478BB">
        <w:t xml:space="preserve">den Primärschlüssel. Die Attribute </w:t>
      </w:r>
      <w:r w:rsidR="001478BB" w:rsidRPr="00054789">
        <w:rPr>
          <w:i/>
          <w:iCs/>
        </w:rPr>
        <w:t>Vorname</w:t>
      </w:r>
      <w:r w:rsidR="001478BB">
        <w:t xml:space="preserve">, </w:t>
      </w:r>
      <w:r w:rsidR="001478BB" w:rsidRPr="00054789">
        <w:rPr>
          <w:i/>
          <w:iCs/>
        </w:rPr>
        <w:t>Nachname</w:t>
      </w:r>
      <w:r w:rsidR="001478BB">
        <w:t xml:space="preserve"> und </w:t>
      </w:r>
      <w:r w:rsidR="001478BB" w:rsidRPr="00054789">
        <w:rPr>
          <w:i/>
          <w:iCs/>
        </w:rPr>
        <w:t>Zimmer</w:t>
      </w:r>
      <w:r w:rsidR="00054789">
        <w:rPr>
          <w:i/>
          <w:iCs/>
        </w:rPr>
        <w:t xml:space="preserve">Nr </w:t>
      </w:r>
      <w:r w:rsidR="001478BB">
        <w:t>lassen sich dem Patien</w:t>
      </w:r>
      <w:r w:rsidR="00802667">
        <w:softHyphen/>
      </w:r>
      <w:r w:rsidR="001478BB">
        <w:t xml:space="preserve">ten zuordnen und hängen daher nur von der </w:t>
      </w:r>
      <w:r w:rsidR="001478BB" w:rsidRPr="00054789">
        <w:rPr>
          <w:i/>
          <w:iCs/>
        </w:rPr>
        <w:t>PatientID</w:t>
      </w:r>
      <w:r w:rsidR="001478BB">
        <w:t xml:space="preserve"> ab. Die </w:t>
      </w:r>
      <w:r w:rsidR="00054789">
        <w:t xml:space="preserve">Attribute </w:t>
      </w:r>
      <w:r w:rsidR="001478BB" w:rsidRPr="00054789">
        <w:rPr>
          <w:i/>
          <w:iCs/>
        </w:rPr>
        <w:t>Darreichungsform</w:t>
      </w:r>
      <w:r w:rsidR="001478BB">
        <w:t xml:space="preserve">, </w:t>
      </w:r>
      <w:r w:rsidR="001478BB" w:rsidRPr="00054789">
        <w:rPr>
          <w:i/>
          <w:iCs/>
        </w:rPr>
        <w:t>Einheit</w:t>
      </w:r>
      <w:r w:rsidR="001478BB">
        <w:t xml:space="preserve"> für die Dosierung und </w:t>
      </w:r>
      <w:r w:rsidR="001478BB" w:rsidRPr="00054789">
        <w:rPr>
          <w:i/>
          <w:iCs/>
        </w:rPr>
        <w:t>Hersteller</w:t>
      </w:r>
      <w:r w:rsidR="001478BB">
        <w:t xml:space="preserve"> hängen hingegen nur von der </w:t>
      </w:r>
      <w:r w:rsidR="001478BB" w:rsidRPr="00054789">
        <w:rPr>
          <w:i/>
          <w:iCs/>
        </w:rPr>
        <w:t>PZN</w:t>
      </w:r>
      <w:r w:rsidR="001478BB">
        <w:t xml:space="preserve"> ab. Nur für </w:t>
      </w:r>
      <w:r w:rsidR="00054789">
        <w:t>das Attribut</w:t>
      </w:r>
      <w:r w:rsidR="001478BB">
        <w:t xml:space="preserve"> </w:t>
      </w:r>
      <w:r w:rsidR="001478BB" w:rsidRPr="00054789">
        <w:rPr>
          <w:i/>
          <w:iCs/>
        </w:rPr>
        <w:t>Dosierung</w:t>
      </w:r>
      <w:r w:rsidR="001478BB">
        <w:t xml:space="preserve"> wird die Kombination au</w:t>
      </w:r>
      <w:r w:rsidR="006A0891">
        <w:t>s</w:t>
      </w:r>
      <w:r w:rsidR="001478BB">
        <w:t xml:space="preserve"> beiden Schlüsselattributen </w:t>
      </w:r>
      <w:r w:rsidR="001478BB" w:rsidRPr="00054789">
        <w:rPr>
          <w:i/>
          <w:iCs/>
        </w:rPr>
        <w:t>Patient</w:t>
      </w:r>
      <w:r w:rsidR="00054789">
        <w:rPr>
          <w:i/>
          <w:iCs/>
        </w:rPr>
        <w:t>ID</w:t>
      </w:r>
      <w:r w:rsidR="001478BB">
        <w:t xml:space="preserve"> und </w:t>
      </w:r>
      <w:r w:rsidR="001478BB" w:rsidRPr="00054789">
        <w:rPr>
          <w:i/>
          <w:iCs/>
        </w:rPr>
        <w:t>PZN</w:t>
      </w:r>
      <w:r w:rsidR="001478BB">
        <w:t xml:space="preserve"> benötigt.</w:t>
      </w:r>
      <w:r w:rsidR="006A0891">
        <w:t xml:space="preserve"> Es</w:t>
      </w:r>
      <w:r w:rsidR="001478BB">
        <w:t xml:space="preserve"> </w:t>
      </w:r>
      <w:r w:rsidR="006A0891">
        <w:t xml:space="preserve">lassen sich daher die Entitäten </w:t>
      </w:r>
      <w:r w:rsidR="006A0891" w:rsidRPr="006A0891">
        <w:rPr>
          <w:i/>
          <w:iCs/>
        </w:rPr>
        <w:t>Patient</w:t>
      </w:r>
      <w:r w:rsidR="006A0891">
        <w:t xml:space="preserve"> und </w:t>
      </w:r>
      <w:r w:rsidR="006A0891" w:rsidRPr="006A0891">
        <w:rPr>
          <w:i/>
          <w:iCs/>
        </w:rPr>
        <w:t>Medikament</w:t>
      </w:r>
      <w:r w:rsidR="006A0891">
        <w:t xml:space="preserve"> ausfindig machen, die über </w:t>
      </w:r>
      <w:r w:rsidR="00D02D1A">
        <w:t xml:space="preserve">eine Beziehung </w:t>
      </w:r>
      <w:r w:rsidR="00D02D1A" w:rsidRPr="00AD4D86">
        <w:rPr>
          <w:i/>
          <w:iCs/>
        </w:rPr>
        <w:t>nimmt ein</w:t>
      </w:r>
      <w:r w:rsidR="00D02D1A">
        <w:t xml:space="preserve"> mit einer individuellen </w:t>
      </w:r>
      <w:r w:rsidR="006A0891">
        <w:t xml:space="preserve">Dosierung miteinander verknüpft sind. </w:t>
      </w:r>
      <w:r w:rsidR="001478BB">
        <w:t xml:space="preserve">Um Redundanzen zu vermeiden, </w:t>
      </w:r>
      <w:r w:rsidR="006A0891">
        <w:t>erfolgt daher eine Aufteilung der</w:t>
      </w:r>
      <w:r w:rsidR="001478BB">
        <w:t xml:space="preserve"> Tabelle </w:t>
      </w:r>
      <w:r w:rsidR="001478BB" w:rsidRPr="00054789">
        <w:rPr>
          <w:i/>
          <w:iCs/>
        </w:rPr>
        <w:t>Patienten</w:t>
      </w:r>
      <w:r w:rsidR="001478BB">
        <w:t xml:space="preserve"> in drei Tabellen</w:t>
      </w:r>
      <w:r w:rsidR="00054789">
        <w:t xml:space="preserve">: </w:t>
      </w:r>
      <w:r w:rsidR="001478BB" w:rsidRPr="00054789">
        <w:rPr>
          <w:i/>
          <w:iCs/>
        </w:rPr>
        <w:t>Patienten</w:t>
      </w:r>
      <w:r w:rsidR="001478BB">
        <w:t xml:space="preserve">, </w:t>
      </w:r>
      <w:r w:rsidR="001478BB" w:rsidRPr="00054789">
        <w:rPr>
          <w:i/>
          <w:iCs/>
        </w:rPr>
        <w:t>Medika</w:t>
      </w:r>
      <w:r w:rsidR="00802667">
        <w:rPr>
          <w:i/>
          <w:iCs/>
        </w:rPr>
        <w:softHyphen/>
      </w:r>
      <w:r w:rsidR="001478BB" w:rsidRPr="00054789">
        <w:rPr>
          <w:i/>
          <w:iCs/>
        </w:rPr>
        <w:t>men</w:t>
      </w:r>
      <w:r w:rsidR="00802667">
        <w:rPr>
          <w:i/>
          <w:iCs/>
        </w:rPr>
        <w:softHyphen/>
      </w:r>
      <w:r w:rsidR="001478BB" w:rsidRPr="00054789">
        <w:rPr>
          <w:i/>
          <w:iCs/>
        </w:rPr>
        <w:t>te</w:t>
      </w:r>
      <w:r w:rsidR="001478BB">
        <w:t xml:space="preserve"> und </w:t>
      </w:r>
      <w:r w:rsidR="001478BB" w:rsidRPr="00054789">
        <w:rPr>
          <w:i/>
          <w:iCs/>
        </w:rPr>
        <w:t>Medikationsplan</w:t>
      </w:r>
      <w:r w:rsidR="001478BB">
        <w:t xml:space="preserve"> </w:t>
      </w:r>
      <w:r w:rsidR="00802667">
        <w:t>(s. Abbildung 17)</w:t>
      </w:r>
      <w:r w:rsidR="001478BB">
        <w:t xml:space="preserve">.  </w:t>
      </w:r>
    </w:p>
    <w:p w14:paraId="1D4BC87E" w14:textId="3067ECEE" w:rsidR="00B73633" w:rsidRPr="001478BB" w:rsidRDefault="001478BB" w:rsidP="00802667">
      <w:pPr>
        <w:spacing w:before="120" w:after="0"/>
        <w:rPr>
          <w:b/>
          <w:bCs/>
        </w:rPr>
      </w:pPr>
      <w:r w:rsidRPr="001478BB">
        <w:rPr>
          <w:b/>
          <w:bCs/>
        </w:rPr>
        <w:t>Patienten</w:t>
      </w:r>
    </w:p>
    <w:tbl>
      <w:tblPr>
        <w:tblStyle w:val="Gitternetztabelle4Akzent1"/>
        <w:tblW w:w="0" w:type="auto"/>
        <w:tblLayout w:type="fixed"/>
        <w:tblLook w:val="0420" w:firstRow="1" w:lastRow="0" w:firstColumn="0" w:lastColumn="0" w:noHBand="0" w:noVBand="1"/>
      </w:tblPr>
      <w:tblGrid>
        <w:gridCol w:w="846"/>
        <w:gridCol w:w="850"/>
        <w:gridCol w:w="851"/>
        <w:gridCol w:w="1134"/>
        <w:gridCol w:w="1011"/>
        <w:gridCol w:w="832"/>
        <w:gridCol w:w="897"/>
        <w:gridCol w:w="1229"/>
        <w:gridCol w:w="1412"/>
      </w:tblGrid>
      <w:tr w:rsidR="00054789" w14:paraId="1CD9DA2F" w14:textId="77777777" w:rsidTr="005624EE">
        <w:trPr>
          <w:cnfStyle w:val="100000000000" w:firstRow="1" w:lastRow="0" w:firstColumn="0" w:lastColumn="0" w:oddVBand="0" w:evenVBand="0" w:oddHBand="0" w:evenHBand="0" w:firstRowFirstColumn="0" w:firstRowLastColumn="0" w:lastRowFirstColumn="0" w:lastRowLastColumn="0"/>
        </w:trPr>
        <w:tc>
          <w:tcPr>
            <w:tcW w:w="846" w:type="dxa"/>
            <w:shd w:val="clear" w:color="auto" w:fill="4E6B9E"/>
          </w:tcPr>
          <w:p w14:paraId="5D7F1FE1" w14:textId="465DCB83" w:rsidR="00B73633" w:rsidRPr="00054789" w:rsidRDefault="00B73633">
            <w:pPr>
              <w:rPr>
                <w:sz w:val="20"/>
                <w:szCs w:val="20"/>
                <w:u w:val="single"/>
              </w:rPr>
            </w:pPr>
            <w:r w:rsidRPr="00054789">
              <w:rPr>
                <w:sz w:val="20"/>
                <w:szCs w:val="20"/>
                <w:u w:val="single"/>
              </w:rPr>
              <w:t>PatientID</w:t>
            </w:r>
          </w:p>
        </w:tc>
        <w:tc>
          <w:tcPr>
            <w:tcW w:w="850" w:type="dxa"/>
            <w:shd w:val="clear" w:color="auto" w:fill="4E6B9E"/>
          </w:tcPr>
          <w:p w14:paraId="70F6F40B" w14:textId="1A8399B3" w:rsidR="00B73633" w:rsidRPr="00054789" w:rsidRDefault="00B73633">
            <w:pPr>
              <w:rPr>
                <w:sz w:val="20"/>
                <w:szCs w:val="20"/>
              </w:rPr>
            </w:pPr>
            <w:r w:rsidRPr="00054789">
              <w:rPr>
                <w:sz w:val="20"/>
                <w:szCs w:val="20"/>
              </w:rPr>
              <w:t>Vor</w:t>
            </w:r>
            <w:r w:rsidR="00054789">
              <w:rPr>
                <w:sz w:val="20"/>
                <w:szCs w:val="20"/>
              </w:rPr>
              <w:t>-</w:t>
            </w:r>
            <w:r w:rsidRPr="00054789">
              <w:rPr>
                <w:sz w:val="20"/>
                <w:szCs w:val="20"/>
              </w:rPr>
              <w:t>name</w:t>
            </w:r>
          </w:p>
        </w:tc>
        <w:tc>
          <w:tcPr>
            <w:tcW w:w="851" w:type="dxa"/>
            <w:shd w:val="clear" w:color="auto" w:fill="4E6B9E"/>
          </w:tcPr>
          <w:p w14:paraId="4CFD4D1F" w14:textId="6595CF65" w:rsidR="00B73633" w:rsidRPr="00054789" w:rsidRDefault="00B73633">
            <w:pPr>
              <w:rPr>
                <w:sz w:val="20"/>
                <w:szCs w:val="20"/>
              </w:rPr>
            </w:pPr>
            <w:r w:rsidRPr="00054789">
              <w:rPr>
                <w:sz w:val="20"/>
                <w:szCs w:val="20"/>
              </w:rPr>
              <w:t>Nach</w:t>
            </w:r>
            <w:r w:rsidR="00054789">
              <w:rPr>
                <w:sz w:val="20"/>
                <w:szCs w:val="20"/>
              </w:rPr>
              <w:t>-</w:t>
            </w:r>
            <w:r w:rsidRPr="00054789">
              <w:rPr>
                <w:sz w:val="20"/>
                <w:szCs w:val="20"/>
              </w:rPr>
              <w:t>name</w:t>
            </w:r>
          </w:p>
        </w:tc>
        <w:tc>
          <w:tcPr>
            <w:tcW w:w="1134" w:type="dxa"/>
            <w:shd w:val="clear" w:color="auto" w:fill="4E6B9E"/>
          </w:tcPr>
          <w:p w14:paraId="59E3A44F" w14:textId="1C0BE64F" w:rsidR="00B73633" w:rsidRPr="00054789" w:rsidRDefault="00B73633">
            <w:pPr>
              <w:rPr>
                <w:sz w:val="20"/>
                <w:szCs w:val="20"/>
              </w:rPr>
            </w:pPr>
            <w:r w:rsidRPr="00054789">
              <w:rPr>
                <w:sz w:val="20"/>
                <w:szCs w:val="20"/>
              </w:rPr>
              <w:t>Zimmer</w:t>
            </w:r>
            <w:r w:rsidR="00054789">
              <w:rPr>
                <w:sz w:val="20"/>
                <w:szCs w:val="20"/>
              </w:rPr>
              <w:t>Nr</w:t>
            </w:r>
          </w:p>
        </w:tc>
        <w:tc>
          <w:tcPr>
            <w:tcW w:w="1011" w:type="dxa"/>
            <w:shd w:val="clear" w:color="auto" w:fill="4E6B9E"/>
          </w:tcPr>
          <w:p w14:paraId="2C84734F" w14:textId="2C4D0135" w:rsidR="00B73633" w:rsidRPr="00054789" w:rsidRDefault="00B73633">
            <w:pPr>
              <w:rPr>
                <w:sz w:val="20"/>
                <w:szCs w:val="20"/>
              </w:rPr>
            </w:pPr>
            <w:r w:rsidRPr="00054789">
              <w:rPr>
                <w:sz w:val="20"/>
                <w:szCs w:val="20"/>
                <w:u w:val="single"/>
              </w:rPr>
              <w:t>PZN</w:t>
            </w:r>
          </w:p>
        </w:tc>
        <w:tc>
          <w:tcPr>
            <w:tcW w:w="832" w:type="dxa"/>
            <w:shd w:val="clear" w:color="auto" w:fill="4E6B9E"/>
          </w:tcPr>
          <w:p w14:paraId="70485764" w14:textId="448634E5" w:rsidR="00B73633" w:rsidRPr="00054789" w:rsidRDefault="00B73633">
            <w:pPr>
              <w:rPr>
                <w:sz w:val="20"/>
                <w:szCs w:val="20"/>
                <w:u w:val="single"/>
              </w:rPr>
            </w:pPr>
            <w:r w:rsidRPr="00054789">
              <w:rPr>
                <w:sz w:val="20"/>
                <w:szCs w:val="20"/>
              </w:rPr>
              <w:t>Dosie</w:t>
            </w:r>
            <w:r w:rsidR="00054789">
              <w:rPr>
                <w:sz w:val="20"/>
                <w:szCs w:val="20"/>
              </w:rPr>
              <w:t>-</w:t>
            </w:r>
            <w:r w:rsidRPr="00054789">
              <w:rPr>
                <w:sz w:val="20"/>
                <w:szCs w:val="20"/>
              </w:rPr>
              <w:t>rung</w:t>
            </w:r>
          </w:p>
        </w:tc>
        <w:tc>
          <w:tcPr>
            <w:tcW w:w="897" w:type="dxa"/>
            <w:shd w:val="clear" w:color="auto" w:fill="4E6B9E"/>
          </w:tcPr>
          <w:p w14:paraId="224D924A" w14:textId="7BB5FCA2" w:rsidR="00B73633" w:rsidRPr="00054789" w:rsidRDefault="00B73633">
            <w:pPr>
              <w:rPr>
                <w:sz w:val="20"/>
                <w:szCs w:val="20"/>
              </w:rPr>
            </w:pPr>
            <w:r w:rsidRPr="00054789">
              <w:rPr>
                <w:sz w:val="20"/>
                <w:szCs w:val="20"/>
              </w:rPr>
              <w:t>Einheit</w:t>
            </w:r>
          </w:p>
        </w:tc>
        <w:tc>
          <w:tcPr>
            <w:tcW w:w="1229" w:type="dxa"/>
            <w:shd w:val="clear" w:color="auto" w:fill="4E6B9E"/>
          </w:tcPr>
          <w:p w14:paraId="2672E5BA" w14:textId="7195D4A6" w:rsidR="00B73633" w:rsidRPr="00054789" w:rsidRDefault="00B73633">
            <w:pPr>
              <w:rPr>
                <w:sz w:val="20"/>
                <w:szCs w:val="20"/>
              </w:rPr>
            </w:pPr>
            <w:r w:rsidRPr="00054789">
              <w:rPr>
                <w:sz w:val="20"/>
                <w:szCs w:val="20"/>
              </w:rPr>
              <w:t>Da</w:t>
            </w:r>
            <w:r w:rsidR="001478BB" w:rsidRPr="00054789">
              <w:rPr>
                <w:sz w:val="20"/>
                <w:szCs w:val="20"/>
              </w:rPr>
              <w:t>r</w:t>
            </w:r>
            <w:r w:rsidRPr="00054789">
              <w:rPr>
                <w:sz w:val="20"/>
                <w:szCs w:val="20"/>
              </w:rPr>
              <w:t>rei</w:t>
            </w:r>
            <w:r w:rsidR="005624EE">
              <w:rPr>
                <w:sz w:val="20"/>
                <w:szCs w:val="20"/>
              </w:rPr>
              <w:t>-</w:t>
            </w:r>
            <w:r w:rsidRPr="00054789">
              <w:rPr>
                <w:sz w:val="20"/>
                <w:szCs w:val="20"/>
              </w:rPr>
              <w:t>chungsform</w:t>
            </w:r>
          </w:p>
        </w:tc>
        <w:tc>
          <w:tcPr>
            <w:tcW w:w="1412" w:type="dxa"/>
            <w:shd w:val="clear" w:color="auto" w:fill="4E6B9E"/>
          </w:tcPr>
          <w:p w14:paraId="14F1D735" w14:textId="13AB1C8C" w:rsidR="00B73633" w:rsidRPr="00054789" w:rsidRDefault="00B73633">
            <w:pPr>
              <w:rPr>
                <w:sz w:val="20"/>
                <w:szCs w:val="20"/>
              </w:rPr>
            </w:pPr>
            <w:r w:rsidRPr="00054789">
              <w:rPr>
                <w:sz w:val="20"/>
                <w:szCs w:val="20"/>
              </w:rPr>
              <w:t>Hersteller</w:t>
            </w:r>
          </w:p>
        </w:tc>
      </w:tr>
      <w:tr w:rsidR="00054789" w14:paraId="37319399" w14:textId="77777777" w:rsidTr="005624EE">
        <w:trPr>
          <w:cnfStyle w:val="000000100000" w:firstRow="0" w:lastRow="0" w:firstColumn="0" w:lastColumn="0" w:oddVBand="0" w:evenVBand="0" w:oddHBand="1" w:evenHBand="0" w:firstRowFirstColumn="0" w:firstRowLastColumn="0" w:lastRowFirstColumn="0" w:lastRowLastColumn="0"/>
        </w:trPr>
        <w:tc>
          <w:tcPr>
            <w:tcW w:w="846" w:type="dxa"/>
          </w:tcPr>
          <w:p w14:paraId="6C93ECF3" w14:textId="75870C71" w:rsidR="00B73633" w:rsidRPr="00054789" w:rsidRDefault="00B73633">
            <w:pPr>
              <w:rPr>
                <w:sz w:val="20"/>
                <w:szCs w:val="20"/>
              </w:rPr>
            </w:pPr>
            <w:r w:rsidRPr="00054789">
              <w:rPr>
                <w:sz w:val="20"/>
                <w:szCs w:val="20"/>
              </w:rPr>
              <w:t>1</w:t>
            </w:r>
          </w:p>
        </w:tc>
        <w:tc>
          <w:tcPr>
            <w:tcW w:w="850" w:type="dxa"/>
          </w:tcPr>
          <w:p w14:paraId="01F6291B" w14:textId="6B5C7E48" w:rsidR="00B73633" w:rsidRPr="00054789" w:rsidRDefault="00B73633">
            <w:pPr>
              <w:rPr>
                <w:sz w:val="20"/>
                <w:szCs w:val="20"/>
              </w:rPr>
            </w:pPr>
            <w:r w:rsidRPr="00054789">
              <w:rPr>
                <w:sz w:val="20"/>
                <w:szCs w:val="20"/>
              </w:rPr>
              <w:t>Susi</w:t>
            </w:r>
          </w:p>
        </w:tc>
        <w:tc>
          <w:tcPr>
            <w:tcW w:w="851" w:type="dxa"/>
          </w:tcPr>
          <w:p w14:paraId="5B93A9FA" w14:textId="05972791" w:rsidR="00B73633" w:rsidRPr="00054789" w:rsidRDefault="00B73633">
            <w:pPr>
              <w:rPr>
                <w:sz w:val="20"/>
                <w:szCs w:val="20"/>
              </w:rPr>
            </w:pPr>
            <w:r w:rsidRPr="00054789">
              <w:rPr>
                <w:sz w:val="20"/>
                <w:szCs w:val="20"/>
              </w:rPr>
              <w:t>Müller</w:t>
            </w:r>
          </w:p>
        </w:tc>
        <w:tc>
          <w:tcPr>
            <w:tcW w:w="1134" w:type="dxa"/>
          </w:tcPr>
          <w:p w14:paraId="1F287B5D" w14:textId="3B786B28" w:rsidR="00B73633" w:rsidRPr="00054789" w:rsidRDefault="00B73633">
            <w:pPr>
              <w:rPr>
                <w:sz w:val="20"/>
                <w:szCs w:val="20"/>
              </w:rPr>
            </w:pPr>
            <w:r w:rsidRPr="00054789">
              <w:rPr>
                <w:sz w:val="20"/>
                <w:szCs w:val="20"/>
              </w:rPr>
              <w:t>101</w:t>
            </w:r>
          </w:p>
        </w:tc>
        <w:tc>
          <w:tcPr>
            <w:tcW w:w="1011" w:type="dxa"/>
          </w:tcPr>
          <w:p w14:paraId="4AECCC5D" w14:textId="042E4992" w:rsidR="00B73633" w:rsidRPr="00054789" w:rsidRDefault="001478BB">
            <w:pPr>
              <w:rPr>
                <w:sz w:val="20"/>
                <w:szCs w:val="20"/>
              </w:rPr>
            </w:pPr>
            <w:r w:rsidRPr="00054789">
              <w:rPr>
                <w:sz w:val="20"/>
                <w:szCs w:val="20"/>
              </w:rPr>
              <w:t>2345689</w:t>
            </w:r>
          </w:p>
        </w:tc>
        <w:tc>
          <w:tcPr>
            <w:tcW w:w="832" w:type="dxa"/>
          </w:tcPr>
          <w:p w14:paraId="7968F5E1" w14:textId="2FF8A4E9" w:rsidR="00B73633" w:rsidRPr="00054789" w:rsidRDefault="00B73633">
            <w:pPr>
              <w:rPr>
                <w:sz w:val="20"/>
                <w:szCs w:val="20"/>
              </w:rPr>
            </w:pPr>
            <w:r w:rsidRPr="00054789">
              <w:rPr>
                <w:sz w:val="20"/>
                <w:szCs w:val="20"/>
              </w:rPr>
              <w:t>1</w:t>
            </w:r>
          </w:p>
        </w:tc>
        <w:tc>
          <w:tcPr>
            <w:tcW w:w="897" w:type="dxa"/>
          </w:tcPr>
          <w:p w14:paraId="4AADC0BC" w14:textId="642F6E9E" w:rsidR="00B73633" w:rsidRPr="00054789" w:rsidRDefault="00B73633">
            <w:pPr>
              <w:rPr>
                <w:sz w:val="20"/>
                <w:szCs w:val="20"/>
              </w:rPr>
            </w:pPr>
            <w:r w:rsidRPr="00054789">
              <w:rPr>
                <w:sz w:val="20"/>
                <w:szCs w:val="20"/>
              </w:rPr>
              <w:t>Stück</w:t>
            </w:r>
          </w:p>
        </w:tc>
        <w:tc>
          <w:tcPr>
            <w:tcW w:w="1229" w:type="dxa"/>
          </w:tcPr>
          <w:p w14:paraId="5F2C57C7" w14:textId="4098CDD2" w:rsidR="00B73633" w:rsidRPr="00054789" w:rsidRDefault="00B73633">
            <w:pPr>
              <w:rPr>
                <w:sz w:val="20"/>
                <w:szCs w:val="20"/>
              </w:rPr>
            </w:pPr>
            <w:r w:rsidRPr="00054789">
              <w:rPr>
                <w:sz w:val="20"/>
                <w:szCs w:val="20"/>
              </w:rPr>
              <w:t>Tablette</w:t>
            </w:r>
          </w:p>
        </w:tc>
        <w:tc>
          <w:tcPr>
            <w:tcW w:w="1412" w:type="dxa"/>
          </w:tcPr>
          <w:p w14:paraId="06C7B9DA" w14:textId="6A885011" w:rsidR="00B73633" w:rsidRPr="00054789" w:rsidRDefault="001478BB">
            <w:pPr>
              <w:rPr>
                <w:sz w:val="20"/>
                <w:szCs w:val="20"/>
              </w:rPr>
            </w:pPr>
            <w:r w:rsidRPr="00054789">
              <w:rPr>
                <w:sz w:val="20"/>
                <w:szCs w:val="20"/>
              </w:rPr>
              <w:t>Pharmacon</w:t>
            </w:r>
          </w:p>
        </w:tc>
      </w:tr>
      <w:tr w:rsidR="00054789" w14:paraId="0B40DDCD" w14:textId="77777777" w:rsidTr="005624EE">
        <w:tc>
          <w:tcPr>
            <w:tcW w:w="846" w:type="dxa"/>
          </w:tcPr>
          <w:p w14:paraId="03F81F4A" w14:textId="430B5ACE" w:rsidR="00B73633" w:rsidRPr="00054789" w:rsidRDefault="00B73633" w:rsidP="00B73633">
            <w:pPr>
              <w:rPr>
                <w:sz w:val="20"/>
                <w:szCs w:val="20"/>
              </w:rPr>
            </w:pPr>
            <w:r w:rsidRPr="00054789">
              <w:rPr>
                <w:sz w:val="20"/>
                <w:szCs w:val="20"/>
              </w:rPr>
              <w:t>1</w:t>
            </w:r>
          </w:p>
        </w:tc>
        <w:tc>
          <w:tcPr>
            <w:tcW w:w="850" w:type="dxa"/>
          </w:tcPr>
          <w:p w14:paraId="60D51107" w14:textId="25A7740B" w:rsidR="00B73633" w:rsidRPr="00054789" w:rsidRDefault="00B73633" w:rsidP="00B73633">
            <w:pPr>
              <w:rPr>
                <w:sz w:val="20"/>
                <w:szCs w:val="20"/>
              </w:rPr>
            </w:pPr>
            <w:r w:rsidRPr="00054789">
              <w:rPr>
                <w:sz w:val="20"/>
                <w:szCs w:val="20"/>
              </w:rPr>
              <w:t>Susi</w:t>
            </w:r>
          </w:p>
        </w:tc>
        <w:tc>
          <w:tcPr>
            <w:tcW w:w="851" w:type="dxa"/>
          </w:tcPr>
          <w:p w14:paraId="68FB2DC1" w14:textId="241B905B" w:rsidR="00B73633" w:rsidRPr="00054789" w:rsidRDefault="00B73633" w:rsidP="00B73633">
            <w:pPr>
              <w:rPr>
                <w:sz w:val="20"/>
                <w:szCs w:val="20"/>
              </w:rPr>
            </w:pPr>
            <w:r w:rsidRPr="00054789">
              <w:rPr>
                <w:sz w:val="20"/>
                <w:szCs w:val="20"/>
              </w:rPr>
              <w:t>Müller</w:t>
            </w:r>
          </w:p>
        </w:tc>
        <w:tc>
          <w:tcPr>
            <w:tcW w:w="1134" w:type="dxa"/>
          </w:tcPr>
          <w:p w14:paraId="0A7E989F" w14:textId="507DBC0A" w:rsidR="00B73633" w:rsidRPr="00054789" w:rsidRDefault="00B73633" w:rsidP="00B73633">
            <w:pPr>
              <w:rPr>
                <w:sz w:val="20"/>
                <w:szCs w:val="20"/>
              </w:rPr>
            </w:pPr>
            <w:r w:rsidRPr="00054789">
              <w:rPr>
                <w:sz w:val="20"/>
                <w:szCs w:val="20"/>
              </w:rPr>
              <w:t>101</w:t>
            </w:r>
          </w:p>
        </w:tc>
        <w:tc>
          <w:tcPr>
            <w:tcW w:w="1011" w:type="dxa"/>
          </w:tcPr>
          <w:p w14:paraId="07173AC1" w14:textId="36DA51D5" w:rsidR="00B73633" w:rsidRPr="00054789" w:rsidRDefault="001478BB" w:rsidP="00B73633">
            <w:pPr>
              <w:rPr>
                <w:sz w:val="20"/>
                <w:szCs w:val="20"/>
              </w:rPr>
            </w:pPr>
            <w:r w:rsidRPr="00054789">
              <w:rPr>
                <w:sz w:val="20"/>
                <w:szCs w:val="20"/>
              </w:rPr>
              <w:t>7894561</w:t>
            </w:r>
          </w:p>
        </w:tc>
        <w:tc>
          <w:tcPr>
            <w:tcW w:w="832" w:type="dxa"/>
          </w:tcPr>
          <w:p w14:paraId="2135B856" w14:textId="2041234C" w:rsidR="00B73633" w:rsidRPr="00054789" w:rsidRDefault="001478BB" w:rsidP="00B73633">
            <w:pPr>
              <w:rPr>
                <w:sz w:val="20"/>
                <w:szCs w:val="20"/>
              </w:rPr>
            </w:pPr>
            <w:r w:rsidRPr="00054789">
              <w:rPr>
                <w:sz w:val="20"/>
                <w:szCs w:val="20"/>
              </w:rPr>
              <w:t>10</w:t>
            </w:r>
          </w:p>
        </w:tc>
        <w:tc>
          <w:tcPr>
            <w:tcW w:w="897" w:type="dxa"/>
          </w:tcPr>
          <w:p w14:paraId="24ED73E4" w14:textId="6E1B3682" w:rsidR="00B73633" w:rsidRPr="00054789" w:rsidRDefault="00B73633" w:rsidP="00B73633">
            <w:pPr>
              <w:rPr>
                <w:sz w:val="20"/>
                <w:szCs w:val="20"/>
              </w:rPr>
            </w:pPr>
            <w:r w:rsidRPr="00054789">
              <w:rPr>
                <w:sz w:val="20"/>
                <w:szCs w:val="20"/>
              </w:rPr>
              <w:t>ml</w:t>
            </w:r>
          </w:p>
        </w:tc>
        <w:tc>
          <w:tcPr>
            <w:tcW w:w="1229" w:type="dxa"/>
          </w:tcPr>
          <w:p w14:paraId="2F3108FF" w14:textId="063C2B02" w:rsidR="00B73633" w:rsidRPr="00054789" w:rsidRDefault="00B73633" w:rsidP="00B73633">
            <w:pPr>
              <w:rPr>
                <w:sz w:val="20"/>
                <w:szCs w:val="20"/>
              </w:rPr>
            </w:pPr>
            <w:r w:rsidRPr="00054789">
              <w:rPr>
                <w:sz w:val="20"/>
                <w:szCs w:val="20"/>
              </w:rPr>
              <w:t>Saft</w:t>
            </w:r>
          </w:p>
        </w:tc>
        <w:tc>
          <w:tcPr>
            <w:tcW w:w="1412" w:type="dxa"/>
          </w:tcPr>
          <w:p w14:paraId="4483B198" w14:textId="76E1032A" w:rsidR="00B73633" w:rsidRPr="00054789" w:rsidRDefault="001478BB" w:rsidP="00B73633">
            <w:pPr>
              <w:rPr>
                <w:sz w:val="20"/>
                <w:szCs w:val="20"/>
              </w:rPr>
            </w:pPr>
            <w:r w:rsidRPr="00054789">
              <w:rPr>
                <w:sz w:val="20"/>
                <w:szCs w:val="20"/>
              </w:rPr>
              <w:t>Geplus</w:t>
            </w:r>
          </w:p>
        </w:tc>
      </w:tr>
      <w:tr w:rsidR="00054789" w14:paraId="3BA7D207" w14:textId="77777777" w:rsidTr="005624EE">
        <w:trPr>
          <w:cnfStyle w:val="000000100000" w:firstRow="0" w:lastRow="0" w:firstColumn="0" w:lastColumn="0" w:oddVBand="0" w:evenVBand="0" w:oddHBand="1" w:evenHBand="0" w:firstRowFirstColumn="0" w:firstRowLastColumn="0" w:lastRowFirstColumn="0" w:lastRowLastColumn="0"/>
        </w:trPr>
        <w:tc>
          <w:tcPr>
            <w:tcW w:w="846" w:type="dxa"/>
          </w:tcPr>
          <w:p w14:paraId="5289C32F" w14:textId="05DB0822" w:rsidR="00B73633" w:rsidRPr="00054789" w:rsidRDefault="00B73633" w:rsidP="00B73633">
            <w:pPr>
              <w:rPr>
                <w:sz w:val="20"/>
                <w:szCs w:val="20"/>
              </w:rPr>
            </w:pPr>
            <w:r w:rsidRPr="00054789">
              <w:rPr>
                <w:sz w:val="20"/>
                <w:szCs w:val="20"/>
              </w:rPr>
              <w:t>2</w:t>
            </w:r>
          </w:p>
        </w:tc>
        <w:tc>
          <w:tcPr>
            <w:tcW w:w="850" w:type="dxa"/>
          </w:tcPr>
          <w:p w14:paraId="0A11C762" w14:textId="17013722" w:rsidR="00B73633" w:rsidRPr="00054789" w:rsidRDefault="00B73633" w:rsidP="00B73633">
            <w:pPr>
              <w:rPr>
                <w:sz w:val="20"/>
                <w:szCs w:val="20"/>
              </w:rPr>
            </w:pPr>
            <w:r w:rsidRPr="00054789">
              <w:rPr>
                <w:sz w:val="20"/>
                <w:szCs w:val="20"/>
              </w:rPr>
              <w:t>Heiner</w:t>
            </w:r>
          </w:p>
        </w:tc>
        <w:tc>
          <w:tcPr>
            <w:tcW w:w="851" w:type="dxa"/>
          </w:tcPr>
          <w:p w14:paraId="671A9DE4" w14:textId="4AEC7F86" w:rsidR="00B73633" w:rsidRPr="00054789" w:rsidRDefault="00B73633" w:rsidP="00B73633">
            <w:pPr>
              <w:rPr>
                <w:sz w:val="20"/>
                <w:szCs w:val="20"/>
              </w:rPr>
            </w:pPr>
            <w:r w:rsidRPr="00054789">
              <w:rPr>
                <w:sz w:val="20"/>
                <w:szCs w:val="20"/>
              </w:rPr>
              <w:t>Bach</w:t>
            </w:r>
          </w:p>
        </w:tc>
        <w:tc>
          <w:tcPr>
            <w:tcW w:w="1134" w:type="dxa"/>
          </w:tcPr>
          <w:p w14:paraId="00A605F4" w14:textId="4DF7ABE7" w:rsidR="00B73633" w:rsidRPr="00054789" w:rsidRDefault="00B73633" w:rsidP="00B73633">
            <w:pPr>
              <w:rPr>
                <w:sz w:val="20"/>
                <w:szCs w:val="20"/>
              </w:rPr>
            </w:pPr>
            <w:r w:rsidRPr="00054789">
              <w:rPr>
                <w:sz w:val="20"/>
                <w:szCs w:val="20"/>
              </w:rPr>
              <w:t>302</w:t>
            </w:r>
          </w:p>
        </w:tc>
        <w:tc>
          <w:tcPr>
            <w:tcW w:w="1011" w:type="dxa"/>
          </w:tcPr>
          <w:p w14:paraId="032822E0" w14:textId="34666339" w:rsidR="00B73633" w:rsidRPr="00054789" w:rsidRDefault="001478BB" w:rsidP="00B73633">
            <w:pPr>
              <w:rPr>
                <w:sz w:val="20"/>
                <w:szCs w:val="20"/>
              </w:rPr>
            </w:pPr>
            <w:r w:rsidRPr="00054789">
              <w:rPr>
                <w:sz w:val="20"/>
                <w:szCs w:val="20"/>
              </w:rPr>
              <w:t>2345689</w:t>
            </w:r>
          </w:p>
        </w:tc>
        <w:tc>
          <w:tcPr>
            <w:tcW w:w="832" w:type="dxa"/>
          </w:tcPr>
          <w:p w14:paraId="35CEA632" w14:textId="56F9424B" w:rsidR="00B73633" w:rsidRPr="00054789" w:rsidRDefault="001478BB" w:rsidP="00B73633">
            <w:pPr>
              <w:rPr>
                <w:sz w:val="20"/>
                <w:szCs w:val="20"/>
              </w:rPr>
            </w:pPr>
            <w:r w:rsidRPr="00054789">
              <w:rPr>
                <w:sz w:val="20"/>
                <w:szCs w:val="20"/>
              </w:rPr>
              <w:t>2</w:t>
            </w:r>
          </w:p>
        </w:tc>
        <w:tc>
          <w:tcPr>
            <w:tcW w:w="897" w:type="dxa"/>
          </w:tcPr>
          <w:p w14:paraId="53CA9632" w14:textId="77FA7224" w:rsidR="00B73633" w:rsidRPr="00054789" w:rsidRDefault="001478BB" w:rsidP="00B73633">
            <w:pPr>
              <w:rPr>
                <w:sz w:val="20"/>
                <w:szCs w:val="20"/>
              </w:rPr>
            </w:pPr>
            <w:r w:rsidRPr="00054789">
              <w:rPr>
                <w:sz w:val="20"/>
                <w:szCs w:val="20"/>
              </w:rPr>
              <w:t>Stück</w:t>
            </w:r>
          </w:p>
        </w:tc>
        <w:tc>
          <w:tcPr>
            <w:tcW w:w="1229" w:type="dxa"/>
          </w:tcPr>
          <w:p w14:paraId="4970521F" w14:textId="65C5B9A8" w:rsidR="00B73633" w:rsidRPr="00054789" w:rsidRDefault="001478BB" w:rsidP="00B73633">
            <w:pPr>
              <w:rPr>
                <w:sz w:val="20"/>
                <w:szCs w:val="20"/>
              </w:rPr>
            </w:pPr>
            <w:r w:rsidRPr="00054789">
              <w:rPr>
                <w:sz w:val="20"/>
                <w:szCs w:val="20"/>
              </w:rPr>
              <w:t>Tablette</w:t>
            </w:r>
          </w:p>
        </w:tc>
        <w:tc>
          <w:tcPr>
            <w:tcW w:w="1412" w:type="dxa"/>
          </w:tcPr>
          <w:p w14:paraId="1DF0D854" w14:textId="3808EFBE" w:rsidR="00B73633" w:rsidRPr="00054789" w:rsidRDefault="001478BB" w:rsidP="00B73633">
            <w:pPr>
              <w:rPr>
                <w:sz w:val="20"/>
                <w:szCs w:val="20"/>
              </w:rPr>
            </w:pPr>
            <w:r w:rsidRPr="00054789">
              <w:rPr>
                <w:sz w:val="20"/>
                <w:szCs w:val="20"/>
              </w:rPr>
              <w:t>Pharmacon</w:t>
            </w:r>
          </w:p>
        </w:tc>
      </w:tr>
      <w:tr w:rsidR="00054789" w14:paraId="2152F057" w14:textId="77777777" w:rsidTr="005624EE">
        <w:tc>
          <w:tcPr>
            <w:tcW w:w="846" w:type="dxa"/>
          </w:tcPr>
          <w:p w14:paraId="6E1C16BF" w14:textId="0EFFDEAA" w:rsidR="00B73633" w:rsidRPr="00054789" w:rsidRDefault="00B73633" w:rsidP="00B73633">
            <w:pPr>
              <w:rPr>
                <w:sz w:val="20"/>
                <w:szCs w:val="20"/>
              </w:rPr>
            </w:pPr>
            <w:r w:rsidRPr="00054789">
              <w:rPr>
                <w:sz w:val="20"/>
                <w:szCs w:val="20"/>
              </w:rPr>
              <w:t>2</w:t>
            </w:r>
          </w:p>
        </w:tc>
        <w:tc>
          <w:tcPr>
            <w:tcW w:w="850" w:type="dxa"/>
          </w:tcPr>
          <w:p w14:paraId="46A18F5A" w14:textId="7C68F7FB" w:rsidR="00B73633" w:rsidRPr="00054789" w:rsidRDefault="00B73633" w:rsidP="00B73633">
            <w:pPr>
              <w:rPr>
                <w:sz w:val="20"/>
                <w:szCs w:val="20"/>
              </w:rPr>
            </w:pPr>
            <w:r w:rsidRPr="00054789">
              <w:rPr>
                <w:sz w:val="20"/>
                <w:szCs w:val="20"/>
              </w:rPr>
              <w:t>Heiner</w:t>
            </w:r>
          </w:p>
        </w:tc>
        <w:tc>
          <w:tcPr>
            <w:tcW w:w="851" w:type="dxa"/>
          </w:tcPr>
          <w:p w14:paraId="3F05542D" w14:textId="1E8D3ED4" w:rsidR="00B73633" w:rsidRPr="00054789" w:rsidRDefault="00B73633" w:rsidP="00B73633">
            <w:pPr>
              <w:rPr>
                <w:sz w:val="20"/>
                <w:szCs w:val="20"/>
              </w:rPr>
            </w:pPr>
            <w:r w:rsidRPr="00054789">
              <w:rPr>
                <w:sz w:val="20"/>
                <w:szCs w:val="20"/>
              </w:rPr>
              <w:t>Bach</w:t>
            </w:r>
          </w:p>
        </w:tc>
        <w:tc>
          <w:tcPr>
            <w:tcW w:w="1134" w:type="dxa"/>
          </w:tcPr>
          <w:p w14:paraId="4A7B0C14" w14:textId="7E86A89F" w:rsidR="00B73633" w:rsidRPr="00054789" w:rsidRDefault="00B73633" w:rsidP="00B73633">
            <w:pPr>
              <w:rPr>
                <w:sz w:val="20"/>
                <w:szCs w:val="20"/>
              </w:rPr>
            </w:pPr>
            <w:r w:rsidRPr="00054789">
              <w:rPr>
                <w:sz w:val="20"/>
                <w:szCs w:val="20"/>
              </w:rPr>
              <w:t>302</w:t>
            </w:r>
          </w:p>
        </w:tc>
        <w:tc>
          <w:tcPr>
            <w:tcW w:w="1011" w:type="dxa"/>
          </w:tcPr>
          <w:p w14:paraId="6D8B2AE9" w14:textId="53872993" w:rsidR="00B73633" w:rsidRPr="00054789" w:rsidRDefault="001478BB" w:rsidP="00B73633">
            <w:pPr>
              <w:rPr>
                <w:sz w:val="20"/>
                <w:szCs w:val="20"/>
              </w:rPr>
            </w:pPr>
            <w:r w:rsidRPr="00054789">
              <w:rPr>
                <w:sz w:val="20"/>
                <w:szCs w:val="20"/>
              </w:rPr>
              <w:t>3764825</w:t>
            </w:r>
          </w:p>
        </w:tc>
        <w:tc>
          <w:tcPr>
            <w:tcW w:w="832" w:type="dxa"/>
          </w:tcPr>
          <w:p w14:paraId="0EFA3012" w14:textId="470F3808" w:rsidR="00B73633" w:rsidRPr="00054789" w:rsidRDefault="001478BB" w:rsidP="00B73633">
            <w:pPr>
              <w:rPr>
                <w:sz w:val="20"/>
                <w:szCs w:val="20"/>
              </w:rPr>
            </w:pPr>
            <w:r w:rsidRPr="00054789">
              <w:rPr>
                <w:sz w:val="20"/>
                <w:szCs w:val="20"/>
              </w:rPr>
              <w:t>1</w:t>
            </w:r>
          </w:p>
        </w:tc>
        <w:tc>
          <w:tcPr>
            <w:tcW w:w="897" w:type="dxa"/>
          </w:tcPr>
          <w:p w14:paraId="2F12ED18" w14:textId="2FF24898" w:rsidR="00B73633" w:rsidRPr="00054789" w:rsidRDefault="001478BB" w:rsidP="00B73633">
            <w:pPr>
              <w:rPr>
                <w:sz w:val="20"/>
                <w:szCs w:val="20"/>
              </w:rPr>
            </w:pPr>
            <w:r w:rsidRPr="00054789">
              <w:rPr>
                <w:sz w:val="20"/>
                <w:szCs w:val="20"/>
              </w:rPr>
              <w:t>Stück</w:t>
            </w:r>
          </w:p>
        </w:tc>
        <w:tc>
          <w:tcPr>
            <w:tcW w:w="1229" w:type="dxa"/>
          </w:tcPr>
          <w:p w14:paraId="4D8D15C8" w14:textId="283DEC45" w:rsidR="00B73633" w:rsidRPr="00054789" w:rsidRDefault="001478BB" w:rsidP="00B73633">
            <w:pPr>
              <w:rPr>
                <w:sz w:val="20"/>
                <w:szCs w:val="20"/>
              </w:rPr>
            </w:pPr>
            <w:r w:rsidRPr="00054789">
              <w:rPr>
                <w:sz w:val="20"/>
                <w:szCs w:val="20"/>
              </w:rPr>
              <w:t>Zäpfchen</w:t>
            </w:r>
          </w:p>
        </w:tc>
        <w:tc>
          <w:tcPr>
            <w:tcW w:w="1412" w:type="dxa"/>
          </w:tcPr>
          <w:p w14:paraId="041E814C" w14:textId="08F11EA3" w:rsidR="00B73633" w:rsidRPr="00054789" w:rsidRDefault="001478BB" w:rsidP="00054789">
            <w:pPr>
              <w:keepNext/>
              <w:rPr>
                <w:sz w:val="20"/>
                <w:szCs w:val="20"/>
              </w:rPr>
            </w:pPr>
            <w:r w:rsidRPr="00054789">
              <w:rPr>
                <w:sz w:val="20"/>
                <w:szCs w:val="20"/>
              </w:rPr>
              <w:t>Fixi</w:t>
            </w:r>
          </w:p>
        </w:tc>
      </w:tr>
      <w:tr w:rsidR="006A0891" w14:paraId="0D239F5A" w14:textId="77777777" w:rsidTr="005624EE">
        <w:trPr>
          <w:cnfStyle w:val="000000100000" w:firstRow="0" w:lastRow="0" w:firstColumn="0" w:lastColumn="0" w:oddVBand="0" w:evenVBand="0" w:oddHBand="1" w:evenHBand="0" w:firstRowFirstColumn="0" w:firstRowLastColumn="0" w:lastRowFirstColumn="0" w:lastRowLastColumn="0"/>
        </w:trPr>
        <w:tc>
          <w:tcPr>
            <w:tcW w:w="846" w:type="dxa"/>
          </w:tcPr>
          <w:p w14:paraId="7053012D" w14:textId="64257DBA" w:rsidR="006A0891" w:rsidRPr="00054789" w:rsidRDefault="006A0891" w:rsidP="00B73633">
            <w:pPr>
              <w:rPr>
                <w:sz w:val="20"/>
                <w:szCs w:val="20"/>
              </w:rPr>
            </w:pPr>
            <w:r>
              <w:rPr>
                <w:sz w:val="20"/>
                <w:szCs w:val="20"/>
              </w:rPr>
              <w:t>…</w:t>
            </w:r>
          </w:p>
        </w:tc>
        <w:tc>
          <w:tcPr>
            <w:tcW w:w="850" w:type="dxa"/>
          </w:tcPr>
          <w:p w14:paraId="3B610C91" w14:textId="5545FB2A" w:rsidR="006A0891" w:rsidRPr="00054789" w:rsidRDefault="006A0891" w:rsidP="00B73633">
            <w:pPr>
              <w:rPr>
                <w:sz w:val="20"/>
                <w:szCs w:val="20"/>
              </w:rPr>
            </w:pPr>
            <w:r>
              <w:rPr>
                <w:sz w:val="20"/>
                <w:szCs w:val="20"/>
              </w:rPr>
              <w:t>…</w:t>
            </w:r>
          </w:p>
        </w:tc>
        <w:tc>
          <w:tcPr>
            <w:tcW w:w="851" w:type="dxa"/>
          </w:tcPr>
          <w:p w14:paraId="152BDBD6" w14:textId="79152BA4" w:rsidR="006A0891" w:rsidRPr="00054789" w:rsidRDefault="006A0891" w:rsidP="00B73633">
            <w:pPr>
              <w:rPr>
                <w:sz w:val="20"/>
                <w:szCs w:val="20"/>
              </w:rPr>
            </w:pPr>
            <w:r>
              <w:rPr>
                <w:sz w:val="20"/>
                <w:szCs w:val="20"/>
              </w:rPr>
              <w:t>…</w:t>
            </w:r>
          </w:p>
        </w:tc>
        <w:tc>
          <w:tcPr>
            <w:tcW w:w="1134" w:type="dxa"/>
          </w:tcPr>
          <w:p w14:paraId="4E9D6D51" w14:textId="23DCA1AF" w:rsidR="006A0891" w:rsidRPr="00054789" w:rsidRDefault="006A0891" w:rsidP="00B73633">
            <w:pPr>
              <w:rPr>
                <w:sz w:val="20"/>
                <w:szCs w:val="20"/>
              </w:rPr>
            </w:pPr>
            <w:r>
              <w:rPr>
                <w:sz w:val="20"/>
                <w:szCs w:val="20"/>
              </w:rPr>
              <w:t>…</w:t>
            </w:r>
          </w:p>
        </w:tc>
        <w:tc>
          <w:tcPr>
            <w:tcW w:w="1011" w:type="dxa"/>
          </w:tcPr>
          <w:p w14:paraId="0877AEB2" w14:textId="50340A1E" w:rsidR="006A0891" w:rsidRPr="00054789" w:rsidRDefault="006A0891" w:rsidP="00B73633">
            <w:pPr>
              <w:rPr>
                <w:sz w:val="20"/>
                <w:szCs w:val="20"/>
              </w:rPr>
            </w:pPr>
            <w:r>
              <w:rPr>
                <w:sz w:val="20"/>
                <w:szCs w:val="20"/>
              </w:rPr>
              <w:t>…</w:t>
            </w:r>
          </w:p>
        </w:tc>
        <w:tc>
          <w:tcPr>
            <w:tcW w:w="832" w:type="dxa"/>
          </w:tcPr>
          <w:p w14:paraId="72759636" w14:textId="0F3FCE21" w:rsidR="006A0891" w:rsidRPr="00054789" w:rsidRDefault="006A0891" w:rsidP="00B73633">
            <w:pPr>
              <w:rPr>
                <w:sz w:val="20"/>
                <w:szCs w:val="20"/>
              </w:rPr>
            </w:pPr>
            <w:r>
              <w:rPr>
                <w:sz w:val="20"/>
                <w:szCs w:val="20"/>
              </w:rPr>
              <w:t>…</w:t>
            </w:r>
          </w:p>
        </w:tc>
        <w:tc>
          <w:tcPr>
            <w:tcW w:w="897" w:type="dxa"/>
          </w:tcPr>
          <w:p w14:paraId="2410949F" w14:textId="066129B5" w:rsidR="006A0891" w:rsidRPr="00054789" w:rsidRDefault="006A0891" w:rsidP="00B73633">
            <w:pPr>
              <w:rPr>
                <w:sz w:val="20"/>
                <w:szCs w:val="20"/>
              </w:rPr>
            </w:pPr>
            <w:r>
              <w:rPr>
                <w:sz w:val="20"/>
                <w:szCs w:val="20"/>
              </w:rPr>
              <w:t>…</w:t>
            </w:r>
          </w:p>
        </w:tc>
        <w:tc>
          <w:tcPr>
            <w:tcW w:w="1229" w:type="dxa"/>
          </w:tcPr>
          <w:p w14:paraId="2B226D1B" w14:textId="0855E608" w:rsidR="006A0891" w:rsidRPr="00054789" w:rsidRDefault="006A0891" w:rsidP="00B73633">
            <w:pPr>
              <w:rPr>
                <w:sz w:val="20"/>
                <w:szCs w:val="20"/>
              </w:rPr>
            </w:pPr>
            <w:r>
              <w:rPr>
                <w:sz w:val="20"/>
                <w:szCs w:val="20"/>
              </w:rPr>
              <w:t>…</w:t>
            </w:r>
          </w:p>
        </w:tc>
        <w:tc>
          <w:tcPr>
            <w:tcW w:w="1412" w:type="dxa"/>
          </w:tcPr>
          <w:p w14:paraId="62C07A60" w14:textId="22AD9814" w:rsidR="006A0891" w:rsidRPr="00054789" w:rsidRDefault="006A0891" w:rsidP="00054789">
            <w:pPr>
              <w:keepNext/>
              <w:rPr>
                <w:sz w:val="20"/>
                <w:szCs w:val="20"/>
              </w:rPr>
            </w:pPr>
            <w:r>
              <w:rPr>
                <w:sz w:val="20"/>
                <w:szCs w:val="20"/>
              </w:rPr>
              <w:t>…</w:t>
            </w:r>
          </w:p>
        </w:tc>
      </w:tr>
    </w:tbl>
    <w:p w14:paraId="54DD837E" w14:textId="7FF4CC08" w:rsidR="00B73633" w:rsidRDefault="00054789" w:rsidP="00054789">
      <w:pPr>
        <w:pStyle w:val="UnterschriftINFSII"/>
      </w:pPr>
      <w:r>
        <w:t xml:space="preserve">Abbildung </w:t>
      </w:r>
      <w:fldSimple w:instr=" SEQ Abbildung \* ARABIC ">
        <w:r w:rsidR="00C303B8">
          <w:rPr>
            <w:noProof/>
          </w:rPr>
          <w:t>16</w:t>
        </w:r>
      </w:fldSimple>
      <w:r>
        <w:t>: Tabelle Patienten</w:t>
      </w:r>
    </w:p>
    <w:p w14:paraId="561344F0" w14:textId="024C7961" w:rsidR="00054789" w:rsidRDefault="00054789" w:rsidP="006A0891">
      <w:pPr>
        <w:tabs>
          <w:tab w:val="left" w:pos="5387"/>
        </w:tabs>
        <w:spacing w:before="120" w:after="0"/>
        <w:rPr>
          <w:b/>
          <w:bCs/>
        </w:rPr>
      </w:pPr>
      <w:r w:rsidRPr="00054789">
        <w:rPr>
          <w:b/>
          <w:bCs/>
        </w:rPr>
        <w:t>Patienten</w:t>
      </w:r>
      <w:r w:rsidR="006A0891" w:rsidRPr="006A0891">
        <w:rPr>
          <w:b/>
          <w:bCs/>
        </w:rPr>
        <w:t xml:space="preserve"> </w:t>
      </w:r>
      <w:r w:rsidR="006A0891">
        <w:rPr>
          <w:b/>
          <w:bCs/>
        </w:rPr>
        <w:tab/>
      </w:r>
      <w:r w:rsidR="006A0891" w:rsidRPr="00054789">
        <w:rPr>
          <w:b/>
          <w:bCs/>
        </w:rPr>
        <w:t>Medikationsplan</w:t>
      </w:r>
    </w:p>
    <w:tbl>
      <w:tblPr>
        <w:tblStyle w:val="Gitternetztabelle4Akzent1"/>
        <w:tblW w:w="0" w:type="auto"/>
        <w:tblLayout w:type="fixed"/>
        <w:tblLook w:val="0420" w:firstRow="1" w:lastRow="0" w:firstColumn="0" w:lastColumn="0" w:noHBand="0" w:noVBand="1"/>
      </w:tblPr>
      <w:tblGrid>
        <w:gridCol w:w="1129"/>
        <w:gridCol w:w="1134"/>
        <w:gridCol w:w="1276"/>
        <w:gridCol w:w="1276"/>
      </w:tblGrid>
      <w:tr w:rsidR="00054789" w:rsidRPr="00054789" w14:paraId="44073261" w14:textId="77777777" w:rsidTr="00802667">
        <w:trPr>
          <w:cnfStyle w:val="100000000000" w:firstRow="1" w:lastRow="0" w:firstColumn="0" w:lastColumn="0" w:oddVBand="0" w:evenVBand="0" w:oddHBand="0" w:evenHBand="0" w:firstRowFirstColumn="0" w:firstRowLastColumn="0" w:lastRowFirstColumn="0" w:lastRowLastColumn="0"/>
        </w:trPr>
        <w:tc>
          <w:tcPr>
            <w:tcW w:w="1129" w:type="dxa"/>
            <w:shd w:val="clear" w:color="auto" w:fill="4E6B9E"/>
          </w:tcPr>
          <w:p w14:paraId="211F2011" w14:textId="77777777" w:rsidR="00054789" w:rsidRPr="00054789" w:rsidRDefault="00054789" w:rsidP="00264F6C">
            <w:pPr>
              <w:rPr>
                <w:sz w:val="20"/>
                <w:szCs w:val="20"/>
                <w:u w:val="single"/>
              </w:rPr>
            </w:pPr>
            <w:r w:rsidRPr="00054789">
              <w:rPr>
                <w:sz w:val="20"/>
                <w:szCs w:val="20"/>
                <w:u w:val="single"/>
              </w:rPr>
              <w:t>PatientID</w:t>
            </w:r>
          </w:p>
        </w:tc>
        <w:tc>
          <w:tcPr>
            <w:tcW w:w="1134" w:type="dxa"/>
            <w:shd w:val="clear" w:color="auto" w:fill="4E6B9E"/>
          </w:tcPr>
          <w:p w14:paraId="421E0351" w14:textId="3378305B" w:rsidR="00054789" w:rsidRPr="00054789" w:rsidRDefault="00054789" w:rsidP="00264F6C">
            <w:pPr>
              <w:rPr>
                <w:sz w:val="20"/>
                <w:szCs w:val="20"/>
              </w:rPr>
            </w:pPr>
            <w:r w:rsidRPr="00054789">
              <w:rPr>
                <w:sz w:val="20"/>
                <w:szCs w:val="20"/>
              </w:rPr>
              <w:t>Vorname</w:t>
            </w:r>
          </w:p>
        </w:tc>
        <w:tc>
          <w:tcPr>
            <w:tcW w:w="1276" w:type="dxa"/>
            <w:shd w:val="clear" w:color="auto" w:fill="4E6B9E"/>
          </w:tcPr>
          <w:p w14:paraId="14721DC9" w14:textId="19A3942D" w:rsidR="00054789" w:rsidRPr="00054789" w:rsidRDefault="00054789" w:rsidP="00264F6C">
            <w:pPr>
              <w:rPr>
                <w:sz w:val="20"/>
                <w:szCs w:val="20"/>
              </w:rPr>
            </w:pPr>
            <w:r w:rsidRPr="00054789">
              <w:rPr>
                <w:sz w:val="20"/>
                <w:szCs w:val="20"/>
              </w:rPr>
              <w:t>Nachname</w:t>
            </w:r>
          </w:p>
        </w:tc>
        <w:tc>
          <w:tcPr>
            <w:tcW w:w="1276" w:type="dxa"/>
            <w:shd w:val="clear" w:color="auto" w:fill="4E6B9E"/>
          </w:tcPr>
          <w:p w14:paraId="78ED55F3" w14:textId="77777777" w:rsidR="00054789" w:rsidRPr="00054789" w:rsidRDefault="00054789" w:rsidP="00264F6C">
            <w:pPr>
              <w:rPr>
                <w:sz w:val="20"/>
                <w:szCs w:val="20"/>
              </w:rPr>
            </w:pPr>
            <w:r w:rsidRPr="00054789">
              <w:rPr>
                <w:sz w:val="20"/>
                <w:szCs w:val="20"/>
              </w:rPr>
              <w:t>Zimmer</w:t>
            </w:r>
            <w:r>
              <w:rPr>
                <w:sz w:val="20"/>
                <w:szCs w:val="20"/>
              </w:rPr>
              <w:t>-Nr</w:t>
            </w:r>
          </w:p>
        </w:tc>
      </w:tr>
      <w:tr w:rsidR="00054789" w:rsidRPr="00054789" w14:paraId="7E539C37" w14:textId="77777777" w:rsidTr="00802667">
        <w:trPr>
          <w:cnfStyle w:val="000000100000" w:firstRow="0" w:lastRow="0" w:firstColumn="0" w:lastColumn="0" w:oddVBand="0" w:evenVBand="0" w:oddHBand="1" w:evenHBand="0" w:firstRowFirstColumn="0" w:firstRowLastColumn="0" w:lastRowFirstColumn="0" w:lastRowLastColumn="0"/>
        </w:trPr>
        <w:tc>
          <w:tcPr>
            <w:tcW w:w="1129" w:type="dxa"/>
          </w:tcPr>
          <w:p w14:paraId="63248AAE" w14:textId="77777777" w:rsidR="00054789" w:rsidRPr="00054789" w:rsidRDefault="00054789" w:rsidP="00264F6C">
            <w:pPr>
              <w:rPr>
                <w:sz w:val="20"/>
                <w:szCs w:val="20"/>
              </w:rPr>
            </w:pPr>
            <w:r w:rsidRPr="00054789">
              <w:rPr>
                <w:sz w:val="20"/>
                <w:szCs w:val="20"/>
              </w:rPr>
              <w:t>1</w:t>
            </w:r>
          </w:p>
        </w:tc>
        <w:tc>
          <w:tcPr>
            <w:tcW w:w="1134" w:type="dxa"/>
          </w:tcPr>
          <w:p w14:paraId="0BE90E14" w14:textId="77777777" w:rsidR="00054789" w:rsidRPr="00054789" w:rsidRDefault="00054789" w:rsidP="00264F6C">
            <w:pPr>
              <w:rPr>
                <w:sz w:val="20"/>
                <w:szCs w:val="20"/>
              </w:rPr>
            </w:pPr>
            <w:r w:rsidRPr="00054789">
              <w:rPr>
                <w:sz w:val="20"/>
                <w:szCs w:val="20"/>
              </w:rPr>
              <w:t>Susi</w:t>
            </w:r>
          </w:p>
        </w:tc>
        <w:tc>
          <w:tcPr>
            <w:tcW w:w="1276" w:type="dxa"/>
          </w:tcPr>
          <w:p w14:paraId="06CDD914" w14:textId="77777777" w:rsidR="00054789" w:rsidRPr="00054789" w:rsidRDefault="00054789" w:rsidP="00264F6C">
            <w:pPr>
              <w:rPr>
                <w:sz w:val="20"/>
                <w:szCs w:val="20"/>
              </w:rPr>
            </w:pPr>
            <w:r w:rsidRPr="00054789">
              <w:rPr>
                <w:sz w:val="20"/>
                <w:szCs w:val="20"/>
              </w:rPr>
              <w:t>Müller</w:t>
            </w:r>
          </w:p>
        </w:tc>
        <w:tc>
          <w:tcPr>
            <w:tcW w:w="1276" w:type="dxa"/>
          </w:tcPr>
          <w:p w14:paraId="220D9681" w14:textId="77777777" w:rsidR="00054789" w:rsidRPr="00054789" w:rsidRDefault="00054789" w:rsidP="00264F6C">
            <w:pPr>
              <w:rPr>
                <w:sz w:val="20"/>
                <w:szCs w:val="20"/>
              </w:rPr>
            </w:pPr>
            <w:r w:rsidRPr="00054789">
              <w:rPr>
                <w:sz w:val="20"/>
                <w:szCs w:val="20"/>
              </w:rPr>
              <w:t>101</w:t>
            </w:r>
          </w:p>
        </w:tc>
      </w:tr>
      <w:tr w:rsidR="00054789" w:rsidRPr="00054789" w14:paraId="3E2693B4" w14:textId="77777777" w:rsidTr="00802667">
        <w:tc>
          <w:tcPr>
            <w:tcW w:w="1129" w:type="dxa"/>
          </w:tcPr>
          <w:p w14:paraId="09A83CED" w14:textId="77777777" w:rsidR="00054789" w:rsidRPr="00054789" w:rsidRDefault="00054789" w:rsidP="00264F6C">
            <w:pPr>
              <w:rPr>
                <w:sz w:val="20"/>
                <w:szCs w:val="20"/>
              </w:rPr>
            </w:pPr>
            <w:r w:rsidRPr="00054789">
              <w:rPr>
                <w:sz w:val="20"/>
                <w:szCs w:val="20"/>
              </w:rPr>
              <w:t>2</w:t>
            </w:r>
          </w:p>
        </w:tc>
        <w:tc>
          <w:tcPr>
            <w:tcW w:w="1134" w:type="dxa"/>
          </w:tcPr>
          <w:p w14:paraId="163614A9" w14:textId="77777777" w:rsidR="00054789" w:rsidRPr="00054789" w:rsidRDefault="00054789" w:rsidP="00264F6C">
            <w:pPr>
              <w:rPr>
                <w:sz w:val="20"/>
                <w:szCs w:val="20"/>
              </w:rPr>
            </w:pPr>
            <w:r w:rsidRPr="00054789">
              <w:rPr>
                <w:sz w:val="20"/>
                <w:szCs w:val="20"/>
              </w:rPr>
              <w:t>Heiner</w:t>
            </w:r>
          </w:p>
        </w:tc>
        <w:tc>
          <w:tcPr>
            <w:tcW w:w="1276" w:type="dxa"/>
          </w:tcPr>
          <w:p w14:paraId="33C35297" w14:textId="77777777" w:rsidR="00054789" w:rsidRPr="00054789" w:rsidRDefault="00054789" w:rsidP="00264F6C">
            <w:pPr>
              <w:rPr>
                <w:sz w:val="20"/>
                <w:szCs w:val="20"/>
              </w:rPr>
            </w:pPr>
            <w:r w:rsidRPr="00054789">
              <w:rPr>
                <w:sz w:val="20"/>
                <w:szCs w:val="20"/>
              </w:rPr>
              <w:t>Bach</w:t>
            </w:r>
          </w:p>
        </w:tc>
        <w:tc>
          <w:tcPr>
            <w:tcW w:w="1276" w:type="dxa"/>
          </w:tcPr>
          <w:p w14:paraId="6744315C" w14:textId="77777777" w:rsidR="00054789" w:rsidRPr="00054789" w:rsidRDefault="00054789" w:rsidP="00264F6C">
            <w:pPr>
              <w:rPr>
                <w:sz w:val="20"/>
                <w:szCs w:val="20"/>
              </w:rPr>
            </w:pPr>
            <w:r w:rsidRPr="00054789">
              <w:rPr>
                <w:sz w:val="20"/>
                <w:szCs w:val="20"/>
              </w:rPr>
              <w:t>302</w:t>
            </w:r>
          </w:p>
        </w:tc>
      </w:tr>
      <w:tr w:rsidR="006A0891" w:rsidRPr="00054789" w14:paraId="49D3E3B6" w14:textId="77777777" w:rsidTr="00802667">
        <w:trPr>
          <w:cnfStyle w:val="000000100000" w:firstRow="0" w:lastRow="0" w:firstColumn="0" w:lastColumn="0" w:oddVBand="0" w:evenVBand="0" w:oddHBand="1" w:evenHBand="0" w:firstRowFirstColumn="0" w:firstRowLastColumn="0" w:lastRowFirstColumn="0" w:lastRowLastColumn="0"/>
        </w:trPr>
        <w:tc>
          <w:tcPr>
            <w:tcW w:w="1129" w:type="dxa"/>
          </w:tcPr>
          <w:p w14:paraId="2B5DF8C9" w14:textId="543838E2" w:rsidR="006A0891" w:rsidRPr="00054789" w:rsidRDefault="006A0891" w:rsidP="00264F6C">
            <w:pPr>
              <w:rPr>
                <w:sz w:val="20"/>
                <w:szCs w:val="20"/>
              </w:rPr>
            </w:pPr>
            <w:r>
              <w:rPr>
                <w:sz w:val="20"/>
                <w:szCs w:val="20"/>
              </w:rPr>
              <w:t>…</w:t>
            </w:r>
          </w:p>
        </w:tc>
        <w:tc>
          <w:tcPr>
            <w:tcW w:w="1134" w:type="dxa"/>
          </w:tcPr>
          <w:p w14:paraId="4F1E0671" w14:textId="7FEB0DDC" w:rsidR="006A0891" w:rsidRPr="00054789" w:rsidRDefault="006A0891" w:rsidP="00264F6C">
            <w:pPr>
              <w:rPr>
                <w:sz w:val="20"/>
                <w:szCs w:val="20"/>
              </w:rPr>
            </w:pPr>
            <w:r>
              <w:rPr>
                <w:sz w:val="20"/>
                <w:szCs w:val="20"/>
              </w:rPr>
              <w:t>…</w:t>
            </w:r>
          </w:p>
        </w:tc>
        <w:tc>
          <w:tcPr>
            <w:tcW w:w="1276" w:type="dxa"/>
          </w:tcPr>
          <w:p w14:paraId="4DEA0B92" w14:textId="1223150A" w:rsidR="006A0891" w:rsidRPr="00054789" w:rsidRDefault="006A0891" w:rsidP="00264F6C">
            <w:pPr>
              <w:rPr>
                <w:sz w:val="20"/>
                <w:szCs w:val="20"/>
              </w:rPr>
            </w:pPr>
            <w:r>
              <w:rPr>
                <w:sz w:val="20"/>
                <w:szCs w:val="20"/>
              </w:rPr>
              <w:t>…</w:t>
            </w:r>
          </w:p>
        </w:tc>
        <w:tc>
          <w:tcPr>
            <w:tcW w:w="1276" w:type="dxa"/>
          </w:tcPr>
          <w:p w14:paraId="26CAB6CF" w14:textId="72D88537" w:rsidR="006A0891" w:rsidRPr="00054789" w:rsidRDefault="006A0891" w:rsidP="00264F6C">
            <w:pPr>
              <w:rPr>
                <w:sz w:val="20"/>
                <w:szCs w:val="20"/>
              </w:rPr>
            </w:pPr>
            <w:r>
              <w:rPr>
                <w:sz w:val="20"/>
                <w:szCs w:val="20"/>
              </w:rPr>
              <w:t>…</w:t>
            </w:r>
          </w:p>
        </w:tc>
      </w:tr>
    </w:tbl>
    <w:tbl>
      <w:tblPr>
        <w:tblStyle w:val="Gitternetztabelle4Akzent1"/>
        <w:tblpPr w:leftFromText="141" w:rightFromText="141" w:vertAnchor="text" w:horzAnchor="margin" w:tblpXSpec="right" w:tblpY="-1404"/>
        <w:tblOverlap w:val="never"/>
        <w:tblW w:w="0" w:type="auto"/>
        <w:tblLayout w:type="fixed"/>
        <w:tblLook w:val="0420" w:firstRow="1" w:lastRow="0" w:firstColumn="0" w:lastColumn="0" w:noHBand="0" w:noVBand="1"/>
      </w:tblPr>
      <w:tblGrid>
        <w:gridCol w:w="1271"/>
        <w:gridCol w:w="1134"/>
        <w:gridCol w:w="1276"/>
      </w:tblGrid>
      <w:tr w:rsidR="006A0891" w:rsidRPr="00054789" w14:paraId="4B235D4D" w14:textId="77777777" w:rsidTr="006A0891">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4E6B9E"/>
          </w:tcPr>
          <w:p w14:paraId="01BAF2CA" w14:textId="77777777" w:rsidR="006A0891" w:rsidRPr="00054789" w:rsidRDefault="006A0891" w:rsidP="006A0891">
            <w:pPr>
              <w:rPr>
                <w:sz w:val="20"/>
                <w:szCs w:val="20"/>
                <w:u w:val="single"/>
              </w:rPr>
            </w:pPr>
            <w:r>
              <w:rPr>
                <w:rFonts w:cstheme="minorHAnsi"/>
                <w:sz w:val="20"/>
                <w:szCs w:val="20"/>
                <w:u w:val="single"/>
              </w:rPr>
              <w:t>↑</w:t>
            </w:r>
            <w:r w:rsidRPr="00054789">
              <w:rPr>
                <w:sz w:val="20"/>
                <w:szCs w:val="20"/>
                <w:u w:val="single"/>
              </w:rPr>
              <w:t>PatientID</w:t>
            </w:r>
          </w:p>
        </w:tc>
        <w:tc>
          <w:tcPr>
            <w:tcW w:w="1134" w:type="dxa"/>
            <w:shd w:val="clear" w:color="auto" w:fill="4E6B9E"/>
          </w:tcPr>
          <w:p w14:paraId="7C00CDE0" w14:textId="77777777" w:rsidR="006A0891" w:rsidRPr="00054789" w:rsidRDefault="006A0891" w:rsidP="006A0891">
            <w:pPr>
              <w:rPr>
                <w:sz w:val="20"/>
                <w:szCs w:val="20"/>
              </w:rPr>
            </w:pPr>
            <w:r>
              <w:rPr>
                <w:rFonts w:cstheme="minorHAnsi"/>
                <w:sz w:val="20"/>
                <w:szCs w:val="20"/>
                <w:u w:val="single"/>
              </w:rPr>
              <w:t>↑</w:t>
            </w:r>
            <w:r w:rsidRPr="00054789">
              <w:rPr>
                <w:sz w:val="20"/>
                <w:szCs w:val="20"/>
                <w:u w:val="single"/>
              </w:rPr>
              <w:t>PZN</w:t>
            </w:r>
          </w:p>
        </w:tc>
        <w:tc>
          <w:tcPr>
            <w:tcW w:w="1276" w:type="dxa"/>
            <w:shd w:val="clear" w:color="auto" w:fill="4E6B9E"/>
          </w:tcPr>
          <w:p w14:paraId="45E707CF" w14:textId="77777777" w:rsidR="006A0891" w:rsidRPr="00054789" w:rsidRDefault="006A0891" w:rsidP="006A0891">
            <w:pPr>
              <w:rPr>
                <w:sz w:val="20"/>
                <w:szCs w:val="20"/>
                <w:u w:val="single"/>
              </w:rPr>
            </w:pPr>
            <w:r w:rsidRPr="00054789">
              <w:rPr>
                <w:sz w:val="20"/>
                <w:szCs w:val="20"/>
              </w:rPr>
              <w:t>Dosierung</w:t>
            </w:r>
          </w:p>
        </w:tc>
      </w:tr>
      <w:tr w:rsidR="006A0891" w:rsidRPr="00054789" w14:paraId="0758E223" w14:textId="77777777" w:rsidTr="006A0891">
        <w:trPr>
          <w:cnfStyle w:val="000000100000" w:firstRow="0" w:lastRow="0" w:firstColumn="0" w:lastColumn="0" w:oddVBand="0" w:evenVBand="0" w:oddHBand="1" w:evenHBand="0" w:firstRowFirstColumn="0" w:firstRowLastColumn="0" w:lastRowFirstColumn="0" w:lastRowLastColumn="0"/>
        </w:trPr>
        <w:tc>
          <w:tcPr>
            <w:tcW w:w="1271" w:type="dxa"/>
          </w:tcPr>
          <w:p w14:paraId="26BF294B" w14:textId="77777777" w:rsidR="006A0891" w:rsidRPr="00054789" w:rsidRDefault="006A0891" w:rsidP="006A0891">
            <w:pPr>
              <w:rPr>
                <w:sz w:val="20"/>
                <w:szCs w:val="20"/>
              </w:rPr>
            </w:pPr>
            <w:r w:rsidRPr="00054789">
              <w:rPr>
                <w:sz w:val="20"/>
                <w:szCs w:val="20"/>
              </w:rPr>
              <w:t>1</w:t>
            </w:r>
          </w:p>
        </w:tc>
        <w:tc>
          <w:tcPr>
            <w:tcW w:w="1134" w:type="dxa"/>
          </w:tcPr>
          <w:p w14:paraId="0E9FDF51" w14:textId="77777777" w:rsidR="006A0891" w:rsidRPr="00054789" w:rsidRDefault="006A0891" w:rsidP="006A0891">
            <w:pPr>
              <w:rPr>
                <w:sz w:val="20"/>
                <w:szCs w:val="20"/>
              </w:rPr>
            </w:pPr>
            <w:r w:rsidRPr="00054789">
              <w:rPr>
                <w:sz w:val="20"/>
                <w:szCs w:val="20"/>
              </w:rPr>
              <w:t>2345689</w:t>
            </w:r>
          </w:p>
        </w:tc>
        <w:tc>
          <w:tcPr>
            <w:tcW w:w="1276" w:type="dxa"/>
          </w:tcPr>
          <w:p w14:paraId="2646DB54" w14:textId="77777777" w:rsidR="006A0891" w:rsidRPr="00054789" w:rsidRDefault="006A0891" w:rsidP="006A0891">
            <w:pPr>
              <w:rPr>
                <w:sz w:val="20"/>
                <w:szCs w:val="20"/>
              </w:rPr>
            </w:pPr>
            <w:r w:rsidRPr="00054789">
              <w:rPr>
                <w:sz w:val="20"/>
                <w:szCs w:val="20"/>
              </w:rPr>
              <w:t>1</w:t>
            </w:r>
          </w:p>
        </w:tc>
      </w:tr>
      <w:tr w:rsidR="006A0891" w:rsidRPr="00054789" w14:paraId="76952AF3" w14:textId="77777777" w:rsidTr="006A0891">
        <w:tc>
          <w:tcPr>
            <w:tcW w:w="1271" w:type="dxa"/>
          </w:tcPr>
          <w:p w14:paraId="77E80A2A" w14:textId="77777777" w:rsidR="006A0891" w:rsidRPr="00054789" w:rsidRDefault="006A0891" w:rsidP="006A0891">
            <w:pPr>
              <w:rPr>
                <w:sz w:val="20"/>
                <w:szCs w:val="20"/>
              </w:rPr>
            </w:pPr>
            <w:r w:rsidRPr="00054789">
              <w:rPr>
                <w:sz w:val="20"/>
                <w:szCs w:val="20"/>
              </w:rPr>
              <w:t>1</w:t>
            </w:r>
          </w:p>
        </w:tc>
        <w:tc>
          <w:tcPr>
            <w:tcW w:w="1134" w:type="dxa"/>
          </w:tcPr>
          <w:p w14:paraId="1BDAE8F8" w14:textId="77777777" w:rsidR="006A0891" w:rsidRPr="00054789" w:rsidRDefault="006A0891" w:rsidP="006A0891">
            <w:pPr>
              <w:rPr>
                <w:sz w:val="20"/>
                <w:szCs w:val="20"/>
              </w:rPr>
            </w:pPr>
            <w:r w:rsidRPr="00054789">
              <w:rPr>
                <w:sz w:val="20"/>
                <w:szCs w:val="20"/>
              </w:rPr>
              <w:t>7894561</w:t>
            </w:r>
          </w:p>
        </w:tc>
        <w:tc>
          <w:tcPr>
            <w:tcW w:w="1276" w:type="dxa"/>
          </w:tcPr>
          <w:p w14:paraId="38282160" w14:textId="77777777" w:rsidR="006A0891" w:rsidRPr="00054789" w:rsidRDefault="006A0891" w:rsidP="006A0891">
            <w:pPr>
              <w:rPr>
                <w:sz w:val="20"/>
                <w:szCs w:val="20"/>
              </w:rPr>
            </w:pPr>
            <w:r w:rsidRPr="00054789">
              <w:rPr>
                <w:sz w:val="20"/>
                <w:szCs w:val="20"/>
              </w:rPr>
              <w:t>10</w:t>
            </w:r>
          </w:p>
        </w:tc>
      </w:tr>
      <w:tr w:rsidR="006A0891" w:rsidRPr="00054789" w14:paraId="0941BC4D" w14:textId="77777777" w:rsidTr="006A0891">
        <w:trPr>
          <w:cnfStyle w:val="000000100000" w:firstRow="0" w:lastRow="0" w:firstColumn="0" w:lastColumn="0" w:oddVBand="0" w:evenVBand="0" w:oddHBand="1" w:evenHBand="0" w:firstRowFirstColumn="0" w:firstRowLastColumn="0" w:lastRowFirstColumn="0" w:lastRowLastColumn="0"/>
        </w:trPr>
        <w:tc>
          <w:tcPr>
            <w:tcW w:w="1271" w:type="dxa"/>
          </w:tcPr>
          <w:p w14:paraId="539DACA1" w14:textId="77777777" w:rsidR="006A0891" w:rsidRPr="00054789" w:rsidRDefault="006A0891" w:rsidP="006A0891">
            <w:pPr>
              <w:rPr>
                <w:sz w:val="20"/>
                <w:szCs w:val="20"/>
              </w:rPr>
            </w:pPr>
            <w:r w:rsidRPr="00054789">
              <w:rPr>
                <w:sz w:val="20"/>
                <w:szCs w:val="20"/>
              </w:rPr>
              <w:t>2</w:t>
            </w:r>
          </w:p>
        </w:tc>
        <w:tc>
          <w:tcPr>
            <w:tcW w:w="1134" w:type="dxa"/>
          </w:tcPr>
          <w:p w14:paraId="62F47C2B" w14:textId="77777777" w:rsidR="006A0891" w:rsidRPr="00054789" w:rsidRDefault="006A0891" w:rsidP="006A0891">
            <w:pPr>
              <w:rPr>
                <w:sz w:val="20"/>
                <w:szCs w:val="20"/>
              </w:rPr>
            </w:pPr>
            <w:r w:rsidRPr="00054789">
              <w:rPr>
                <w:sz w:val="20"/>
                <w:szCs w:val="20"/>
              </w:rPr>
              <w:t>2345689</w:t>
            </w:r>
          </w:p>
        </w:tc>
        <w:tc>
          <w:tcPr>
            <w:tcW w:w="1276" w:type="dxa"/>
          </w:tcPr>
          <w:p w14:paraId="584C7C19" w14:textId="77777777" w:rsidR="006A0891" w:rsidRPr="00054789" w:rsidRDefault="006A0891" w:rsidP="006A0891">
            <w:pPr>
              <w:rPr>
                <w:sz w:val="20"/>
                <w:szCs w:val="20"/>
              </w:rPr>
            </w:pPr>
            <w:r w:rsidRPr="00054789">
              <w:rPr>
                <w:sz w:val="20"/>
                <w:szCs w:val="20"/>
              </w:rPr>
              <w:t>2</w:t>
            </w:r>
          </w:p>
        </w:tc>
      </w:tr>
      <w:tr w:rsidR="006A0891" w:rsidRPr="00054789" w14:paraId="5FCD627F" w14:textId="77777777" w:rsidTr="006A0891">
        <w:tc>
          <w:tcPr>
            <w:tcW w:w="1271" w:type="dxa"/>
          </w:tcPr>
          <w:p w14:paraId="39E19B0F" w14:textId="77777777" w:rsidR="006A0891" w:rsidRPr="00054789" w:rsidRDefault="006A0891" w:rsidP="006A0891">
            <w:pPr>
              <w:rPr>
                <w:sz w:val="20"/>
                <w:szCs w:val="20"/>
              </w:rPr>
            </w:pPr>
            <w:r w:rsidRPr="00054789">
              <w:rPr>
                <w:sz w:val="20"/>
                <w:szCs w:val="20"/>
              </w:rPr>
              <w:t>2</w:t>
            </w:r>
          </w:p>
        </w:tc>
        <w:tc>
          <w:tcPr>
            <w:tcW w:w="1134" w:type="dxa"/>
          </w:tcPr>
          <w:p w14:paraId="1F06540F" w14:textId="77777777" w:rsidR="006A0891" w:rsidRPr="00054789" w:rsidRDefault="006A0891" w:rsidP="006A0891">
            <w:pPr>
              <w:rPr>
                <w:sz w:val="20"/>
                <w:szCs w:val="20"/>
              </w:rPr>
            </w:pPr>
            <w:r w:rsidRPr="00054789">
              <w:rPr>
                <w:sz w:val="20"/>
                <w:szCs w:val="20"/>
              </w:rPr>
              <w:t>3764825</w:t>
            </w:r>
          </w:p>
        </w:tc>
        <w:tc>
          <w:tcPr>
            <w:tcW w:w="1276" w:type="dxa"/>
          </w:tcPr>
          <w:p w14:paraId="50D39379" w14:textId="77777777" w:rsidR="006A0891" w:rsidRPr="00054789" w:rsidRDefault="006A0891" w:rsidP="006A0891">
            <w:pPr>
              <w:keepNext/>
              <w:rPr>
                <w:sz w:val="20"/>
                <w:szCs w:val="20"/>
              </w:rPr>
            </w:pPr>
            <w:r w:rsidRPr="00054789">
              <w:rPr>
                <w:sz w:val="20"/>
                <w:szCs w:val="20"/>
              </w:rPr>
              <w:t>1</w:t>
            </w:r>
          </w:p>
        </w:tc>
      </w:tr>
      <w:tr w:rsidR="006A0891" w:rsidRPr="00054789" w14:paraId="3EBEADC5" w14:textId="77777777" w:rsidTr="006A0891">
        <w:trPr>
          <w:cnfStyle w:val="000000100000" w:firstRow="0" w:lastRow="0" w:firstColumn="0" w:lastColumn="0" w:oddVBand="0" w:evenVBand="0" w:oddHBand="1" w:evenHBand="0" w:firstRowFirstColumn="0" w:firstRowLastColumn="0" w:lastRowFirstColumn="0" w:lastRowLastColumn="0"/>
        </w:trPr>
        <w:tc>
          <w:tcPr>
            <w:tcW w:w="1271" w:type="dxa"/>
          </w:tcPr>
          <w:p w14:paraId="65487E4C" w14:textId="77777777" w:rsidR="006A0891" w:rsidRPr="00054789" w:rsidRDefault="006A0891" w:rsidP="006A0891">
            <w:pPr>
              <w:rPr>
                <w:sz w:val="20"/>
                <w:szCs w:val="20"/>
              </w:rPr>
            </w:pPr>
            <w:r>
              <w:rPr>
                <w:sz w:val="20"/>
                <w:szCs w:val="20"/>
              </w:rPr>
              <w:t>…</w:t>
            </w:r>
          </w:p>
        </w:tc>
        <w:tc>
          <w:tcPr>
            <w:tcW w:w="1134" w:type="dxa"/>
          </w:tcPr>
          <w:p w14:paraId="2922137C" w14:textId="77777777" w:rsidR="006A0891" w:rsidRPr="00054789" w:rsidRDefault="006A0891" w:rsidP="006A0891">
            <w:pPr>
              <w:rPr>
                <w:sz w:val="20"/>
                <w:szCs w:val="20"/>
              </w:rPr>
            </w:pPr>
            <w:r>
              <w:rPr>
                <w:sz w:val="20"/>
                <w:szCs w:val="20"/>
              </w:rPr>
              <w:t>…</w:t>
            </w:r>
          </w:p>
        </w:tc>
        <w:tc>
          <w:tcPr>
            <w:tcW w:w="1276" w:type="dxa"/>
          </w:tcPr>
          <w:p w14:paraId="1B5248C7" w14:textId="77777777" w:rsidR="006A0891" w:rsidRPr="00054789" w:rsidRDefault="006A0891" w:rsidP="006A0891">
            <w:pPr>
              <w:keepNext/>
              <w:rPr>
                <w:sz w:val="20"/>
                <w:szCs w:val="20"/>
              </w:rPr>
            </w:pPr>
            <w:r>
              <w:rPr>
                <w:sz w:val="20"/>
                <w:szCs w:val="20"/>
              </w:rPr>
              <w:t>…</w:t>
            </w:r>
          </w:p>
        </w:tc>
      </w:tr>
    </w:tbl>
    <w:tbl>
      <w:tblPr>
        <w:tblStyle w:val="Gitternetztabelle4Akzent1"/>
        <w:tblpPr w:leftFromText="141" w:rightFromText="141" w:vertAnchor="text" w:horzAnchor="margin" w:tblpY="411"/>
        <w:tblOverlap w:val="never"/>
        <w:tblW w:w="0" w:type="auto"/>
        <w:tblLayout w:type="fixed"/>
        <w:tblLook w:val="0420" w:firstRow="1" w:lastRow="0" w:firstColumn="0" w:lastColumn="0" w:noHBand="0" w:noVBand="1"/>
      </w:tblPr>
      <w:tblGrid>
        <w:gridCol w:w="988"/>
        <w:gridCol w:w="850"/>
        <w:gridCol w:w="1843"/>
        <w:gridCol w:w="1276"/>
      </w:tblGrid>
      <w:tr w:rsidR="006A0891" w:rsidRPr="00054789" w14:paraId="4005F494" w14:textId="77777777" w:rsidTr="006A0891">
        <w:trPr>
          <w:cnfStyle w:val="100000000000" w:firstRow="1" w:lastRow="0" w:firstColumn="0" w:lastColumn="0" w:oddVBand="0" w:evenVBand="0" w:oddHBand="0" w:evenHBand="0" w:firstRowFirstColumn="0" w:firstRowLastColumn="0" w:lastRowFirstColumn="0" w:lastRowLastColumn="0"/>
        </w:trPr>
        <w:tc>
          <w:tcPr>
            <w:tcW w:w="988" w:type="dxa"/>
            <w:shd w:val="clear" w:color="auto" w:fill="4E6B9E"/>
          </w:tcPr>
          <w:p w14:paraId="6072DD73" w14:textId="77777777" w:rsidR="006A0891" w:rsidRPr="00054789" w:rsidRDefault="006A0891" w:rsidP="006A0891">
            <w:pPr>
              <w:rPr>
                <w:sz w:val="20"/>
                <w:szCs w:val="20"/>
              </w:rPr>
            </w:pPr>
            <w:r w:rsidRPr="00054789">
              <w:rPr>
                <w:sz w:val="20"/>
                <w:szCs w:val="20"/>
                <w:u w:val="single"/>
              </w:rPr>
              <w:t>PZN</w:t>
            </w:r>
          </w:p>
        </w:tc>
        <w:tc>
          <w:tcPr>
            <w:tcW w:w="850" w:type="dxa"/>
            <w:shd w:val="clear" w:color="auto" w:fill="4E6B9E"/>
          </w:tcPr>
          <w:p w14:paraId="31A67C24" w14:textId="77777777" w:rsidR="006A0891" w:rsidRPr="00054789" w:rsidRDefault="006A0891" w:rsidP="006A0891">
            <w:pPr>
              <w:rPr>
                <w:sz w:val="20"/>
                <w:szCs w:val="20"/>
              </w:rPr>
            </w:pPr>
            <w:r w:rsidRPr="00054789">
              <w:rPr>
                <w:sz w:val="20"/>
                <w:szCs w:val="20"/>
              </w:rPr>
              <w:t>Einheit</w:t>
            </w:r>
          </w:p>
        </w:tc>
        <w:tc>
          <w:tcPr>
            <w:tcW w:w="1843" w:type="dxa"/>
            <w:shd w:val="clear" w:color="auto" w:fill="4E6B9E"/>
          </w:tcPr>
          <w:p w14:paraId="5AF5321D" w14:textId="77777777" w:rsidR="006A0891" w:rsidRPr="00054789" w:rsidRDefault="006A0891" w:rsidP="006A0891">
            <w:pPr>
              <w:rPr>
                <w:sz w:val="20"/>
                <w:szCs w:val="20"/>
              </w:rPr>
            </w:pPr>
            <w:r w:rsidRPr="00054789">
              <w:rPr>
                <w:sz w:val="20"/>
                <w:szCs w:val="20"/>
              </w:rPr>
              <w:t>Darreichungsform</w:t>
            </w:r>
          </w:p>
        </w:tc>
        <w:tc>
          <w:tcPr>
            <w:tcW w:w="1276" w:type="dxa"/>
            <w:shd w:val="clear" w:color="auto" w:fill="4E6B9E"/>
          </w:tcPr>
          <w:p w14:paraId="0B9075DA" w14:textId="77777777" w:rsidR="006A0891" w:rsidRPr="00054789" w:rsidRDefault="006A0891" w:rsidP="006A0891">
            <w:pPr>
              <w:rPr>
                <w:sz w:val="20"/>
                <w:szCs w:val="20"/>
              </w:rPr>
            </w:pPr>
            <w:r w:rsidRPr="00054789">
              <w:rPr>
                <w:sz w:val="20"/>
                <w:szCs w:val="20"/>
              </w:rPr>
              <w:t>Hersteller</w:t>
            </w:r>
          </w:p>
        </w:tc>
      </w:tr>
      <w:tr w:rsidR="006A0891" w:rsidRPr="00054789" w14:paraId="0D694224" w14:textId="77777777" w:rsidTr="006A0891">
        <w:trPr>
          <w:cnfStyle w:val="000000100000" w:firstRow="0" w:lastRow="0" w:firstColumn="0" w:lastColumn="0" w:oddVBand="0" w:evenVBand="0" w:oddHBand="1" w:evenHBand="0" w:firstRowFirstColumn="0" w:firstRowLastColumn="0" w:lastRowFirstColumn="0" w:lastRowLastColumn="0"/>
        </w:trPr>
        <w:tc>
          <w:tcPr>
            <w:tcW w:w="988" w:type="dxa"/>
          </w:tcPr>
          <w:p w14:paraId="3F849713" w14:textId="77777777" w:rsidR="006A0891" w:rsidRPr="00054789" w:rsidRDefault="006A0891" w:rsidP="006A0891">
            <w:pPr>
              <w:rPr>
                <w:sz w:val="20"/>
                <w:szCs w:val="20"/>
              </w:rPr>
            </w:pPr>
            <w:r w:rsidRPr="00054789">
              <w:rPr>
                <w:sz w:val="20"/>
                <w:szCs w:val="20"/>
              </w:rPr>
              <w:t>2345689</w:t>
            </w:r>
          </w:p>
        </w:tc>
        <w:tc>
          <w:tcPr>
            <w:tcW w:w="850" w:type="dxa"/>
          </w:tcPr>
          <w:p w14:paraId="5CA48E6A" w14:textId="77777777" w:rsidR="006A0891" w:rsidRPr="00054789" w:rsidRDefault="006A0891" w:rsidP="006A0891">
            <w:pPr>
              <w:rPr>
                <w:sz w:val="20"/>
                <w:szCs w:val="20"/>
              </w:rPr>
            </w:pPr>
            <w:r w:rsidRPr="00054789">
              <w:rPr>
                <w:sz w:val="20"/>
                <w:szCs w:val="20"/>
              </w:rPr>
              <w:t>Stück</w:t>
            </w:r>
          </w:p>
        </w:tc>
        <w:tc>
          <w:tcPr>
            <w:tcW w:w="1843" w:type="dxa"/>
          </w:tcPr>
          <w:p w14:paraId="2FF86288" w14:textId="77777777" w:rsidR="006A0891" w:rsidRPr="00054789" w:rsidRDefault="006A0891" w:rsidP="006A0891">
            <w:pPr>
              <w:rPr>
                <w:sz w:val="20"/>
                <w:szCs w:val="20"/>
              </w:rPr>
            </w:pPr>
            <w:r w:rsidRPr="00054789">
              <w:rPr>
                <w:sz w:val="20"/>
                <w:szCs w:val="20"/>
              </w:rPr>
              <w:t>Tablette</w:t>
            </w:r>
          </w:p>
        </w:tc>
        <w:tc>
          <w:tcPr>
            <w:tcW w:w="1276" w:type="dxa"/>
          </w:tcPr>
          <w:p w14:paraId="66E8D611" w14:textId="77777777" w:rsidR="006A0891" w:rsidRPr="00054789" w:rsidRDefault="006A0891" w:rsidP="006A0891">
            <w:pPr>
              <w:rPr>
                <w:sz w:val="20"/>
                <w:szCs w:val="20"/>
              </w:rPr>
            </w:pPr>
            <w:r w:rsidRPr="00054789">
              <w:rPr>
                <w:sz w:val="20"/>
                <w:szCs w:val="20"/>
              </w:rPr>
              <w:t>Pharmacon</w:t>
            </w:r>
          </w:p>
        </w:tc>
      </w:tr>
      <w:tr w:rsidR="006A0891" w:rsidRPr="00054789" w14:paraId="2D724D19" w14:textId="77777777" w:rsidTr="006A0891">
        <w:tc>
          <w:tcPr>
            <w:tcW w:w="988" w:type="dxa"/>
          </w:tcPr>
          <w:p w14:paraId="1A1B0B23" w14:textId="77777777" w:rsidR="006A0891" w:rsidRPr="00054789" w:rsidRDefault="006A0891" w:rsidP="006A0891">
            <w:pPr>
              <w:rPr>
                <w:sz w:val="20"/>
                <w:szCs w:val="20"/>
              </w:rPr>
            </w:pPr>
            <w:r w:rsidRPr="00054789">
              <w:rPr>
                <w:sz w:val="20"/>
                <w:szCs w:val="20"/>
              </w:rPr>
              <w:t>7894561</w:t>
            </w:r>
          </w:p>
        </w:tc>
        <w:tc>
          <w:tcPr>
            <w:tcW w:w="850" w:type="dxa"/>
          </w:tcPr>
          <w:p w14:paraId="1A871010" w14:textId="77777777" w:rsidR="006A0891" w:rsidRPr="00054789" w:rsidRDefault="006A0891" w:rsidP="006A0891">
            <w:pPr>
              <w:rPr>
                <w:sz w:val="20"/>
                <w:szCs w:val="20"/>
              </w:rPr>
            </w:pPr>
            <w:r w:rsidRPr="00054789">
              <w:rPr>
                <w:sz w:val="20"/>
                <w:szCs w:val="20"/>
              </w:rPr>
              <w:t>ml</w:t>
            </w:r>
          </w:p>
        </w:tc>
        <w:tc>
          <w:tcPr>
            <w:tcW w:w="1843" w:type="dxa"/>
          </w:tcPr>
          <w:p w14:paraId="4A800131" w14:textId="77777777" w:rsidR="006A0891" w:rsidRPr="00054789" w:rsidRDefault="006A0891" w:rsidP="006A0891">
            <w:pPr>
              <w:rPr>
                <w:sz w:val="20"/>
                <w:szCs w:val="20"/>
              </w:rPr>
            </w:pPr>
            <w:r w:rsidRPr="00054789">
              <w:rPr>
                <w:sz w:val="20"/>
                <w:szCs w:val="20"/>
              </w:rPr>
              <w:t>Saft</w:t>
            </w:r>
          </w:p>
        </w:tc>
        <w:tc>
          <w:tcPr>
            <w:tcW w:w="1276" w:type="dxa"/>
          </w:tcPr>
          <w:p w14:paraId="2BBA844D" w14:textId="77777777" w:rsidR="006A0891" w:rsidRPr="00054789" w:rsidRDefault="006A0891" w:rsidP="006A0891">
            <w:pPr>
              <w:rPr>
                <w:sz w:val="20"/>
                <w:szCs w:val="20"/>
              </w:rPr>
            </w:pPr>
            <w:r w:rsidRPr="00054789">
              <w:rPr>
                <w:sz w:val="20"/>
                <w:szCs w:val="20"/>
              </w:rPr>
              <w:t>Geplus</w:t>
            </w:r>
          </w:p>
        </w:tc>
      </w:tr>
      <w:tr w:rsidR="006A0891" w:rsidRPr="00054789" w14:paraId="76F4A0F1" w14:textId="77777777" w:rsidTr="006A0891">
        <w:trPr>
          <w:cnfStyle w:val="000000100000" w:firstRow="0" w:lastRow="0" w:firstColumn="0" w:lastColumn="0" w:oddVBand="0" w:evenVBand="0" w:oddHBand="1" w:evenHBand="0" w:firstRowFirstColumn="0" w:firstRowLastColumn="0" w:lastRowFirstColumn="0" w:lastRowLastColumn="0"/>
        </w:trPr>
        <w:tc>
          <w:tcPr>
            <w:tcW w:w="988" w:type="dxa"/>
          </w:tcPr>
          <w:p w14:paraId="15048ABB" w14:textId="77777777" w:rsidR="006A0891" w:rsidRPr="00054789" w:rsidRDefault="006A0891" w:rsidP="006A0891">
            <w:pPr>
              <w:rPr>
                <w:sz w:val="20"/>
                <w:szCs w:val="20"/>
              </w:rPr>
            </w:pPr>
            <w:r w:rsidRPr="00054789">
              <w:rPr>
                <w:sz w:val="20"/>
                <w:szCs w:val="20"/>
              </w:rPr>
              <w:t>3764825</w:t>
            </w:r>
          </w:p>
        </w:tc>
        <w:tc>
          <w:tcPr>
            <w:tcW w:w="850" w:type="dxa"/>
          </w:tcPr>
          <w:p w14:paraId="6A4AE8D2" w14:textId="77777777" w:rsidR="006A0891" w:rsidRPr="00054789" w:rsidRDefault="006A0891" w:rsidP="006A0891">
            <w:pPr>
              <w:rPr>
                <w:sz w:val="20"/>
                <w:szCs w:val="20"/>
              </w:rPr>
            </w:pPr>
            <w:r w:rsidRPr="00054789">
              <w:rPr>
                <w:sz w:val="20"/>
                <w:szCs w:val="20"/>
              </w:rPr>
              <w:t>Stück</w:t>
            </w:r>
          </w:p>
        </w:tc>
        <w:tc>
          <w:tcPr>
            <w:tcW w:w="1843" w:type="dxa"/>
          </w:tcPr>
          <w:p w14:paraId="56D2A5AA" w14:textId="77777777" w:rsidR="006A0891" w:rsidRPr="00054789" w:rsidRDefault="006A0891" w:rsidP="006A0891">
            <w:pPr>
              <w:rPr>
                <w:sz w:val="20"/>
                <w:szCs w:val="20"/>
              </w:rPr>
            </w:pPr>
            <w:r w:rsidRPr="00054789">
              <w:rPr>
                <w:sz w:val="20"/>
                <w:szCs w:val="20"/>
              </w:rPr>
              <w:t>Zäpfchen</w:t>
            </w:r>
          </w:p>
        </w:tc>
        <w:tc>
          <w:tcPr>
            <w:tcW w:w="1276" w:type="dxa"/>
          </w:tcPr>
          <w:p w14:paraId="6A2A61BE" w14:textId="77777777" w:rsidR="006A0891" w:rsidRPr="00054789" w:rsidRDefault="006A0891" w:rsidP="006A0891">
            <w:pPr>
              <w:keepNext/>
              <w:rPr>
                <w:sz w:val="20"/>
                <w:szCs w:val="20"/>
              </w:rPr>
            </w:pPr>
            <w:r w:rsidRPr="00054789">
              <w:rPr>
                <w:sz w:val="20"/>
                <w:szCs w:val="20"/>
              </w:rPr>
              <w:t>Fixi</w:t>
            </w:r>
          </w:p>
        </w:tc>
      </w:tr>
      <w:tr w:rsidR="006A0891" w:rsidRPr="00054789" w14:paraId="7E4DA7AC" w14:textId="77777777" w:rsidTr="006A0891">
        <w:tc>
          <w:tcPr>
            <w:tcW w:w="988" w:type="dxa"/>
          </w:tcPr>
          <w:p w14:paraId="21CF4579" w14:textId="77777777" w:rsidR="006A0891" w:rsidRPr="00054789" w:rsidRDefault="006A0891" w:rsidP="006A0891">
            <w:pPr>
              <w:rPr>
                <w:sz w:val="20"/>
                <w:szCs w:val="20"/>
              </w:rPr>
            </w:pPr>
            <w:r>
              <w:rPr>
                <w:sz w:val="20"/>
                <w:szCs w:val="20"/>
              </w:rPr>
              <w:t>…</w:t>
            </w:r>
          </w:p>
        </w:tc>
        <w:tc>
          <w:tcPr>
            <w:tcW w:w="850" w:type="dxa"/>
          </w:tcPr>
          <w:p w14:paraId="27A8F99E" w14:textId="77777777" w:rsidR="006A0891" w:rsidRPr="00054789" w:rsidRDefault="006A0891" w:rsidP="006A0891">
            <w:pPr>
              <w:rPr>
                <w:sz w:val="20"/>
                <w:szCs w:val="20"/>
              </w:rPr>
            </w:pPr>
            <w:r>
              <w:rPr>
                <w:sz w:val="20"/>
                <w:szCs w:val="20"/>
              </w:rPr>
              <w:t>…</w:t>
            </w:r>
          </w:p>
        </w:tc>
        <w:tc>
          <w:tcPr>
            <w:tcW w:w="1843" w:type="dxa"/>
          </w:tcPr>
          <w:p w14:paraId="187CE0E4" w14:textId="77777777" w:rsidR="006A0891" w:rsidRPr="00054789" w:rsidRDefault="006A0891" w:rsidP="006A0891">
            <w:pPr>
              <w:rPr>
                <w:sz w:val="20"/>
                <w:szCs w:val="20"/>
              </w:rPr>
            </w:pPr>
            <w:r>
              <w:rPr>
                <w:sz w:val="20"/>
                <w:szCs w:val="20"/>
              </w:rPr>
              <w:t>…</w:t>
            </w:r>
          </w:p>
        </w:tc>
        <w:tc>
          <w:tcPr>
            <w:tcW w:w="1276" w:type="dxa"/>
          </w:tcPr>
          <w:p w14:paraId="09CC510A" w14:textId="77777777" w:rsidR="006A0891" w:rsidRPr="00054789" w:rsidRDefault="006A0891" w:rsidP="006A0891">
            <w:pPr>
              <w:keepNext/>
              <w:rPr>
                <w:sz w:val="20"/>
                <w:szCs w:val="20"/>
              </w:rPr>
            </w:pPr>
            <w:r>
              <w:rPr>
                <w:sz w:val="20"/>
                <w:szCs w:val="20"/>
              </w:rPr>
              <w:t>…</w:t>
            </w:r>
          </w:p>
        </w:tc>
      </w:tr>
    </w:tbl>
    <w:p w14:paraId="644A218C" w14:textId="341D303D" w:rsidR="00054789" w:rsidRDefault="006A0891" w:rsidP="00802667">
      <w:pPr>
        <w:spacing w:before="120" w:after="0"/>
        <w:rPr>
          <w:b/>
          <w:bCs/>
        </w:rPr>
      </w:pPr>
      <w:r w:rsidRPr="00054789">
        <w:rPr>
          <w:b/>
          <w:bCs/>
        </w:rPr>
        <w:t xml:space="preserve"> </w:t>
      </w:r>
      <w:r w:rsidR="00054789" w:rsidRPr="00054789">
        <w:rPr>
          <w:b/>
          <w:bCs/>
        </w:rPr>
        <w:t>Medikamente</w:t>
      </w:r>
    </w:p>
    <w:p w14:paraId="428A6383" w14:textId="1752FD8D" w:rsidR="00054789" w:rsidRPr="006A0891" w:rsidRDefault="006A0891" w:rsidP="00802667">
      <w:pPr>
        <w:spacing w:before="120" w:after="0"/>
        <w:rPr>
          <w:b/>
          <w:bCs/>
          <w:sz w:val="20"/>
          <w:szCs w:val="20"/>
        </w:rPr>
      </w:pPr>
      <w:r w:rsidRPr="00054789">
        <w:rPr>
          <w:b/>
          <w:bCs/>
        </w:rPr>
        <w:t xml:space="preserve"> </w:t>
      </w:r>
    </w:p>
    <w:p w14:paraId="65D5C111" w14:textId="545CA7E1" w:rsidR="006A0891" w:rsidRPr="006A0891" w:rsidRDefault="006A0891" w:rsidP="00802667">
      <w:pPr>
        <w:spacing w:before="120" w:after="0"/>
        <w:rPr>
          <w:b/>
          <w:bCs/>
          <w:sz w:val="20"/>
          <w:szCs w:val="20"/>
        </w:rPr>
      </w:pPr>
    </w:p>
    <w:p w14:paraId="01A14280" w14:textId="2280E139" w:rsidR="006A0891" w:rsidRPr="006A0891" w:rsidRDefault="006A0891" w:rsidP="00802667">
      <w:pPr>
        <w:spacing w:before="120" w:after="0"/>
        <w:rPr>
          <w:b/>
          <w:bCs/>
          <w:sz w:val="20"/>
          <w:szCs w:val="20"/>
        </w:rPr>
      </w:pPr>
    </w:p>
    <w:p w14:paraId="454D0E71" w14:textId="77777777" w:rsidR="006A0891" w:rsidRPr="006A0891" w:rsidRDefault="006A0891" w:rsidP="00802667">
      <w:pPr>
        <w:spacing w:before="120" w:after="0"/>
        <w:rPr>
          <w:b/>
          <w:bCs/>
          <w:sz w:val="20"/>
          <w:szCs w:val="20"/>
        </w:rPr>
      </w:pPr>
    </w:p>
    <w:p w14:paraId="40E31C75" w14:textId="6B3FF427" w:rsidR="00054789" w:rsidRPr="00054789" w:rsidRDefault="00802667" w:rsidP="00802667">
      <w:pPr>
        <w:pStyle w:val="UnterschriftINFSII"/>
        <w:rPr>
          <w:b/>
          <w:bCs/>
        </w:rPr>
      </w:pPr>
      <w:r>
        <w:t xml:space="preserve">Abbildung </w:t>
      </w:r>
      <w:fldSimple w:instr=" SEQ Abbildung \* ARABIC ">
        <w:r w:rsidR="00C303B8">
          <w:rPr>
            <w:noProof/>
          </w:rPr>
          <w:t>17</w:t>
        </w:r>
      </w:fldSimple>
      <w:r>
        <w:t>: Aufteilung der Tabelle Patienten in drei Tabellen: Patienten, Medikamente und Medikationsplan</w:t>
      </w:r>
    </w:p>
    <w:p w14:paraId="18F3F6D1" w14:textId="1EE32E80" w:rsidR="001478BB" w:rsidRDefault="001478BB" w:rsidP="00802667">
      <w:pPr>
        <w:spacing w:after="120"/>
      </w:pPr>
      <w:r>
        <w:t xml:space="preserve">Auf der Ebene der Modellierung </w:t>
      </w:r>
      <w:r w:rsidR="006A0891">
        <w:t>ergeben sich die gleichen Tabellen, wenn die</w:t>
      </w:r>
      <w:r w:rsidR="00802667">
        <w:t xml:space="preserve"> </w:t>
      </w:r>
      <w:r w:rsidR="00054789">
        <w:t xml:space="preserve">Entitäten </w:t>
      </w:r>
      <w:r w:rsidR="00054789" w:rsidRPr="00054789">
        <w:rPr>
          <w:i/>
          <w:iCs/>
        </w:rPr>
        <w:t>Patient</w:t>
      </w:r>
      <w:r w:rsidR="00054789">
        <w:t xml:space="preserve"> und </w:t>
      </w:r>
      <w:r w:rsidR="00054789" w:rsidRPr="00054789">
        <w:rPr>
          <w:i/>
          <w:iCs/>
        </w:rPr>
        <w:t>Medikament</w:t>
      </w:r>
      <w:r w:rsidR="00054789">
        <w:t xml:space="preserve"> </w:t>
      </w:r>
      <w:r w:rsidR="006A0891">
        <w:t xml:space="preserve">mit </w:t>
      </w:r>
      <w:r w:rsidR="00054789">
        <w:t xml:space="preserve">einer n:m-Beziehung </w:t>
      </w:r>
      <w:r w:rsidR="00054789" w:rsidRPr="00054789">
        <w:rPr>
          <w:i/>
          <w:iCs/>
        </w:rPr>
        <w:t>nimmt ein</w:t>
      </w:r>
      <w:r w:rsidR="00054789">
        <w:t xml:space="preserve"> </w:t>
      </w:r>
      <w:r w:rsidR="006A0891">
        <w:t xml:space="preserve">verbunden werden, die das Attribut </w:t>
      </w:r>
      <w:r w:rsidR="00054789" w:rsidRPr="006A0891">
        <w:rPr>
          <w:i/>
          <w:iCs/>
        </w:rPr>
        <w:t>Dosierung</w:t>
      </w:r>
      <w:r w:rsidR="00054789">
        <w:t xml:space="preserve"> </w:t>
      </w:r>
      <w:r w:rsidR="006A0891">
        <w:t>erhält</w:t>
      </w:r>
      <w:r w:rsidR="00054789">
        <w:t>.</w:t>
      </w:r>
    </w:p>
    <w:p w14:paraId="42299591" w14:textId="2A234248" w:rsidR="00AF3E97" w:rsidRDefault="00AC11BA" w:rsidP="00802667">
      <w:pPr>
        <w:spacing w:after="120" w:line="259" w:lineRule="auto"/>
      </w:pPr>
      <w:r w:rsidRPr="009A2840">
        <w:rPr>
          <w:b/>
          <w:bCs/>
        </w:rPr>
        <w:lastRenderedPageBreak/>
        <w:t>Aufgabe</w:t>
      </w:r>
      <w:r w:rsidR="009A2840" w:rsidRPr="009A2840">
        <w:rPr>
          <w:b/>
          <w:bCs/>
        </w:rPr>
        <w:t xml:space="preserve"> 1</w:t>
      </w:r>
      <w:r w:rsidR="00434525">
        <w:rPr>
          <w:b/>
          <w:bCs/>
        </w:rPr>
        <w:t>5</w:t>
      </w:r>
      <w:r w:rsidRPr="009A2840">
        <w:rPr>
          <w:b/>
          <w:bCs/>
        </w:rPr>
        <w:t>:</w:t>
      </w:r>
      <w:r>
        <w:t xml:space="preserve"> </w:t>
      </w:r>
      <w:r w:rsidR="00FE029F">
        <w:t xml:space="preserve">Untersuchen </w:t>
      </w:r>
      <w:r>
        <w:t xml:space="preserve">Sie die </w:t>
      </w:r>
      <w:r w:rsidR="00FE029F">
        <w:t xml:space="preserve">Abhängigkeiten der Attribute in der </w:t>
      </w:r>
      <w:r>
        <w:t>Tabelle des Webshops</w:t>
      </w:r>
      <w:r w:rsidR="00FE029F">
        <w:t xml:space="preserve"> (Abbildung </w:t>
      </w:r>
      <w:r w:rsidR="00434525">
        <w:t>2</w:t>
      </w:r>
      <w:r w:rsidR="00FE029F">
        <w:t xml:space="preserve"> aus Aufgabe 1) und zerlegen Sie sie geeignet, so dass keine Redundanzen und Anomalien mehr auftreten.</w:t>
      </w:r>
      <w:r w:rsidR="003E2636">
        <w:t xml:space="preserve"> Stellen Sie außerdem sicher, dass alle Attribute atomare Wertebereiche haben.</w:t>
      </w:r>
    </w:p>
    <w:p w14:paraId="4DDA6E89" w14:textId="6CC7B454" w:rsidR="00434525" w:rsidRDefault="00434525" w:rsidP="00802667">
      <w:pPr>
        <w:spacing w:after="120" w:line="259" w:lineRule="auto"/>
      </w:pPr>
      <w:r w:rsidRPr="009A2840">
        <w:rPr>
          <w:b/>
          <w:bCs/>
        </w:rPr>
        <w:t>Aufgabe 1</w:t>
      </w:r>
      <w:r>
        <w:rPr>
          <w:b/>
          <w:bCs/>
        </w:rPr>
        <w:t>6</w:t>
      </w:r>
      <w:r w:rsidRPr="009A2840">
        <w:rPr>
          <w:b/>
          <w:bCs/>
        </w:rPr>
        <w:t>:</w:t>
      </w:r>
      <w:r>
        <w:t xml:space="preserve"> Untersuchen Sie die Abhängigkeiten der Attribute in der Tabelle des Zoos (Abbildung </w:t>
      </w:r>
      <w:r w:rsidR="00977233">
        <w:t>3</w:t>
      </w:r>
      <w:r>
        <w:t xml:space="preserve"> aus Aufgabe 2) und zerlegen Sie sie geeignet, so dass keine Redundanzen und Anomalien mehr auftreten. Stellen Sie außerdem sicher, dass alle Attribute atomare Wertebereiche haben.</w:t>
      </w:r>
    </w:p>
    <w:p w14:paraId="0B9D5F36" w14:textId="5F64DE81" w:rsidR="003E2636" w:rsidRDefault="003E2636">
      <w:pPr>
        <w:spacing w:after="160" w:line="259" w:lineRule="auto"/>
      </w:pPr>
      <w:r w:rsidRPr="003E2636">
        <w:rPr>
          <w:b/>
          <w:bCs/>
        </w:rPr>
        <w:t>Aufgabe 1</w:t>
      </w:r>
      <w:r w:rsidR="00434525">
        <w:rPr>
          <w:b/>
          <w:bCs/>
        </w:rPr>
        <w:t>7</w:t>
      </w:r>
      <w:r w:rsidRPr="003E2636">
        <w:rPr>
          <w:b/>
          <w:bCs/>
        </w:rPr>
        <w:t>:</w:t>
      </w:r>
      <w:r>
        <w:t xml:space="preserve"> Untersuchen Sie für die Tabelle des Tierheims aus Aufgabe </w:t>
      </w:r>
      <w:r w:rsidR="00434525">
        <w:t>3</w:t>
      </w:r>
      <w:r>
        <w:t xml:space="preserve"> (Abbildung </w:t>
      </w:r>
      <w:r w:rsidR="00434525">
        <w:t>4</w:t>
      </w:r>
      <w:r>
        <w:t>)</w:t>
      </w:r>
      <w:r w:rsidR="00AD4D86">
        <w:t>,</w:t>
      </w:r>
      <w:r>
        <w:t xml:space="preserve"> inwieweit Ihnen eine Zerlegung in einzelne Tabellen zur Vermeidung von Redundanzen sinnvoll erscheint.</w:t>
      </w:r>
    </w:p>
    <w:p w14:paraId="63FF3F1E" w14:textId="63514846" w:rsidR="00102091" w:rsidRDefault="00102091">
      <w:pPr>
        <w:spacing w:after="160" w:line="259" w:lineRule="auto"/>
      </w:pPr>
    </w:p>
    <w:p w14:paraId="404E9958" w14:textId="225D9EBC" w:rsidR="00AD0F41" w:rsidRDefault="00AD0F41">
      <w:pPr>
        <w:spacing w:after="160" w:line="259" w:lineRule="auto"/>
      </w:pPr>
    </w:p>
    <w:p w14:paraId="7C9F5CFF" w14:textId="08BFA684" w:rsidR="00AD0F41" w:rsidRDefault="00AD0F41">
      <w:pPr>
        <w:spacing w:after="160" w:line="259" w:lineRule="auto"/>
      </w:pPr>
    </w:p>
    <w:p w14:paraId="3B63BD71" w14:textId="7C676752" w:rsidR="00AD0F41" w:rsidRDefault="00AD0F41">
      <w:pPr>
        <w:spacing w:after="160" w:line="259" w:lineRule="auto"/>
      </w:pPr>
    </w:p>
    <w:p w14:paraId="25F3BBBD" w14:textId="1275FA62" w:rsidR="00AD0F41" w:rsidRDefault="00AD0F41">
      <w:pPr>
        <w:spacing w:after="160" w:line="259" w:lineRule="auto"/>
      </w:pPr>
    </w:p>
    <w:p w14:paraId="53134855" w14:textId="25CAD0B4" w:rsidR="00AD0F41" w:rsidRDefault="00AD0F41">
      <w:pPr>
        <w:spacing w:after="160" w:line="259" w:lineRule="auto"/>
      </w:pPr>
    </w:p>
    <w:p w14:paraId="70B54B7A" w14:textId="761D6919" w:rsidR="00AD0F41" w:rsidRDefault="00AD0F41">
      <w:pPr>
        <w:spacing w:after="160" w:line="259" w:lineRule="auto"/>
      </w:pPr>
    </w:p>
    <w:p w14:paraId="6155E5EE" w14:textId="3762D36C" w:rsidR="00AD0F41" w:rsidRDefault="00AD0F41">
      <w:pPr>
        <w:spacing w:after="160" w:line="259" w:lineRule="auto"/>
      </w:pPr>
    </w:p>
    <w:p w14:paraId="6555A8A7" w14:textId="22340761" w:rsidR="00AD0F41" w:rsidRDefault="00AD0F41">
      <w:pPr>
        <w:spacing w:after="160" w:line="259" w:lineRule="auto"/>
      </w:pPr>
    </w:p>
    <w:p w14:paraId="410BDF9E" w14:textId="7F8E7FE5" w:rsidR="00AD0F41" w:rsidRDefault="00AD0F41">
      <w:pPr>
        <w:spacing w:after="160" w:line="259" w:lineRule="auto"/>
      </w:pPr>
    </w:p>
    <w:p w14:paraId="18CD69AF" w14:textId="1B5C0ADC" w:rsidR="00AD0F41" w:rsidRDefault="00AD0F41">
      <w:pPr>
        <w:spacing w:after="160" w:line="259" w:lineRule="auto"/>
      </w:pPr>
    </w:p>
    <w:p w14:paraId="35195AD0" w14:textId="28BD9C94" w:rsidR="00AD0F41" w:rsidRDefault="00AD0F41">
      <w:pPr>
        <w:spacing w:after="160" w:line="259" w:lineRule="auto"/>
      </w:pPr>
    </w:p>
    <w:p w14:paraId="0D2CAA64" w14:textId="77777777" w:rsidR="00AD0F41" w:rsidRDefault="00AD0F41">
      <w:pPr>
        <w:spacing w:after="160" w:line="259" w:lineRule="auto"/>
      </w:pPr>
    </w:p>
    <w:p w14:paraId="15B67DFA" w14:textId="77777777" w:rsidR="000065AA" w:rsidRDefault="000065AA" w:rsidP="000065AA">
      <w:pPr>
        <w:pStyle w:val="berschrift2"/>
        <w:spacing w:before="360"/>
      </w:pPr>
      <w:bookmarkStart w:id="31" w:name="_Hlk88064351"/>
      <w:bookmarkStart w:id="32" w:name="_Hlk88064432"/>
      <w:r>
        <w:t>Hinweis</w:t>
      </w:r>
    </w:p>
    <w:p w14:paraId="150B9F96" w14:textId="77777777" w:rsidR="000065AA" w:rsidRDefault="000065AA" w:rsidP="000065AA">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bookmarkEnd w:id="31"/>
    <w:p w14:paraId="1FF8E765" w14:textId="77777777" w:rsidR="00102091" w:rsidRDefault="00102091">
      <w:pPr>
        <w:spacing w:after="160" w:line="259" w:lineRule="auto"/>
      </w:pPr>
    </w:p>
    <w:p w14:paraId="1258E450" w14:textId="2457B05A" w:rsidR="000065AA" w:rsidRDefault="000065AA" w:rsidP="000065AA">
      <w:bookmarkStart w:id="33" w:name="_Hlk36642635"/>
      <w:bookmarkEnd w:id="7"/>
      <w:r>
        <w:t xml:space="preserve">Dieses Werk ist lizenziert unter einer </w:t>
      </w:r>
      <w:hyperlink r:id="rId33" w:history="1">
        <w:r w:rsidRPr="00432CAF">
          <w:rPr>
            <w:rStyle w:val="Hyperlink"/>
            <w:color w:val="4E6B9E"/>
            <w:u w:val="none"/>
          </w:rPr>
          <w:t>Creative Commons Namensnennung - Nicht-kommerziell - Weitergabe unter gleichen Bedingungen 4.0 International Lizenz</w:t>
        </w:r>
      </w:hyperlink>
      <w:r>
        <w:rPr>
          <w:color w:val="4E6B9E"/>
        </w:rPr>
        <w:t>.</w:t>
      </w:r>
      <w:r>
        <w:t xml:space="preserve"> </w:t>
      </w:r>
      <w:bookmarkEnd w:id="33"/>
      <w:r w:rsidR="00707F90">
        <w:t>Ausgenommen von dieser Lizenz ist das INFSII-Logo.</w:t>
      </w:r>
    </w:p>
    <w:bookmarkEnd w:id="32"/>
    <w:p w14:paraId="4B411210" w14:textId="7F87A885" w:rsidR="00970575" w:rsidRPr="0027492F" w:rsidRDefault="00970575" w:rsidP="000065AA"/>
    <w:sectPr w:rsidR="00970575" w:rsidRPr="0027492F" w:rsidSect="00347B6B">
      <w:headerReference w:type="default" r:id="rId34"/>
      <w:footerReference w:type="default" r:id="rId3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7A90F" w14:textId="77777777" w:rsidR="00F90C94" w:rsidRDefault="00F90C94" w:rsidP="006D1346">
      <w:pPr>
        <w:spacing w:after="0" w:line="240" w:lineRule="auto"/>
      </w:pPr>
      <w:r>
        <w:separator/>
      </w:r>
    </w:p>
  </w:endnote>
  <w:endnote w:type="continuationSeparator" w:id="0">
    <w:p w14:paraId="70A6ACB0" w14:textId="77777777" w:rsidR="00F90C94" w:rsidRDefault="00F90C9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BD9B7" w14:textId="77777777" w:rsidR="008B4F10" w:rsidRDefault="008B4F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10D9D" w14:textId="213E3850" w:rsidR="00BA5AF7" w:rsidRPr="007E2D0D" w:rsidRDefault="00BA5AF7">
    <w:pPr>
      <w:pStyle w:val="Fuzeile"/>
      <w:rPr>
        <w:color w:val="808080" w:themeColor="background1" w:themeShade="80"/>
        <w:sz w:val="20"/>
        <w:szCs w:val="20"/>
      </w:rPr>
    </w:pPr>
    <w:r>
      <w:rPr>
        <w:noProof/>
      </w:rPr>
      <w:drawing>
        <wp:anchor distT="0" distB="0" distL="114300" distR="114300" simplePos="0" relativeHeight="251663360" behindDoc="0" locked="0" layoutInCell="1" allowOverlap="1" wp14:anchorId="46741AB3" wp14:editId="6F31169F">
          <wp:simplePos x="0" y="0"/>
          <wp:positionH relativeFrom="margin">
            <wp:align>left</wp:align>
          </wp:positionH>
          <wp:positionV relativeFrom="paragraph">
            <wp:posOffset>-116696</wp:posOffset>
          </wp:positionV>
          <wp:extent cx="838200" cy="291465"/>
          <wp:effectExtent l="0" t="0" r="0" b="0"/>
          <wp:wrapSquare wrapText="bothSides"/>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B71A11">
      <w:rPr>
        <w:color w:val="808080" w:themeColor="background1" w:themeShade="80"/>
        <w:sz w:val="20"/>
        <w:szCs w:val="20"/>
      </w:rPr>
      <w:t>Oktober</w:t>
    </w:r>
    <w:r w:rsidRPr="007E2D0D">
      <w:rPr>
        <w:color w:val="808080" w:themeColor="background1" w:themeShade="80"/>
        <w:sz w:val="20"/>
        <w:szCs w:val="20"/>
      </w:rPr>
      <w:t xml:space="preserve"> 20</w:t>
    </w:r>
    <w:r>
      <w:rPr>
        <w:color w:val="808080" w:themeColor="background1" w:themeShade="80"/>
        <w:sz w:val="20"/>
        <w:szCs w:val="20"/>
      </w:rPr>
      <w:t>2</w:t>
    </w:r>
    <w:r w:rsidR="00B71A11">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8750F" w14:textId="77777777" w:rsidR="008B4F10" w:rsidRDefault="008B4F1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830B7" w14:textId="56A91CB7" w:rsidR="00F34CFB" w:rsidRPr="007E2D0D" w:rsidRDefault="00F34CFB" w:rsidP="00F34CFB">
    <w:pPr>
      <w:pStyle w:val="Fuzeile"/>
      <w:tabs>
        <w:tab w:val="clear" w:pos="4536"/>
        <w:tab w:val="clear" w:pos="9072"/>
        <w:tab w:val="center" w:pos="7088"/>
        <w:tab w:val="right" w:pos="14144"/>
      </w:tabs>
      <w:rPr>
        <w:color w:val="808080" w:themeColor="background1" w:themeShade="80"/>
        <w:sz w:val="20"/>
        <w:szCs w:val="20"/>
      </w:rPr>
    </w:pPr>
    <w:r>
      <w:rPr>
        <w:noProof/>
      </w:rPr>
      <w:drawing>
        <wp:anchor distT="0" distB="0" distL="114300" distR="114300" simplePos="0" relativeHeight="251665408" behindDoc="0" locked="0" layoutInCell="1" allowOverlap="1" wp14:anchorId="2F61CDA0" wp14:editId="561A313D">
          <wp:simplePos x="0" y="0"/>
          <wp:positionH relativeFrom="margin">
            <wp:align>left</wp:align>
          </wp:positionH>
          <wp:positionV relativeFrom="paragraph">
            <wp:posOffset>-116696</wp:posOffset>
          </wp:positionV>
          <wp:extent cx="838200" cy="291465"/>
          <wp:effectExtent l="0" t="0" r="0" b="0"/>
          <wp:wrapSquare wrapText="bothSides"/>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8B4F10">
      <w:rPr>
        <w:color w:val="808080" w:themeColor="background1" w:themeShade="80"/>
        <w:sz w:val="20"/>
        <w:szCs w:val="20"/>
      </w:rPr>
      <w:t>Oktober</w:t>
    </w:r>
    <w:r w:rsidR="008B4F10" w:rsidRPr="007E2D0D">
      <w:rPr>
        <w:color w:val="808080" w:themeColor="background1" w:themeShade="80"/>
        <w:sz w:val="20"/>
        <w:szCs w:val="20"/>
      </w:rPr>
      <w:t xml:space="preserve"> 20</w:t>
    </w:r>
    <w:r w:rsidR="008B4F10">
      <w:rPr>
        <w:color w:val="808080" w:themeColor="background1" w:themeShade="80"/>
        <w:sz w:val="20"/>
        <w:szCs w:val="20"/>
      </w:rPr>
      <w:t>25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FE64A" w14:textId="32F2E2F6" w:rsidR="00F34CFB" w:rsidRPr="007E2D0D" w:rsidRDefault="00F34CFB">
    <w:pPr>
      <w:pStyle w:val="Fuzeile"/>
      <w:rPr>
        <w:color w:val="808080" w:themeColor="background1" w:themeShade="80"/>
        <w:sz w:val="20"/>
        <w:szCs w:val="20"/>
      </w:rPr>
    </w:pPr>
    <w:r>
      <w:rPr>
        <w:noProof/>
      </w:rPr>
      <w:drawing>
        <wp:anchor distT="0" distB="0" distL="114300" distR="114300" simplePos="0" relativeHeight="251667456" behindDoc="0" locked="0" layoutInCell="1" allowOverlap="1" wp14:anchorId="5F428337" wp14:editId="15B0C91F">
          <wp:simplePos x="0" y="0"/>
          <wp:positionH relativeFrom="margin">
            <wp:align>left</wp:align>
          </wp:positionH>
          <wp:positionV relativeFrom="paragraph">
            <wp:posOffset>-116696</wp:posOffset>
          </wp:positionV>
          <wp:extent cx="838200" cy="29146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8B4F10">
      <w:rPr>
        <w:color w:val="808080" w:themeColor="background1" w:themeShade="80"/>
        <w:sz w:val="20"/>
        <w:szCs w:val="20"/>
      </w:rPr>
      <w:t>Oktober</w:t>
    </w:r>
    <w:r w:rsidR="008B4F10" w:rsidRPr="007E2D0D">
      <w:rPr>
        <w:color w:val="808080" w:themeColor="background1" w:themeShade="80"/>
        <w:sz w:val="20"/>
        <w:szCs w:val="20"/>
      </w:rPr>
      <w:t xml:space="preserve"> 20</w:t>
    </w:r>
    <w:r w:rsidR="008B4F10">
      <w:rPr>
        <w:color w:val="808080" w:themeColor="background1" w:themeShade="80"/>
        <w:sz w:val="20"/>
        <w:szCs w:val="20"/>
      </w:rPr>
      <w:t>25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24EA7" w14:textId="77777777" w:rsidR="00F90C94" w:rsidRDefault="00F90C94" w:rsidP="006D1346">
      <w:pPr>
        <w:spacing w:after="0" w:line="240" w:lineRule="auto"/>
      </w:pPr>
      <w:r>
        <w:separator/>
      </w:r>
    </w:p>
  </w:footnote>
  <w:footnote w:type="continuationSeparator" w:id="0">
    <w:p w14:paraId="1216A146" w14:textId="77777777" w:rsidR="00F90C94" w:rsidRDefault="00F90C94" w:rsidP="006D1346">
      <w:pPr>
        <w:spacing w:after="0" w:line="240" w:lineRule="auto"/>
      </w:pPr>
      <w:r>
        <w:continuationSeparator/>
      </w:r>
    </w:p>
  </w:footnote>
  <w:footnote w:id="1">
    <w:p w14:paraId="21D56731" w14:textId="313D25DD" w:rsidR="00987914" w:rsidRDefault="00987914">
      <w:pPr>
        <w:pStyle w:val="Funotentext"/>
      </w:pPr>
      <w:r>
        <w:rPr>
          <w:rStyle w:val="Funotenzeichen"/>
        </w:rPr>
        <w:footnoteRef/>
      </w:r>
      <w:r>
        <w:t xml:space="preserve"> Zur besseren Lesbarkeit und Umsetzbarkeit im Zusammenhang mit Datenbanken wird das generische Maskulinum und exemplarisch die männliche Form verwendet. Diese Formulierung umfasst hier gleichermaßen und gleichberechtigt alle Geschlechter.</w:t>
      </w:r>
    </w:p>
  </w:footnote>
  <w:footnote w:id="2">
    <w:p w14:paraId="16C02181" w14:textId="1719B4EB" w:rsidR="002F4F65" w:rsidRDefault="002F4F65">
      <w:pPr>
        <w:pStyle w:val="Funotentext"/>
      </w:pPr>
      <w:r>
        <w:rPr>
          <w:rStyle w:val="Funotenzeichen"/>
        </w:rPr>
        <w:footnoteRef/>
      </w:r>
      <w:r>
        <w:t xml:space="preserve"> Zur Erinnerung: Man sagt, dass die Wertebereiche der Attribute atomar sind, wenn sie aus unteilbaren Infor</w:t>
      </w:r>
      <w:r w:rsidR="00AB6183">
        <w:softHyphen/>
      </w:r>
      <w:r>
        <w:t>mationseinheiten bestehen. Das heißt, ein Attribut darf keine Listen oder zusammengesetzte Werte enthalten. Der Wert „Peter Müller“ wäre beispielsweise nicht atomar, da er sich in Vor- und Nachname zerlegen lässt.</w:t>
      </w:r>
    </w:p>
  </w:footnote>
  <w:footnote w:id="3">
    <w:p w14:paraId="799AAFBE" w14:textId="65D2DB1D" w:rsidR="00F43BD3" w:rsidRDefault="00F43BD3">
      <w:pPr>
        <w:pStyle w:val="Funotentext"/>
      </w:pPr>
      <w:r>
        <w:rPr>
          <w:rStyle w:val="Funotenzeichen"/>
        </w:rPr>
        <w:footnoteRef/>
      </w:r>
      <w:r>
        <w:t xml:space="preserve"> Abhängigkeit bedeutet hier, dass der Wert eines Attributs die Werte der abhängigen Attribute eindeutig bestimmt.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4CF34" w14:textId="77777777" w:rsidR="008B4F10" w:rsidRDefault="008B4F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70F95" w14:textId="77777777" w:rsidR="007D1079" w:rsidRDefault="007D1079" w:rsidP="007D1079">
    <w:pPr>
      <w:pStyle w:val="Kopfzeile"/>
    </w:pPr>
    <w:r w:rsidRPr="007E2D0D">
      <w:rPr>
        <w:noProof/>
        <w:color w:val="808080" w:themeColor="background1" w:themeShade="80"/>
      </w:rPr>
      <w:drawing>
        <wp:anchor distT="0" distB="0" distL="114300" distR="114300" simplePos="0" relativeHeight="251673600" behindDoc="0" locked="0" layoutInCell="1" allowOverlap="1" wp14:anchorId="458D8DA3" wp14:editId="627F7D21">
          <wp:simplePos x="0" y="0"/>
          <wp:positionH relativeFrom="margin">
            <wp:align>right</wp:align>
          </wp:positionH>
          <wp:positionV relativeFrom="paragraph">
            <wp:posOffset>7620</wp:posOffset>
          </wp:positionV>
          <wp:extent cx="1069200" cy="763200"/>
          <wp:effectExtent l="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4B4E6C16" w14:textId="77777777" w:rsidR="007D1079" w:rsidRDefault="007D107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84F40" w14:textId="77777777" w:rsidR="008B4F10" w:rsidRDefault="008B4F1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1C195" w14:textId="77777777" w:rsidR="00F34CFB" w:rsidRDefault="00F34CFB">
    <w:pPr>
      <w:pStyle w:val="Kopfzeile"/>
    </w:pPr>
    <w:r w:rsidRPr="007E2D0D">
      <w:rPr>
        <w:noProof/>
        <w:color w:val="808080" w:themeColor="background1" w:themeShade="80"/>
      </w:rPr>
      <w:drawing>
        <wp:anchor distT="0" distB="0" distL="114300" distR="114300" simplePos="0" relativeHeight="251669504" behindDoc="0" locked="0" layoutInCell="1" allowOverlap="1" wp14:anchorId="44AC310B" wp14:editId="1CE24A84">
          <wp:simplePos x="0" y="0"/>
          <wp:positionH relativeFrom="margin">
            <wp:align>right</wp:align>
          </wp:positionH>
          <wp:positionV relativeFrom="paragraph">
            <wp:posOffset>7620</wp:posOffset>
          </wp:positionV>
          <wp:extent cx="1069200" cy="763200"/>
          <wp:effectExtent l="0" t="0" r="0" b="0"/>
          <wp:wrapSquare wrapText="bothSides"/>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C2506" w14:textId="77777777" w:rsidR="00F34CFB" w:rsidRDefault="00F34CFB">
    <w:pPr>
      <w:pStyle w:val="Kopfzeile"/>
    </w:pPr>
    <w:r w:rsidRPr="007E2D0D">
      <w:rPr>
        <w:noProof/>
        <w:color w:val="808080" w:themeColor="background1" w:themeShade="80"/>
      </w:rPr>
      <w:drawing>
        <wp:anchor distT="0" distB="0" distL="114300" distR="114300" simplePos="0" relativeHeight="251671552" behindDoc="0" locked="0" layoutInCell="1" allowOverlap="1" wp14:anchorId="6805245B" wp14:editId="28509459">
          <wp:simplePos x="0" y="0"/>
          <wp:positionH relativeFrom="margin">
            <wp:align>right</wp:align>
          </wp:positionH>
          <wp:positionV relativeFrom="paragraph">
            <wp:posOffset>7620</wp:posOffset>
          </wp:positionV>
          <wp:extent cx="1069200" cy="763200"/>
          <wp:effectExtent l="0" t="0" r="0" b="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B3B20"/>
    <w:multiLevelType w:val="hybridMultilevel"/>
    <w:tmpl w:val="38F433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7CC4ABB"/>
    <w:multiLevelType w:val="hybridMultilevel"/>
    <w:tmpl w:val="B4942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C3203B6"/>
    <w:multiLevelType w:val="hybridMultilevel"/>
    <w:tmpl w:val="F3EAED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F965A8"/>
    <w:multiLevelType w:val="hybridMultilevel"/>
    <w:tmpl w:val="26F6F6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9713D65"/>
    <w:multiLevelType w:val="hybridMultilevel"/>
    <w:tmpl w:val="D2C0B59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BE65F22"/>
    <w:multiLevelType w:val="hybridMultilevel"/>
    <w:tmpl w:val="11A2BA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5A54A9D"/>
    <w:multiLevelType w:val="hybridMultilevel"/>
    <w:tmpl w:val="57BE6BE0"/>
    <w:lvl w:ilvl="0" w:tplc="DD6C1424">
      <w:start w:val="1"/>
      <w:numFmt w:val="decimal"/>
      <w:lvlText w:val="%1."/>
      <w:lvlJc w:val="left"/>
      <w:pPr>
        <w:tabs>
          <w:tab w:val="num" w:pos="720"/>
        </w:tabs>
        <w:ind w:left="720" w:hanging="360"/>
      </w:pPr>
    </w:lvl>
    <w:lvl w:ilvl="1" w:tplc="F416A856">
      <w:start w:val="1"/>
      <w:numFmt w:val="decimal"/>
      <w:lvlText w:val="%2."/>
      <w:lvlJc w:val="left"/>
      <w:pPr>
        <w:tabs>
          <w:tab w:val="num" w:pos="1440"/>
        </w:tabs>
        <w:ind w:left="1440" w:hanging="360"/>
      </w:pPr>
    </w:lvl>
    <w:lvl w:ilvl="2" w:tplc="8E3C2790" w:tentative="1">
      <w:start w:val="1"/>
      <w:numFmt w:val="decimal"/>
      <w:lvlText w:val="%3."/>
      <w:lvlJc w:val="left"/>
      <w:pPr>
        <w:tabs>
          <w:tab w:val="num" w:pos="2160"/>
        </w:tabs>
        <w:ind w:left="2160" w:hanging="360"/>
      </w:pPr>
    </w:lvl>
    <w:lvl w:ilvl="3" w:tplc="222656E6" w:tentative="1">
      <w:start w:val="1"/>
      <w:numFmt w:val="decimal"/>
      <w:lvlText w:val="%4."/>
      <w:lvlJc w:val="left"/>
      <w:pPr>
        <w:tabs>
          <w:tab w:val="num" w:pos="2880"/>
        </w:tabs>
        <w:ind w:left="2880" w:hanging="360"/>
      </w:pPr>
    </w:lvl>
    <w:lvl w:ilvl="4" w:tplc="2C343952" w:tentative="1">
      <w:start w:val="1"/>
      <w:numFmt w:val="decimal"/>
      <w:lvlText w:val="%5."/>
      <w:lvlJc w:val="left"/>
      <w:pPr>
        <w:tabs>
          <w:tab w:val="num" w:pos="3600"/>
        </w:tabs>
        <w:ind w:left="3600" w:hanging="360"/>
      </w:pPr>
    </w:lvl>
    <w:lvl w:ilvl="5" w:tplc="619281EE" w:tentative="1">
      <w:start w:val="1"/>
      <w:numFmt w:val="decimal"/>
      <w:lvlText w:val="%6."/>
      <w:lvlJc w:val="left"/>
      <w:pPr>
        <w:tabs>
          <w:tab w:val="num" w:pos="4320"/>
        </w:tabs>
        <w:ind w:left="4320" w:hanging="360"/>
      </w:pPr>
    </w:lvl>
    <w:lvl w:ilvl="6" w:tplc="FFF4FE3C" w:tentative="1">
      <w:start w:val="1"/>
      <w:numFmt w:val="decimal"/>
      <w:lvlText w:val="%7."/>
      <w:lvlJc w:val="left"/>
      <w:pPr>
        <w:tabs>
          <w:tab w:val="num" w:pos="5040"/>
        </w:tabs>
        <w:ind w:left="5040" w:hanging="360"/>
      </w:pPr>
    </w:lvl>
    <w:lvl w:ilvl="7" w:tplc="013EED06" w:tentative="1">
      <w:start w:val="1"/>
      <w:numFmt w:val="decimal"/>
      <w:lvlText w:val="%8."/>
      <w:lvlJc w:val="left"/>
      <w:pPr>
        <w:tabs>
          <w:tab w:val="num" w:pos="5760"/>
        </w:tabs>
        <w:ind w:left="5760" w:hanging="360"/>
      </w:pPr>
    </w:lvl>
    <w:lvl w:ilvl="8" w:tplc="B1DA7154" w:tentative="1">
      <w:start w:val="1"/>
      <w:numFmt w:val="decimal"/>
      <w:lvlText w:val="%9."/>
      <w:lvlJc w:val="left"/>
      <w:pPr>
        <w:tabs>
          <w:tab w:val="num" w:pos="6480"/>
        </w:tabs>
        <w:ind w:left="6480" w:hanging="360"/>
      </w:pPr>
    </w:lvl>
  </w:abstractNum>
  <w:abstractNum w:abstractNumId="7" w15:restartNumberingAfterBreak="0">
    <w:nsid w:val="379516CC"/>
    <w:multiLevelType w:val="hybridMultilevel"/>
    <w:tmpl w:val="D780094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9F529D4"/>
    <w:multiLevelType w:val="hybridMultilevel"/>
    <w:tmpl w:val="4CD865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F666109"/>
    <w:multiLevelType w:val="hybridMultilevel"/>
    <w:tmpl w:val="5D50611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04138D2"/>
    <w:multiLevelType w:val="hybridMultilevel"/>
    <w:tmpl w:val="178C9FEA"/>
    <w:lvl w:ilvl="0" w:tplc="71A8D708">
      <w:start w:val="1"/>
      <w:numFmt w:val="bullet"/>
      <w:lvlText w:val="•"/>
      <w:lvlJc w:val="left"/>
      <w:pPr>
        <w:tabs>
          <w:tab w:val="num" w:pos="720"/>
        </w:tabs>
        <w:ind w:left="720" w:hanging="360"/>
      </w:pPr>
      <w:rPr>
        <w:rFonts w:ascii="Arial" w:hAnsi="Arial" w:hint="default"/>
      </w:rPr>
    </w:lvl>
    <w:lvl w:ilvl="1" w:tplc="107CB768">
      <w:numFmt w:val="bullet"/>
      <w:lvlText w:val="–"/>
      <w:lvlJc w:val="left"/>
      <w:pPr>
        <w:tabs>
          <w:tab w:val="num" w:pos="1440"/>
        </w:tabs>
        <w:ind w:left="1440" w:hanging="360"/>
      </w:pPr>
      <w:rPr>
        <w:rFonts w:ascii="Arial" w:hAnsi="Arial" w:hint="default"/>
      </w:rPr>
    </w:lvl>
    <w:lvl w:ilvl="2" w:tplc="B87C205E" w:tentative="1">
      <w:start w:val="1"/>
      <w:numFmt w:val="bullet"/>
      <w:lvlText w:val="•"/>
      <w:lvlJc w:val="left"/>
      <w:pPr>
        <w:tabs>
          <w:tab w:val="num" w:pos="2160"/>
        </w:tabs>
        <w:ind w:left="2160" w:hanging="360"/>
      </w:pPr>
      <w:rPr>
        <w:rFonts w:ascii="Arial" w:hAnsi="Arial" w:hint="default"/>
      </w:rPr>
    </w:lvl>
    <w:lvl w:ilvl="3" w:tplc="FD5C4680" w:tentative="1">
      <w:start w:val="1"/>
      <w:numFmt w:val="bullet"/>
      <w:lvlText w:val="•"/>
      <w:lvlJc w:val="left"/>
      <w:pPr>
        <w:tabs>
          <w:tab w:val="num" w:pos="2880"/>
        </w:tabs>
        <w:ind w:left="2880" w:hanging="360"/>
      </w:pPr>
      <w:rPr>
        <w:rFonts w:ascii="Arial" w:hAnsi="Arial" w:hint="default"/>
      </w:rPr>
    </w:lvl>
    <w:lvl w:ilvl="4" w:tplc="F4A89500" w:tentative="1">
      <w:start w:val="1"/>
      <w:numFmt w:val="bullet"/>
      <w:lvlText w:val="•"/>
      <w:lvlJc w:val="left"/>
      <w:pPr>
        <w:tabs>
          <w:tab w:val="num" w:pos="3600"/>
        </w:tabs>
        <w:ind w:left="3600" w:hanging="360"/>
      </w:pPr>
      <w:rPr>
        <w:rFonts w:ascii="Arial" w:hAnsi="Arial" w:hint="default"/>
      </w:rPr>
    </w:lvl>
    <w:lvl w:ilvl="5" w:tplc="BB6EF7F0" w:tentative="1">
      <w:start w:val="1"/>
      <w:numFmt w:val="bullet"/>
      <w:lvlText w:val="•"/>
      <w:lvlJc w:val="left"/>
      <w:pPr>
        <w:tabs>
          <w:tab w:val="num" w:pos="4320"/>
        </w:tabs>
        <w:ind w:left="4320" w:hanging="360"/>
      </w:pPr>
      <w:rPr>
        <w:rFonts w:ascii="Arial" w:hAnsi="Arial" w:hint="default"/>
      </w:rPr>
    </w:lvl>
    <w:lvl w:ilvl="6" w:tplc="55BC79B4" w:tentative="1">
      <w:start w:val="1"/>
      <w:numFmt w:val="bullet"/>
      <w:lvlText w:val="•"/>
      <w:lvlJc w:val="left"/>
      <w:pPr>
        <w:tabs>
          <w:tab w:val="num" w:pos="5040"/>
        </w:tabs>
        <w:ind w:left="5040" w:hanging="360"/>
      </w:pPr>
      <w:rPr>
        <w:rFonts w:ascii="Arial" w:hAnsi="Arial" w:hint="default"/>
      </w:rPr>
    </w:lvl>
    <w:lvl w:ilvl="7" w:tplc="58205E0E" w:tentative="1">
      <w:start w:val="1"/>
      <w:numFmt w:val="bullet"/>
      <w:lvlText w:val="•"/>
      <w:lvlJc w:val="left"/>
      <w:pPr>
        <w:tabs>
          <w:tab w:val="num" w:pos="5760"/>
        </w:tabs>
        <w:ind w:left="5760" w:hanging="360"/>
      </w:pPr>
      <w:rPr>
        <w:rFonts w:ascii="Arial" w:hAnsi="Arial" w:hint="default"/>
      </w:rPr>
    </w:lvl>
    <w:lvl w:ilvl="8" w:tplc="CBB45C8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98757D"/>
    <w:multiLevelType w:val="hybridMultilevel"/>
    <w:tmpl w:val="C6842A2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3AB3B72"/>
    <w:multiLevelType w:val="hybridMultilevel"/>
    <w:tmpl w:val="696CBD6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8A10676"/>
    <w:multiLevelType w:val="hybridMultilevel"/>
    <w:tmpl w:val="F6BAF0A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A973F94"/>
    <w:multiLevelType w:val="hybridMultilevel"/>
    <w:tmpl w:val="EDB03A5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D673146"/>
    <w:multiLevelType w:val="hybridMultilevel"/>
    <w:tmpl w:val="68865B3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F466BF9"/>
    <w:multiLevelType w:val="hybridMultilevel"/>
    <w:tmpl w:val="8D047494"/>
    <w:lvl w:ilvl="0" w:tplc="EF4A68CA">
      <w:start w:val="1"/>
      <w:numFmt w:val="decimal"/>
      <w:lvlText w:val="%1."/>
      <w:lvlJc w:val="left"/>
      <w:pPr>
        <w:ind w:left="720" w:hanging="360"/>
      </w:pPr>
      <w:rPr>
        <w:color w:val="4E6B9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2066924"/>
    <w:multiLevelType w:val="hybridMultilevel"/>
    <w:tmpl w:val="2AD0C5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37337AB"/>
    <w:multiLevelType w:val="hybridMultilevel"/>
    <w:tmpl w:val="0A1071D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D849B6"/>
    <w:multiLevelType w:val="hybridMultilevel"/>
    <w:tmpl w:val="62DC029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4243A09"/>
    <w:multiLevelType w:val="hybridMultilevel"/>
    <w:tmpl w:val="3BBAA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923B3E"/>
    <w:multiLevelType w:val="hybridMultilevel"/>
    <w:tmpl w:val="160E9E0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9CA6872"/>
    <w:multiLevelType w:val="hybridMultilevel"/>
    <w:tmpl w:val="59966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D9B40FC"/>
    <w:multiLevelType w:val="hybridMultilevel"/>
    <w:tmpl w:val="7D6041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F3E29F0"/>
    <w:multiLevelType w:val="hybridMultilevel"/>
    <w:tmpl w:val="B14653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2369E0"/>
    <w:multiLevelType w:val="hybridMultilevel"/>
    <w:tmpl w:val="CBD6785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33F2CCE"/>
    <w:multiLevelType w:val="hybridMultilevel"/>
    <w:tmpl w:val="1F345D5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4F67FCC"/>
    <w:multiLevelType w:val="hybridMultilevel"/>
    <w:tmpl w:val="203C1E3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4F97320"/>
    <w:multiLevelType w:val="hybridMultilevel"/>
    <w:tmpl w:val="A722412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5830EE9"/>
    <w:multiLevelType w:val="hybridMultilevel"/>
    <w:tmpl w:val="458A5668"/>
    <w:lvl w:ilvl="0" w:tplc="4BB0148A">
      <w:start w:val="1"/>
      <w:numFmt w:val="decimal"/>
      <w:pStyle w:val="Quellcode"/>
      <w:lvlText w:val="%1"/>
      <w:lvlJc w:val="left"/>
      <w:pPr>
        <w:ind w:left="720" w:hanging="360"/>
      </w:pPr>
      <w:rPr>
        <w:rFonts w:ascii="Courier New" w:hAnsi="Courier New" w:hint="default"/>
        <w:b w:val="0"/>
        <w:bCs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60A6074"/>
    <w:multiLevelType w:val="hybridMultilevel"/>
    <w:tmpl w:val="2806DCC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7DA6D16"/>
    <w:multiLevelType w:val="hybridMultilevel"/>
    <w:tmpl w:val="A00673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CF54DA9"/>
    <w:multiLevelType w:val="hybridMultilevel"/>
    <w:tmpl w:val="C068F86E"/>
    <w:lvl w:ilvl="0" w:tplc="1BBEBB38">
      <w:start w:val="1"/>
      <w:numFmt w:val="lowerLetter"/>
      <w:lvlText w:val="%1)"/>
      <w:lvlJc w:val="left"/>
      <w:pPr>
        <w:ind w:left="360" w:hanging="360"/>
      </w:pPr>
      <w:rPr>
        <w:rFonts w:hint="default"/>
        <w:b w:val="0"/>
        <w:i w:val="0"/>
        <w:i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2B856EB"/>
    <w:multiLevelType w:val="hybridMultilevel"/>
    <w:tmpl w:val="CD2EF4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8B21283"/>
    <w:multiLevelType w:val="hybridMultilevel"/>
    <w:tmpl w:val="A722412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CBB6ED1"/>
    <w:multiLevelType w:val="hybridMultilevel"/>
    <w:tmpl w:val="0BD447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348525793">
    <w:abstractNumId w:val="29"/>
  </w:num>
  <w:num w:numId="2" w16cid:durableId="1979140349">
    <w:abstractNumId w:val="4"/>
  </w:num>
  <w:num w:numId="3" w16cid:durableId="1188982306">
    <w:abstractNumId w:val="24"/>
  </w:num>
  <w:num w:numId="4" w16cid:durableId="1313096751">
    <w:abstractNumId w:val="8"/>
  </w:num>
  <w:num w:numId="5" w16cid:durableId="1673021650">
    <w:abstractNumId w:val="2"/>
  </w:num>
  <w:num w:numId="6" w16cid:durableId="1146094423">
    <w:abstractNumId w:val="14"/>
  </w:num>
  <w:num w:numId="7" w16cid:durableId="1482767689">
    <w:abstractNumId w:val="15"/>
  </w:num>
  <w:num w:numId="8" w16cid:durableId="379129634">
    <w:abstractNumId w:val="7"/>
  </w:num>
  <w:num w:numId="9" w16cid:durableId="473330842">
    <w:abstractNumId w:val="21"/>
  </w:num>
  <w:num w:numId="10" w16cid:durableId="1172791467">
    <w:abstractNumId w:val="5"/>
  </w:num>
  <w:num w:numId="11" w16cid:durableId="784888663">
    <w:abstractNumId w:val="17"/>
  </w:num>
  <w:num w:numId="12" w16cid:durableId="536968183">
    <w:abstractNumId w:val="31"/>
  </w:num>
  <w:num w:numId="13" w16cid:durableId="1955748087">
    <w:abstractNumId w:val="0"/>
  </w:num>
  <w:num w:numId="14" w16cid:durableId="1111705985">
    <w:abstractNumId w:val="29"/>
    <w:lvlOverride w:ilvl="0">
      <w:startOverride w:val="1"/>
    </w:lvlOverride>
  </w:num>
  <w:num w:numId="15" w16cid:durableId="1616406888">
    <w:abstractNumId w:val="29"/>
    <w:lvlOverride w:ilvl="0">
      <w:startOverride w:val="1"/>
    </w:lvlOverride>
  </w:num>
  <w:num w:numId="16" w16cid:durableId="1177571386">
    <w:abstractNumId w:val="26"/>
  </w:num>
  <w:num w:numId="17" w16cid:durableId="923340512">
    <w:abstractNumId w:val="29"/>
    <w:lvlOverride w:ilvl="0">
      <w:startOverride w:val="1"/>
    </w:lvlOverride>
  </w:num>
  <w:num w:numId="18" w16cid:durableId="1292127838">
    <w:abstractNumId w:val="29"/>
    <w:lvlOverride w:ilvl="0">
      <w:startOverride w:val="1"/>
    </w:lvlOverride>
  </w:num>
  <w:num w:numId="19" w16cid:durableId="1338311208">
    <w:abstractNumId w:val="9"/>
  </w:num>
  <w:num w:numId="20" w16cid:durableId="535045431">
    <w:abstractNumId w:val="29"/>
    <w:lvlOverride w:ilvl="0">
      <w:startOverride w:val="1"/>
    </w:lvlOverride>
  </w:num>
  <w:num w:numId="21" w16cid:durableId="1157768451">
    <w:abstractNumId w:val="29"/>
    <w:lvlOverride w:ilvl="0">
      <w:startOverride w:val="1"/>
    </w:lvlOverride>
  </w:num>
  <w:num w:numId="22" w16cid:durableId="1220094471">
    <w:abstractNumId w:val="32"/>
  </w:num>
  <w:num w:numId="23" w16cid:durableId="863325516">
    <w:abstractNumId w:val="29"/>
    <w:lvlOverride w:ilvl="0">
      <w:startOverride w:val="1"/>
    </w:lvlOverride>
  </w:num>
  <w:num w:numId="24" w16cid:durableId="174467183">
    <w:abstractNumId w:val="29"/>
    <w:lvlOverride w:ilvl="0">
      <w:startOverride w:val="1"/>
    </w:lvlOverride>
  </w:num>
  <w:num w:numId="25" w16cid:durableId="1414008379">
    <w:abstractNumId w:val="29"/>
    <w:lvlOverride w:ilvl="0">
      <w:startOverride w:val="1"/>
    </w:lvlOverride>
  </w:num>
  <w:num w:numId="26" w16cid:durableId="624392324">
    <w:abstractNumId w:val="29"/>
    <w:lvlOverride w:ilvl="0">
      <w:startOverride w:val="1"/>
    </w:lvlOverride>
  </w:num>
  <w:num w:numId="27" w16cid:durableId="634414235">
    <w:abstractNumId w:val="29"/>
    <w:lvlOverride w:ilvl="0">
      <w:startOverride w:val="1"/>
    </w:lvlOverride>
  </w:num>
  <w:num w:numId="28" w16cid:durableId="1634599347">
    <w:abstractNumId w:val="12"/>
  </w:num>
  <w:num w:numId="29" w16cid:durableId="1506239904">
    <w:abstractNumId w:val="23"/>
  </w:num>
  <w:num w:numId="30" w16cid:durableId="1374386812">
    <w:abstractNumId w:val="27"/>
  </w:num>
  <w:num w:numId="31" w16cid:durableId="1684436982">
    <w:abstractNumId w:val="28"/>
  </w:num>
  <w:num w:numId="32" w16cid:durableId="450326247">
    <w:abstractNumId w:val="34"/>
  </w:num>
  <w:num w:numId="33" w16cid:durableId="1487932876">
    <w:abstractNumId w:val="6"/>
  </w:num>
  <w:num w:numId="34" w16cid:durableId="1734233350">
    <w:abstractNumId w:val="25"/>
  </w:num>
  <w:num w:numId="35" w16cid:durableId="99691839">
    <w:abstractNumId w:val="3"/>
  </w:num>
  <w:num w:numId="36" w16cid:durableId="252861787">
    <w:abstractNumId w:val="35"/>
  </w:num>
  <w:num w:numId="37" w16cid:durableId="1302538080">
    <w:abstractNumId w:val="19"/>
  </w:num>
  <w:num w:numId="38" w16cid:durableId="926689766">
    <w:abstractNumId w:val="11"/>
  </w:num>
  <w:num w:numId="39" w16cid:durableId="1653874176">
    <w:abstractNumId w:val="30"/>
  </w:num>
  <w:num w:numId="40" w16cid:durableId="50351142">
    <w:abstractNumId w:val="33"/>
  </w:num>
  <w:num w:numId="41" w16cid:durableId="854614836">
    <w:abstractNumId w:val="1"/>
  </w:num>
  <w:num w:numId="42" w16cid:durableId="885336644">
    <w:abstractNumId w:val="18"/>
  </w:num>
  <w:num w:numId="43" w16cid:durableId="983117806">
    <w:abstractNumId w:val="13"/>
  </w:num>
  <w:num w:numId="44" w16cid:durableId="229996824">
    <w:abstractNumId w:val="22"/>
  </w:num>
  <w:num w:numId="45" w16cid:durableId="1452239830">
    <w:abstractNumId w:val="20"/>
  </w:num>
  <w:num w:numId="46" w16cid:durableId="150951121">
    <w:abstractNumId w:val="16"/>
  </w:num>
  <w:num w:numId="47" w16cid:durableId="41852205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E9A"/>
    <w:rsid w:val="00001620"/>
    <w:rsid w:val="000065AA"/>
    <w:rsid w:val="0000775F"/>
    <w:rsid w:val="000127AC"/>
    <w:rsid w:val="00015CDA"/>
    <w:rsid w:val="00017751"/>
    <w:rsid w:val="00026157"/>
    <w:rsid w:val="00026C84"/>
    <w:rsid w:val="000329CD"/>
    <w:rsid w:val="0004439C"/>
    <w:rsid w:val="00047574"/>
    <w:rsid w:val="00054789"/>
    <w:rsid w:val="00054F53"/>
    <w:rsid w:val="00056679"/>
    <w:rsid w:val="00062DF8"/>
    <w:rsid w:val="00063C6C"/>
    <w:rsid w:val="00063F68"/>
    <w:rsid w:val="00071419"/>
    <w:rsid w:val="00071DA6"/>
    <w:rsid w:val="00072ED2"/>
    <w:rsid w:val="00082526"/>
    <w:rsid w:val="00087065"/>
    <w:rsid w:val="000A7494"/>
    <w:rsid w:val="000B4ADF"/>
    <w:rsid w:val="000C760F"/>
    <w:rsid w:val="000E42E8"/>
    <w:rsid w:val="000E5B18"/>
    <w:rsid w:val="000E6F24"/>
    <w:rsid w:val="000E70B2"/>
    <w:rsid w:val="000F025D"/>
    <w:rsid w:val="000F1A8A"/>
    <w:rsid w:val="000F1CE7"/>
    <w:rsid w:val="000F26C9"/>
    <w:rsid w:val="000F5586"/>
    <w:rsid w:val="00100AB0"/>
    <w:rsid w:val="00102091"/>
    <w:rsid w:val="00107D10"/>
    <w:rsid w:val="0011776B"/>
    <w:rsid w:val="00121345"/>
    <w:rsid w:val="00126D3F"/>
    <w:rsid w:val="0013640B"/>
    <w:rsid w:val="0014220B"/>
    <w:rsid w:val="001478BB"/>
    <w:rsid w:val="00150516"/>
    <w:rsid w:val="00180E0B"/>
    <w:rsid w:val="00186A5F"/>
    <w:rsid w:val="00192726"/>
    <w:rsid w:val="00197706"/>
    <w:rsid w:val="001A5D3B"/>
    <w:rsid w:val="001B1EB9"/>
    <w:rsid w:val="001B39B0"/>
    <w:rsid w:val="001B70B2"/>
    <w:rsid w:val="001C2D07"/>
    <w:rsid w:val="001C34A2"/>
    <w:rsid w:val="001C505B"/>
    <w:rsid w:val="001D02CC"/>
    <w:rsid w:val="001D6C3D"/>
    <w:rsid w:val="001E2A42"/>
    <w:rsid w:val="001F1510"/>
    <w:rsid w:val="001F622A"/>
    <w:rsid w:val="001F688A"/>
    <w:rsid w:val="001F7CC0"/>
    <w:rsid w:val="00204153"/>
    <w:rsid w:val="0021040F"/>
    <w:rsid w:val="00221D86"/>
    <w:rsid w:val="0022430D"/>
    <w:rsid w:val="0023189C"/>
    <w:rsid w:val="00232443"/>
    <w:rsid w:val="002327BC"/>
    <w:rsid w:val="002333D7"/>
    <w:rsid w:val="00244639"/>
    <w:rsid w:val="00256BDD"/>
    <w:rsid w:val="0026020A"/>
    <w:rsid w:val="00264EA1"/>
    <w:rsid w:val="00296F2D"/>
    <w:rsid w:val="00297638"/>
    <w:rsid w:val="002A502A"/>
    <w:rsid w:val="002B1AB6"/>
    <w:rsid w:val="002B6DF2"/>
    <w:rsid w:val="002C02D8"/>
    <w:rsid w:val="002C6E3E"/>
    <w:rsid w:val="002C6E88"/>
    <w:rsid w:val="002E143F"/>
    <w:rsid w:val="002E7812"/>
    <w:rsid w:val="002E7DF2"/>
    <w:rsid w:val="002F4F65"/>
    <w:rsid w:val="00302310"/>
    <w:rsid w:val="00303D0F"/>
    <w:rsid w:val="0030474B"/>
    <w:rsid w:val="003066F0"/>
    <w:rsid w:val="00314C19"/>
    <w:rsid w:val="0031749B"/>
    <w:rsid w:val="003179DB"/>
    <w:rsid w:val="00330766"/>
    <w:rsid w:val="00330DB0"/>
    <w:rsid w:val="00330E53"/>
    <w:rsid w:val="00334221"/>
    <w:rsid w:val="0033509B"/>
    <w:rsid w:val="00347B6B"/>
    <w:rsid w:val="0035608E"/>
    <w:rsid w:val="00364B71"/>
    <w:rsid w:val="00381B15"/>
    <w:rsid w:val="00381D4C"/>
    <w:rsid w:val="00382591"/>
    <w:rsid w:val="003855B3"/>
    <w:rsid w:val="00385B70"/>
    <w:rsid w:val="003906DC"/>
    <w:rsid w:val="00390E4E"/>
    <w:rsid w:val="00392BE0"/>
    <w:rsid w:val="003A5A2F"/>
    <w:rsid w:val="003B023E"/>
    <w:rsid w:val="003B1AF4"/>
    <w:rsid w:val="003B7431"/>
    <w:rsid w:val="003C181A"/>
    <w:rsid w:val="003C326A"/>
    <w:rsid w:val="003C7F71"/>
    <w:rsid w:val="003D412E"/>
    <w:rsid w:val="003D54D1"/>
    <w:rsid w:val="003D7F9C"/>
    <w:rsid w:val="003E22B5"/>
    <w:rsid w:val="003E2636"/>
    <w:rsid w:val="003E267A"/>
    <w:rsid w:val="003E320D"/>
    <w:rsid w:val="003E4F79"/>
    <w:rsid w:val="003E707C"/>
    <w:rsid w:val="003F45B4"/>
    <w:rsid w:val="003F5E3B"/>
    <w:rsid w:val="00403659"/>
    <w:rsid w:val="00403836"/>
    <w:rsid w:val="004040E9"/>
    <w:rsid w:val="00412C43"/>
    <w:rsid w:val="00415B86"/>
    <w:rsid w:val="0042385F"/>
    <w:rsid w:val="00433BDE"/>
    <w:rsid w:val="00434525"/>
    <w:rsid w:val="0043631B"/>
    <w:rsid w:val="00442CA7"/>
    <w:rsid w:val="00442E9A"/>
    <w:rsid w:val="00445135"/>
    <w:rsid w:val="00462760"/>
    <w:rsid w:val="004847E9"/>
    <w:rsid w:val="004850AB"/>
    <w:rsid w:val="00490875"/>
    <w:rsid w:val="00490909"/>
    <w:rsid w:val="00494093"/>
    <w:rsid w:val="004A7BD0"/>
    <w:rsid w:val="004B0D19"/>
    <w:rsid w:val="004B1123"/>
    <w:rsid w:val="004B35A7"/>
    <w:rsid w:val="004C259A"/>
    <w:rsid w:val="004D6C03"/>
    <w:rsid w:val="004D7933"/>
    <w:rsid w:val="004E0913"/>
    <w:rsid w:val="004E6320"/>
    <w:rsid w:val="004E68EE"/>
    <w:rsid w:val="004E7200"/>
    <w:rsid w:val="004F0DCC"/>
    <w:rsid w:val="004F1042"/>
    <w:rsid w:val="004F3CA4"/>
    <w:rsid w:val="004F3E31"/>
    <w:rsid w:val="00515344"/>
    <w:rsid w:val="00524535"/>
    <w:rsid w:val="00530CFC"/>
    <w:rsid w:val="005314E1"/>
    <w:rsid w:val="00533B13"/>
    <w:rsid w:val="00533F87"/>
    <w:rsid w:val="00535245"/>
    <w:rsid w:val="00541127"/>
    <w:rsid w:val="0055035F"/>
    <w:rsid w:val="00554E24"/>
    <w:rsid w:val="005570D7"/>
    <w:rsid w:val="005579A3"/>
    <w:rsid w:val="005624EE"/>
    <w:rsid w:val="005636D5"/>
    <w:rsid w:val="005754C2"/>
    <w:rsid w:val="00586B7F"/>
    <w:rsid w:val="00597B13"/>
    <w:rsid w:val="005A004E"/>
    <w:rsid w:val="005A1404"/>
    <w:rsid w:val="005A4B3C"/>
    <w:rsid w:val="005D313B"/>
    <w:rsid w:val="005D5C07"/>
    <w:rsid w:val="005E042D"/>
    <w:rsid w:val="005E301E"/>
    <w:rsid w:val="005E52CD"/>
    <w:rsid w:val="005E5684"/>
    <w:rsid w:val="005E5CF3"/>
    <w:rsid w:val="005E5D30"/>
    <w:rsid w:val="005E7486"/>
    <w:rsid w:val="005F20D3"/>
    <w:rsid w:val="005F6623"/>
    <w:rsid w:val="00600140"/>
    <w:rsid w:val="00611CF2"/>
    <w:rsid w:val="00615B81"/>
    <w:rsid w:val="00615E81"/>
    <w:rsid w:val="0062168E"/>
    <w:rsid w:val="0063498A"/>
    <w:rsid w:val="0063717B"/>
    <w:rsid w:val="00637982"/>
    <w:rsid w:val="006409D9"/>
    <w:rsid w:val="00641951"/>
    <w:rsid w:val="006464A2"/>
    <w:rsid w:val="0066000F"/>
    <w:rsid w:val="00660AA5"/>
    <w:rsid w:val="006646FA"/>
    <w:rsid w:val="00672A1C"/>
    <w:rsid w:val="006875EB"/>
    <w:rsid w:val="00693FB8"/>
    <w:rsid w:val="006A0891"/>
    <w:rsid w:val="006A5853"/>
    <w:rsid w:val="006B04C0"/>
    <w:rsid w:val="006B2673"/>
    <w:rsid w:val="006B39C8"/>
    <w:rsid w:val="006D1346"/>
    <w:rsid w:val="006D2CB4"/>
    <w:rsid w:val="006E07FD"/>
    <w:rsid w:val="006E11F7"/>
    <w:rsid w:val="006E2E83"/>
    <w:rsid w:val="006F44AA"/>
    <w:rsid w:val="00707F90"/>
    <w:rsid w:val="007121D6"/>
    <w:rsid w:val="00712631"/>
    <w:rsid w:val="00713125"/>
    <w:rsid w:val="00725A4D"/>
    <w:rsid w:val="00731757"/>
    <w:rsid w:val="00741EF1"/>
    <w:rsid w:val="00742CBF"/>
    <w:rsid w:val="0074626D"/>
    <w:rsid w:val="00747FDD"/>
    <w:rsid w:val="00752913"/>
    <w:rsid w:val="00760139"/>
    <w:rsid w:val="007673B6"/>
    <w:rsid w:val="007674A3"/>
    <w:rsid w:val="00767591"/>
    <w:rsid w:val="00771C90"/>
    <w:rsid w:val="00775C38"/>
    <w:rsid w:val="0078342D"/>
    <w:rsid w:val="00793006"/>
    <w:rsid w:val="007B334A"/>
    <w:rsid w:val="007C3F3E"/>
    <w:rsid w:val="007C5368"/>
    <w:rsid w:val="007D022E"/>
    <w:rsid w:val="007D1079"/>
    <w:rsid w:val="007D3CE3"/>
    <w:rsid w:val="007D72BF"/>
    <w:rsid w:val="007E0710"/>
    <w:rsid w:val="007E09AA"/>
    <w:rsid w:val="007E2D0D"/>
    <w:rsid w:val="007F56CE"/>
    <w:rsid w:val="00801490"/>
    <w:rsid w:val="00802667"/>
    <w:rsid w:val="00830F21"/>
    <w:rsid w:val="00844EA0"/>
    <w:rsid w:val="008508C6"/>
    <w:rsid w:val="00856E28"/>
    <w:rsid w:val="00857C67"/>
    <w:rsid w:val="008679EA"/>
    <w:rsid w:val="00871052"/>
    <w:rsid w:val="00874B7D"/>
    <w:rsid w:val="008919E0"/>
    <w:rsid w:val="00896B1A"/>
    <w:rsid w:val="008973B5"/>
    <w:rsid w:val="00897E01"/>
    <w:rsid w:val="008A260D"/>
    <w:rsid w:val="008A360B"/>
    <w:rsid w:val="008A6407"/>
    <w:rsid w:val="008A7FD3"/>
    <w:rsid w:val="008B14DF"/>
    <w:rsid w:val="008B3D53"/>
    <w:rsid w:val="008B4F10"/>
    <w:rsid w:val="008C063C"/>
    <w:rsid w:val="008C55F1"/>
    <w:rsid w:val="008D1BE6"/>
    <w:rsid w:val="008D6EE8"/>
    <w:rsid w:val="008F031C"/>
    <w:rsid w:val="008F16FF"/>
    <w:rsid w:val="008F2A39"/>
    <w:rsid w:val="00904425"/>
    <w:rsid w:val="009238FF"/>
    <w:rsid w:val="0094043E"/>
    <w:rsid w:val="00963E3D"/>
    <w:rsid w:val="00970575"/>
    <w:rsid w:val="00977233"/>
    <w:rsid w:val="0098074A"/>
    <w:rsid w:val="009822A7"/>
    <w:rsid w:val="00983AC1"/>
    <w:rsid w:val="00987914"/>
    <w:rsid w:val="009900D3"/>
    <w:rsid w:val="00990156"/>
    <w:rsid w:val="00993AFB"/>
    <w:rsid w:val="009964B1"/>
    <w:rsid w:val="009A2674"/>
    <w:rsid w:val="009A2840"/>
    <w:rsid w:val="009B0760"/>
    <w:rsid w:val="009B1F75"/>
    <w:rsid w:val="009C198D"/>
    <w:rsid w:val="009C763C"/>
    <w:rsid w:val="009D2A6A"/>
    <w:rsid w:val="009E1FF5"/>
    <w:rsid w:val="009F20FF"/>
    <w:rsid w:val="009F603D"/>
    <w:rsid w:val="00A00FBD"/>
    <w:rsid w:val="00A01422"/>
    <w:rsid w:val="00A0430B"/>
    <w:rsid w:val="00A061E9"/>
    <w:rsid w:val="00A139E7"/>
    <w:rsid w:val="00A1565F"/>
    <w:rsid w:val="00A1682E"/>
    <w:rsid w:val="00A17AD0"/>
    <w:rsid w:val="00A21F57"/>
    <w:rsid w:val="00A25E9E"/>
    <w:rsid w:val="00A36CBF"/>
    <w:rsid w:val="00A43086"/>
    <w:rsid w:val="00A5143E"/>
    <w:rsid w:val="00A52B78"/>
    <w:rsid w:val="00A56FF3"/>
    <w:rsid w:val="00A677B0"/>
    <w:rsid w:val="00A76595"/>
    <w:rsid w:val="00A82359"/>
    <w:rsid w:val="00A878AB"/>
    <w:rsid w:val="00AA35A0"/>
    <w:rsid w:val="00AA35A1"/>
    <w:rsid w:val="00AA432E"/>
    <w:rsid w:val="00AA6309"/>
    <w:rsid w:val="00AB6125"/>
    <w:rsid w:val="00AB6183"/>
    <w:rsid w:val="00AB6B28"/>
    <w:rsid w:val="00AC11BA"/>
    <w:rsid w:val="00AC2022"/>
    <w:rsid w:val="00AC5E66"/>
    <w:rsid w:val="00AD0F41"/>
    <w:rsid w:val="00AD166A"/>
    <w:rsid w:val="00AD4D86"/>
    <w:rsid w:val="00AE0A8A"/>
    <w:rsid w:val="00AF046A"/>
    <w:rsid w:val="00AF3E97"/>
    <w:rsid w:val="00AF4FAC"/>
    <w:rsid w:val="00AF66D9"/>
    <w:rsid w:val="00B005D4"/>
    <w:rsid w:val="00B033C8"/>
    <w:rsid w:val="00B04E20"/>
    <w:rsid w:val="00B07884"/>
    <w:rsid w:val="00B1008F"/>
    <w:rsid w:val="00B15F7B"/>
    <w:rsid w:val="00B217F3"/>
    <w:rsid w:val="00B23A47"/>
    <w:rsid w:val="00B42FD9"/>
    <w:rsid w:val="00B45DB5"/>
    <w:rsid w:val="00B61279"/>
    <w:rsid w:val="00B64A43"/>
    <w:rsid w:val="00B65416"/>
    <w:rsid w:val="00B65AAD"/>
    <w:rsid w:val="00B71A11"/>
    <w:rsid w:val="00B7213A"/>
    <w:rsid w:val="00B73633"/>
    <w:rsid w:val="00B73C44"/>
    <w:rsid w:val="00B757C2"/>
    <w:rsid w:val="00B7608A"/>
    <w:rsid w:val="00B76921"/>
    <w:rsid w:val="00B92DDF"/>
    <w:rsid w:val="00B979F9"/>
    <w:rsid w:val="00BA1B26"/>
    <w:rsid w:val="00BA5AF7"/>
    <w:rsid w:val="00BB34B5"/>
    <w:rsid w:val="00BB5D2F"/>
    <w:rsid w:val="00BC5B3D"/>
    <w:rsid w:val="00BF210B"/>
    <w:rsid w:val="00BF5161"/>
    <w:rsid w:val="00BF55AC"/>
    <w:rsid w:val="00C00A9F"/>
    <w:rsid w:val="00C020BB"/>
    <w:rsid w:val="00C1118F"/>
    <w:rsid w:val="00C1549E"/>
    <w:rsid w:val="00C1782B"/>
    <w:rsid w:val="00C21204"/>
    <w:rsid w:val="00C26C50"/>
    <w:rsid w:val="00C303B8"/>
    <w:rsid w:val="00C32B32"/>
    <w:rsid w:val="00C424BC"/>
    <w:rsid w:val="00C45CF9"/>
    <w:rsid w:val="00C5737A"/>
    <w:rsid w:val="00C645E0"/>
    <w:rsid w:val="00C71BD7"/>
    <w:rsid w:val="00C74D4B"/>
    <w:rsid w:val="00C8390B"/>
    <w:rsid w:val="00C86B67"/>
    <w:rsid w:val="00C90BE1"/>
    <w:rsid w:val="00CA1CFE"/>
    <w:rsid w:val="00CA27BF"/>
    <w:rsid w:val="00CA5D9B"/>
    <w:rsid w:val="00CA7665"/>
    <w:rsid w:val="00CB0EB8"/>
    <w:rsid w:val="00CB516B"/>
    <w:rsid w:val="00CB5828"/>
    <w:rsid w:val="00CB6CAF"/>
    <w:rsid w:val="00CB6D5E"/>
    <w:rsid w:val="00CC05C6"/>
    <w:rsid w:val="00CC6DC4"/>
    <w:rsid w:val="00CD22CF"/>
    <w:rsid w:val="00CD50EA"/>
    <w:rsid w:val="00CE47FF"/>
    <w:rsid w:val="00CE68BE"/>
    <w:rsid w:val="00CE78C7"/>
    <w:rsid w:val="00CF3071"/>
    <w:rsid w:val="00CF3C29"/>
    <w:rsid w:val="00CF405D"/>
    <w:rsid w:val="00CF584B"/>
    <w:rsid w:val="00D01058"/>
    <w:rsid w:val="00D02D1A"/>
    <w:rsid w:val="00D05058"/>
    <w:rsid w:val="00D10AC8"/>
    <w:rsid w:val="00D20D87"/>
    <w:rsid w:val="00D22BF6"/>
    <w:rsid w:val="00D312A0"/>
    <w:rsid w:val="00D33E38"/>
    <w:rsid w:val="00D365C3"/>
    <w:rsid w:val="00D3702A"/>
    <w:rsid w:val="00D375B5"/>
    <w:rsid w:val="00D4156C"/>
    <w:rsid w:val="00D449E6"/>
    <w:rsid w:val="00D44BCB"/>
    <w:rsid w:val="00D51596"/>
    <w:rsid w:val="00D65942"/>
    <w:rsid w:val="00D72D0B"/>
    <w:rsid w:val="00D74843"/>
    <w:rsid w:val="00D775E8"/>
    <w:rsid w:val="00D95FAE"/>
    <w:rsid w:val="00DA3931"/>
    <w:rsid w:val="00DA7C2E"/>
    <w:rsid w:val="00DB5376"/>
    <w:rsid w:val="00DD365E"/>
    <w:rsid w:val="00DD4B80"/>
    <w:rsid w:val="00DD77BD"/>
    <w:rsid w:val="00DE0102"/>
    <w:rsid w:val="00DE30E4"/>
    <w:rsid w:val="00DE3722"/>
    <w:rsid w:val="00DF2D26"/>
    <w:rsid w:val="00DF56A6"/>
    <w:rsid w:val="00E0179B"/>
    <w:rsid w:val="00E032F5"/>
    <w:rsid w:val="00E051D9"/>
    <w:rsid w:val="00E10441"/>
    <w:rsid w:val="00E1130E"/>
    <w:rsid w:val="00E129FF"/>
    <w:rsid w:val="00E13291"/>
    <w:rsid w:val="00E132E4"/>
    <w:rsid w:val="00E140C3"/>
    <w:rsid w:val="00E16245"/>
    <w:rsid w:val="00E16633"/>
    <w:rsid w:val="00E2531F"/>
    <w:rsid w:val="00E34A08"/>
    <w:rsid w:val="00E352C6"/>
    <w:rsid w:val="00E36D04"/>
    <w:rsid w:val="00E431BB"/>
    <w:rsid w:val="00E5386F"/>
    <w:rsid w:val="00E57556"/>
    <w:rsid w:val="00E64B3F"/>
    <w:rsid w:val="00E67A41"/>
    <w:rsid w:val="00E67B23"/>
    <w:rsid w:val="00E700F0"/>
    <w:rsid w:val="00E71563"/>
    <w:rsid w:val="00E76594"/>
    <w:rsid w:val="00E861E2"/>
    <w:rsid w:val="00E9278C"/>
    <w:rsid w:val="00E95FD9"/>
    <w:rsid w:val="00EA71AC"/>
    <w:rsid w:val="00EA7ACF"/>
    <w:rsid w:val="00EB426D"/>
    <w:rsid w:val="00EB5F95"/>
    <w:rsid w:val="00EC6E4C"/>
    <w:rsid w:val="00ED39BE"/>
    <w:rsid w:val="00ED522A"/>
    <w:rsid w:val="00ED5764"/>
    <w:rsid w:val="00ED59FC"/>
    <w:rsid w:val="00ED7611"/>
    <w:rsid w:val="00EF0090"/>
    <w:rsid w:val="00EF1C46"/>
    <w:rsid w:val="00EF42B2"/>
    <w:rsid w:val="00EF61D5"/>
    <w:rsid w:val="00F01856"/>
    <w:rsid w:val="00F025C3"/>
    <w:rsid w:val="00F04A61"/>
    <w:rsid w:val="00F05500"/>
    <w:rsid w:val="00F237AD"/>
    <w:rsid w:val="00F24757"/>
    <w:rsid w:val="00F305C7"/>
    <w:rsid w:val="00F34CFB"/>
    <w:rsid w:val="00F37CED"/>
    <w:rsid w:val="00F43BD3"/>
    <w:rsid w:val="00F50ECF"/>
    <w:rsid w:val="00F52091"/>
    <w:rsid w:val="00F546F0"/>
    <w:rsid w:val="00F55C86"/>
    <w:rsid w:val="00F56562"/>
    <w:rsid w:val="00F65F18"/>
    <w:rsid w:val="00F66327"/>
    <w:rsid w:val="00F83A0B"/>
    <w:rsid w:val="00F86CCD"/>
    <w:rsid w:val="00F90C94"/>
    <w:rsid w:val="00F94065"/>
    <w:rsid w:val="00FA5328"/>
    <w:rsid w:val="00FA707C"/>
    <w:rsid w:val="00FB01DD"/>
    <w:rsid w:val="00FB0F29"/>
    <w:rsid w:val="00FC1954"/>
    <w:rsid w:val="00FC2991"/>
    <w:rsid w:val="00FC3909"/>
    <w:rsid w:val="00FC7BBC"/>
    <w:rsid w:val="00FD1122"/>
    <w:rsid w:val="00FD3276"/>
    <w:rsid w:val="00FD576A"/>
    <w:rsid w:val="00FD78F3"/>
    <w:rsid w:val="00FD7F45"/>
    <w:rsid w:val="00FE029F"/>
    <w:rsid w:val="00FE54F4"/>
    <w:rsid w:val="00FF0776"/>
    <w:rsid w:val="00FF3929"/>
    <w:rsid w:val="00FF3F0D"/>
    <w:rsid w:val="00FF48BC"/>
    <w:rsid w:val="00FF5427"/>
    <w:rsid w:val="00FF7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7F479"/>
  <w15:chartTrackingRefBased/>
  <w15:docId w15:val="{6B43BF72-39BF-401E-84AB-8954E870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4789"/>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707F90"/>
    <w:pPr>
      <w:keepNext/>
      <w:keepLines/>
      <w:spacing w:before="120"/>
      <w:outlineLvl w:val="1"/>
    </w:pPr>
    <w:rPr>
      <w:rFonts w:asciiTheme="majorHAnsi" w:eastAsiaTheme="majorEastAsia" w:hAnsiTheme="majorHAnsi" w:cstheme="majorBidi"/>
      <w:b/>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707F90"/>
    <w:rPr>
      <w:rFonts w:asciiTheme="majorHAnsi" w:eastAsiaTheme="majorEastAsia" w:hAnsiTheme="majorHAnsi" w:cstheme="majorBidi"/>
      <w:b/>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4Akzent4">
    <w:name w:val="Grid Table 4 Accent 4"/>
    <w:basedOn w:val="NormaleTabelle"/>
    <w:uiPriority w:val="49"/>
    <w:rsid w:val="00FD576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Default">
    <w:name w:val="Default"/>
    <w:rsid w:val="00C00A9F"/>
    <w:pPr>
      <w:autoSpaceDE w:val="0"/>
      <w:autoSpaceDN w:val="0"/>
      <w:adjustRightInd w:val="0"/>
      <w:spacing w:after="0" w:line="240" w:lineRule="auto"/>
    </w:pPr>
    <w:rPr>
      <w:rFonts w:ascii="Courier New" w:hAnsi="Courier New" w:cs="Courier New"/>
      <w:color w:val="000000"/>
      <w:sz w:val="24"/>
      <w:szCs w:val="24"/>
    </w:rPr>
  </w:style>
  <w:style w:type="character" w:styleId="Kommentarzeichen">
    <w:name w:val="annotation reference"/>
    <w:basedOn w:val="Absatz-Standardschriftart"/>
    <w:uiPriority w:val="99"/>
    <w:semiHidden/>
    <w:unhideWhenUsed/>
    <w:rsid w:val="00A82359"/>
    <w:rPr>
      <w:sz w:val="16"/>
      <w:szCs w:val="16"/>
    </w:rPr>
  </w:style>
  <w:style w:type="paragraph" w:styleId="Kommentartext">
    <w:name w:val="annotation text"/>
    <w:basedOn w:val="Standard"/>
    <w:link w:val="KommentartextZchn"/>
    <w:uiPriority w:val="99"/>
    <w:semiHidden/>
    <w:unhideWhenUsed/>
    <w:rsid w:val="00A8235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82359"/>
    <w:rPr>
      <w:sz w:val="20"/>
      <w:szCs w:val="20"/>
    </w:rPr>
  </w:style>
  <w:style w:type="paragraph" w:styleId="Kommentarthema">
    <w:name w:val="annotation subject"/>
    <w:basedOn w:val="Kommentartext"/>
    <w:next w:val="Kommentartext"/>
    <w:link w:val="KommentarthemaZchn"/>
    <w:uiPriority w:val="99"/>
    <w:semiHidden/>
    <w:unhideWhenUsed/>
    <w:rsid w:val="00A82359"/>
    <w:rPr>
      <w:b/>
      <w:bCs/>
    </w:rPr>
  </w:style>
  <w:style w:type="character" w:customStyle="1" w:styleId="KommentarthemaZchn">
    <w:name w:val="Kommentarthema Zchn"/>
    <w:basedOn w:val="KommentartextZchn"/>
    <w:link w:val="Kommentarthema"/>
    <w:uiPriority w:val="99"/>
    <w:semiHidden/>
    <w:rsid w:val="00A823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42626">
      <w:bodyDiv w:val="1"/>
      <w:marLeft w:val="0"/>
      <w:marRight w:val="0"/>
      <w:marTop w:val="0"/>
      <w:marBottom w:val="0"/>
      <w:divBdr>
        <w:top w:val="none" w:sz="0" w:space="0" w:color="auto"/>
        <w:left w:val="none" w:sz="0" w:space="0" w:color="auto"/>
        <w:bottom w:val="none" w:sz="0" w:space="0" w:color="auto"/>
        <w:right w:val="none" w:sz="0" w:space="0" w:color="auto"/>
      </w:divBdr>
      <w:divsChild>
        <w:div w:id="1867520519">
          <w:marLeft w:val="1152"/>
          <w:marRight w:val="0"/>
          <w:marTop w:val="67"/>
          <w:marBottom w:val="0"/>
          <w:divBdr>
            <w:top w:val="none" w:sz="0" w:space="0" w:color="auto"/>
            <w:left w:val="none" w:sz="0" w:space="0" w:color="auto"/>
            <w:bottom w:val="none" w:sz="0" w:space="0" w:color="auto"/>
            <w:right w:val="none" w:sz="0" w:space="0" w:color="auto"/>
          </w:divBdr>
        </w:div>
      </w:divsChild>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431774587">
      <w:bodyDiv w:val="1"/>
      <w:marLeft w:val="0"/>
      <w:marRight w:val="0"/>
      <w:marTop w:val="0"/>
      <w:marBottom w:val="0"/>
      <w:divBdr>
        <w:top w:val="none" w:sz="0" w:space="0" w:color="auto"/>
        <w:left w:val="none" w:sz="0" w:space="0" w:color="auto"/>
        <w:bottom w:val="none" w:sz="0" w:space="0" w:color="auto"/>
        <w:right w:val="none" w:sz="0" w:space="0" w:color="auto"/>
      </w:divBdr>
      <w:divsChild>
        <w:div w:id="571626044">
          <w:marLeft w:val="562"/>
          <w:marRight w:val="0"/>
          <w:marTop w:val="0"/>
          <w:marBottom w:val="0"/>
          <w:divBdr>
            <w:top w:val="none" w:sz="0" w:space="0" w:color="auto"/>
            <w:left w:val="none" w:sz="0" w:space="0" w:color="auto"/>
            <w:bottom w:val="none" w:sz="0" w:space="0" w:color="auto"/>
            <w:right w:val="none" w:sz="0" w:space="0" w:color="auto"/>
          </w:divBdr>
        </w:div>
        <w:div w:id="1819414080">
          <w:marLeft w:val="1166"/>
          <w:marRight w:val="0"/>
          <w:marTop w:val="0"/>
          <w:marBottom w:val="0"/>
          <w:divBdr>
            <w:top w:val="none" w:sz="0" w:space="0" w:color="auto"/>
            <w:left w:val="none" w:sz="0" w:space="0" w:color="auto"/>
            <w:bottom w:val="none" w:sz="0" w:space="0" w:color="auto"/>
            <w:right w:val="none" w:sz="0" w:space="0" w:color="auto"/>
          </w:divBdr>
        </w:div>
        <w:div w:id="1828545784">
          <w:marLeft w:val="1166"/>
          <w:marRight w:val="0"/>
          <w:marTop w:val="0"/>
          <w:marBottom w:val="240"/>
          <w:divBdr>
            <w:top w:val="none" w:sz="0" w:space="0" w:color="auto"/>
            <w:left w:val="none" w:sz="0" w:space="0" w:color="auto"/>
            <w:bottom w:val="none" w:sz="0" w:space="0" w:color="auto"/>
            <w:right w:val="none" w:sz="0" w:space="0" w:color="auto"/>
          </w:divBdr>
        </w:div>
        <w:div w:id="1098017847">
          <w:marLeft w:val="562"/>
          <w:marRight w:val="0"/>
          <w:marTop w:val="0"/>
          <w:marBottom w:val="0"/>
          <w:divBdr>
            <w:top w:val="none" w:sz="0" w:space="0" w:color="auto"/>
            <w:left w:val="none" w:sz="0" w:space="0" w:color="auto"/>
            <w:bottom w:val="none" w:sz="0" w:space="0" w:color="auto"/>
            <w:right w:val="none" w:sz="0" w:space="0" w:color="auto"/>
          </w:divBdr>
        </w:div>
        <w:div w:id="812986162">
          <w:marLeft w:val="1166"/>
          <w:marRight w:val="0"/>
          <w:marTop w:val="0"/>
          <w:marBottom w:val="0"/>
          <w:divBdr>
            <w:top w:val="none" w:sz="0" w:space="0" w:color="auto"/>
            <w:left w:val="none" w:sz="0" w:space="0" w:color="auto"/>
            <w:bottom w:val="none" w:sz="0" w:space="0" w:color="auto"/>
            <w:right w:val="none" w:sz="0" w:space="0" w:color="auto"/>
          </w:divBdr>
        </w:div>
        <w:div w:id="1522351170">
          <w:marLeft w:val="1166"/>
          <w:marRight w:val="0"/>
          <w:marTop w:val="0"/>
          <w:marBottom w:val="240"/>
          <w:divBdr>
            <w:top w:val="none" w:sz="0" w:space="0" w:color="auto"/>
            <w:left w:val="none" w:sz="0" w:space="0" w:color="auto"/>
            <w:bottom w:val="none" w:sz="0" w:space="0" w:color="auto"/>
            <w:right w:val="none" w:sz="0" w:space="0" w:color="auto"/>
          </w:divBdr>
        </w:div>
        <w:div w:id="632179867">
          <w:marLeft w:val="562"/>
          <w:marRight w:val="0"/>
          <w:marTop w:val="0"/>
          <w:marBottom w:val="0"/>
          <w:divBdr>
            <w:top w:val="none" w:sz="0" w:space="0" w:color="auto"/>
            <w:left w:val="none" w:sz="0" w:space="0" w:color="auto"/>
            <w:bottom w:val="none" w:sz="0" w:space="0" w:color="auto"/>
            <w:right w:val="none" w:sz="0" w:space="0" w:color="auto"/>
          </w:divBdr>
        </w:div>
        <w:div w:id="209612167">
          <w:marLeft w:val="1166"/>
          <w:marRight w:val="0"/>
          <w:marTop w:val="0"/>
          <w:marBottom w:val="0"/>
          <w:divBdr>
            <w:top w:val="none" w:sz="0" w:space="0" w:color="auto"/>
            <w:left w:val="none" w:sz="0" w:space="0" w:color="auto"/>
            <w:bottom w:val="none" w:sz="0" w:space="0" w:color="auto"/>
            <w:right w:val="none" w:sz="0" w:space="0" w:color="auto"/>
          </w:divBdr>
        </w:div>
        <w:div w:id="1592351312">
          <w:marLeft w:val="1166"/>
          <w:marRight w:val="0"/>
          <w:marTop w:val="0"/>
          <w:marBottom w:val="0"/>
          <w:divBdr>
            <w:top w:val="none" w:sz="0" w:space="0" w:color="auto"/>
            <w:left w:val="none" w:sz="0" w:space="0" w:color="auto"/>
            <w:bottom w:val="none" w:sz="0" w:space="0" w:color="auto"/>
            <w:right w:val="none" w:sz="0" w:space="0" w:color="auto"/>
          </w:divBdr>
        </w:div>
      </w:divsChild>
    </w:div>
    <w:div w:id="1635210556">
      <w:bodyDiv w:val="1"/>
      <w:marLeft w:val="0"/>
      <w:marRight w:val="0"/>
      <w:marTop w:val="0"/>
      <w:marBottom w:val="0"/>
      <w:divBdr>
        <w:top w:val="none" w:sz="0" w:space="0" w:color="auto"/>
        <w:left w:val="none" w:sz="0" w:space="0" w:color="auto"/>
        <w:bottom w:val="none" w:sz="0" w:space="0" w:color="auto"/>
        <w:right w:val="none" w:sz="0" w:space="0" w:color="auto"/>
      </w:divBdr>
      <w:divsChild>
        <w:div w:id="1069108132">
          <w:marLeft w:val="562"/>
          <w:marRight w:val="0"/>
          <w:marTop w:val="86"/>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image" Target="media/image13.emf"/><Relationship Id="rId21" Type="http://schemas.openxmlformats.org/officeDocument/2006/relationships/image" Target="media/image8.emf"/><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emf"/><Relationship Id="rId31" Type="http://schemas.openxmlformats.org/officeDocument/2006/relationships/image" Target="media/image18.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footer" Target="footer5.xm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17</Pages>
  <Words>4263</Words>
  <Characters>26858</Characters>
  <Application>Microsoft Office Word</Application>
  <DocSecurity>0</DocSecurity>
  <Lines>223</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37</cp:revision>
  <cp:lastPrinted>2025-10-30T09:53:00Z</cp:lastPrinted>
  <dcterms:created xsi:type="dcterms:W3CDTF">2021-09-08T09:09:00Z</dcterms:created>
  <dcterms:modified xsi:type="dcterms:W3CDTF">2025-10-30T09:54:00Z</dcterms:modified>
</cp:coreProperties>
</file>